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88DD7" w14:textId="77777777" w:rsidR="006B5355" w:rsidRDefault="006B5355" w:rsidP="006B5355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6797B248" w14:textId="0DF75D72" w:rsidR="006B5355" w:rsidRPr="006B5355" w:rsidRDefault="006B5355" w:rsidP="006B5355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6B5355">
        <w:rPr>
          <w:rFonts w:eastAsia="Calibri"/>
          <w:noProof/>
          <w:color w:val="000000"/>
        </w:rPr>
        <w:drawing>
          <wp:inline distT="0" distB="0" distL="0" distR="0" wp14:anchorId="61706FF5" wp14:editId="3183F9B9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F551D" w14:textId="77777777" w:rsidR="006B5355" w:rsidRPr="006B5355" w:rsidRDefault="006B5355" w:rsidP="006B535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B5355">
        <w:rPr>
          <w:bCs/>
          <w:smallCaps/>
          <w:color w:val="000000"/>
          <w:lang w:val="uk-UA"/>
        </w:rPr>
        <w:t>УКРАЇНА</w:t>
      </w:r>
      <w:r w:rsidRPr="006B5355">
        <w:rPr>
          <w:bCs/>
          <w:smallCaps/>
          <w:color w:val="000000"/>
          <w:lang w:val="uk-UA"/>
        </w:rPr>
        <w:br/>
      </w:r>
      <w:r w:rsidRPr="006B5355">
        <w:rPr>
          <w:bCs/>
          <w:color w:val="000000"/>
          <w:lang w:val="uk-UA"/>
        </w:rPr>
        <w:t>МОГИЛІВ-ПОДІЛЬСЬКА МІСЬКА РАДА</w:t>
      </w:r>
      <w:r w:rsidRPr="006B5355">
        <w:rPr>
          <w:bCs/>
          <w:color w:val="000000"/>
          <w:lang w:val="uk-UA"/>
        </w:rPr>
        <w:br/>
        <w:t>ВІННИЦЬКОЇ ОБЛАСТІ</w:t>
      </w:r>
    </w:p>
    <w:p w14:paraId="1891207D" w14:textId="77777777" w:rsidR="006B5355" w:rsidRPr="006B5355" w:rsidRDefault="006B5355" w:rsidP="006B535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B5355">
        <w:rPr>
          <w:b/>
          <w:bCs/>
          <w:color w:val="000000"/>
          <w:lang w:val="uk-UA"/>
        </w:rPr>
        <w:t>ВИКОНАВЧИЙ КОМІТЕТ</w:t>
      </w:r>
    </w:p>
    <w:p w14:paraId="129824EB" w14:textId="2A8AC913" w:rsidR="006B5355" w:rsidRPr="006B5355" w:rsidRDefault="006B5355" w:rsidP="006B535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6B5355"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2F100161" wp14:editId="1411B18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2440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B535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B535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268B2">
        <w:rPr>
          <w:b/>
          <w:bCs/>
          <w:color w:val="000000"/>
          <w:spacing w:val="80"/>
          <w:sz w:val="32"/>
          <w:szCs w:val="32"/>
          <w:lang w:val="uk-UA"/>
        </w:rPr>
        <w:t>309</w:t>
      </w:r>
    </w:p>
    <w:p w14:paraId="71CD061D" w14:textId="25BB102F" w:rsidR="006B5355" w:rsidRDefault="006B5355" w:rsidP="006B5355">
      <w:pPr>
        <w:jc w:val="center"/>
        <w:rPr>
          <w:bCs/>
          <w:color w:val="000000"/>
          <w:lang w:val="uk-UA"/>
        </w:rPr>
      </w:pPr>
      <w:r w:rsidRPr="006B5355">
        <w:rPr>
          <w:bCs/>
          <w:color w:val="000000"/>
          <w:lang w:val="uk-UA"/>
        </w:rPr>
        <w:t>Від 24 жовтня 2024 року                                              м. Могилів-Подільський</w:t>
      </w:r>
    </w:p>
    <w:p w14:paraId="1468A7BB" w14:textId="77777777" w:rsidR="006B5355" w:rsidRPr="006B5355" w:rsidRDefault="006B5355" w:rsidP="006B5355">
      <w:pPr>
        <w:jc w:val="center"/>
        <w:rPr>
          <w:bCs/>
          <w:color w:val="000000"/>
          <w:lang w:val="uk-UA"/>
        </w:rPr>
      </w:pPr>
    </w:p>
    <w:p w14:paraId="62328B76" w14:textId="77777777" w:rsidR="009208E4" w:rsidRDefault="009208E4" w:rsidP="007D1CF8">
      <w:pPr>
        <w:pStyle w:val="a4"/>
        <w:jc w:val="center"/>
        <w:rPr>
          <w:szCs w:val="28"/>
        </w:rPr>
      </w:pPr>
    </w:p>
    <w:p w14:paraId="481D0682" w14:textId="77777777" w:rsidR="007F6356" w:rsidRPr="00C7382C" w:rsidRDefault="00154952" w:rsidP="007D1CF8">
      <w:pPr>
        <w:pStyle w:val="a4"/>
        <w:jc w:val="center"/>
        <w:rPr>
          <w:b/>
          <w:szCs w:val="28"/>
        </w:rPr>
      </w:pPr>
      <w:r w:rsidRPr="00C7382C">
        <w:rPr>
          <w:b/>
          <w:szCs w:val="28"/>
        </w:rPr>
        <w:t>Про надання дозвол</w:t>
      </w:r>
      <w:r w:rsidR="00F35B55" w:rsidRPr="00C7382C">
        <w:rPr>
          <w:b/>
          <w:szCs w:val="28"/>
        </w:rPr>
        <w:t>у</w:t>
      </w:r>
      <w:r w:rsidRPr="00C7382C">
        <w:rPr>
          <w:b/>
          <w:szCs w:val="28"/>
        </w:rPr>
        <w:t xml:space="preserve"> на розміщення зовнішньої реклами</w:t>
      </w:r>
    </w:p>
    <w:p w14:paraId="1C8F7E7F" w14:textId="77777777" w:rsidR="00F35B55" w:rsidRDefault="00F35B55" w:rsidP="00822108">
      <w:pPr>
        <w:pStyle w:val="a6"/>
        <w:jc w:val="both"/>
        <w:rPr>
          <w:szCs w:val="28"/>
        </w:rPr>
      </w:pPr>
    </w:p>
    <w:p w14:paraId="7E1FD2AA" w14:textId="77777777" w:rsidR="006B5355" w:rsidRDefault="007F6356" w:rsidP="006B5355">
      <w:pPr>
        <w:pStyle w:val="a6"/>
        <w:rPr>
          <w:szCs w:val="28"/>
        </w:rPr>
      </w:pPr>
      <w:r w:rsidRPr="006E3CA7">
        <w:rPr>
          <w:szCs w:val="28"/>
        </w:rPr>
        <w:t xml:space="preserve">Керуючись </w:t>
      </w:r>
      <w:r w:rsidR="00155D87" w:rsidRPr="006E3CA7">
        <w:rPr>
          <w:szCs w:val="28"/>
        </w:rPr>
        <w:t>ст.</w:t>
      </w:r>
      <w:r w:rsidR="00154952" w:rsidRPr="006E3CA7">
        <w:rPr>
          <w:szCs w:val="28"/>
        </w:rPr>
        <w:t xml:space="preserve"> 30</w:t>
      </w:r>
      <w:r w:rsidRPr="006E3CA7">
        <w:rPr>
          <w:szCs w:val="28"/>
        </w:rPr>
        <w:t xml:space="preserve"> Закону України </w:t>
      </w:r>
      <w:r w:rsidR="00C30122" w:rsidRPr="006E3CA7">
        <w:rPr>
          <w:szCs w:val="28"/>
        </w:rPr>
        <w:t>«</w:t>
      </w:r>
      <w:r w:rsidRPr="006E3CA7">
        <w:rPr>
          <w:szCs w:val="28"/>
        </w:rPr>
        <w:t>Про місцеве самоврядування в Україні</w:t>
      </w:r>
      <w:r w:rsidR="000E394E" w:rsidRPr="006E3CA7">
        <w:rPr>
          <w:szCs w:val="28"/>
        </w:rPr>
        <w:t xml:space="preserve">», </w:t>
      </w:r>
      <w:r w:rsidR="00753255" w:rsidRPr="006E3CA7">
        <w:rPr>
          <w:szCs w:val="28"/>
        </w:rPr>
        <w:t>рішенням 11 сесії міської ра</w:t>
      </w:r>
      <w:r w:rsidR="002013F4">
        <w:rPr>
          <w:szCs w:val="28"/>
        </w:rPr>
        <w:t>ди 6 скликання від 04.10.2011</w:t>
      </w:r>
      <w:r w:rsidR="006B5355">
        <w:rPr>
          <w:szCs w:val="28"/>
        </w:rPr>
        <w:t xml:space="preserve"> </w:t>
      </w:r>
      <w:r w:rsidR="00753255" w:rsidRPr="006E3CA7">
        <w:rPr>
          <w:szCs w:val="28"/>
        </w:rPr>
        <w:t>№283</w:t>
      </w:r>
      <w:r w:rsidR="0006766C">
        <w:rPr>
          <w:szCs w:val="28"/>
        </w:rPr>
        <w:t xml:space="preserve"> «Про порядок розміщення об’єктів зовнішньої реклами в м. Могилеві-Подільському»</w:t>
      </w:r>
      <w:r w:rsidRPr="006E3CA7">
        <w:rPr>
          <w:szCs w:val="28"/>
        </w:rPr>
        <w:t>,</w:t>
      </w:r>
      <w:r w:rsidR="00E24BAB">
        <w:rPr>
          <w:szCs w:val="28"/>
        </w:rPr>
        <w:t xml:space="preserve"> по</w:t>
      </w:r>
      <w:r w:rsidR="002013F4">
        <w:rPr>
          <w:szCs w:val="28"/>
        </w:rPr>
        <w:t xml:space="preserve">становою </w:t>
      </w:r>
      <w:r w:rsidR="006B5355">
        <w:rPr>
          <w:szCs w:val="28"/>
        </w:rPr>
        <w:t>Кабінету Міністрів України</w:t>
      </w:r>
      <w:r w:rsidR="002013F4">
        <w:rPr>
          <w:szCs w:val="28"/>
        </w:rPr>
        <w:t xml:space="preserve"> від 29.12.2003</w:t>
      </w:r>
      <w:r w:rsidR="00E24BAB">
        <w:rPr>
          <w:szCs w:val="28"/>
        </w:rPr>
        <w:t xml:space="preserve"> </w:t>
      </w:r>
    </w:p>
    <w:p w14:paraId="07CDC85C" w14:textId="77777777" w:rsidR="006B5355" w:rsidRDefault="00E24BAB" w:rsidP="006B5355">
      <w:pPr>
        <w:pStyle w:val="a6"/>
        <w:ind w:firstLine="0"/>
        <w:rPr>
          <w:szCs w:val="28"/>
        </w:rPr>
      </w:pPr>
      <w:r>
        <w:rPr>
          <w:szCs w:val="28"/>
        </w:rPr>
        <w:t>№2067</w:t>
      </w:r>
      <w:r w:rsidR="006B5355">
        <w:rPr>
          <w:szCs w:val="28"/>
        </w:rPr>
        <w:t xml:space="preserve"> </w:t>
      </w:r>
      <w:r>
        <w:rPr>
          <w:szCs w:val="28"/>
        </w:rPr>
        <w:t>«Про затвердження Типових</w:t>
      </w:r>
      <w:r w:rsidR="007F6356" w:rsidRPr="006E3CA7">
        <w:rPr>
          <w:szCs w:val="28"/>
        </w:rPr>
        <w:t xml:space="preserve"> </w:t>
      </w:r>
      <w:r>
        <w:rPr>
          <w:szCs w:val="28"/>
        </w:rPr>
        <w:t xml:space="preserve">правил розміщення зовнішньої реклами», </w:t>
      </w:r>
      <w:r w:rsidR="00E30C16">
        <w:rPr>
          <w:szCs w:val="28"/>
        </w:rPr>
        <w:t>розглянувши з</w:t>
      </w:r>
      <w:r>
        <w:rPr>
          <w:szCs w:val="28"/>
        </w:rPr>
        <w:t>вернення</w:t>
      </w:r>
      <w:r w:rsidR="00E30C16">
        <w:rPr>
          <w:szCs w:val="28"/>
        </w:rPr>
        <w:t xml:space="preserve"> </w:t>
      </w:r>
      <w:r w:rsidR="00E1392A">
        <w:rPr>
          <w:szCs w:val="28"/>
        </w:rPr>
        <w:t xml:space="preserve">ФОП </w:t>
      </w:r>
      <w:r w:rsidR="00382026">
        <w:rPr>
          <w:szCs w:val="28"/>
        </w:rPr>
        <w:t>Іванова О.В</w:t>
      </w:r>
      <w:r w:rsidR="006B5355">
        <w:rPr>
          <w:szCs w:val="28"/>
        </w:rPr>
        <w:t>.</w:t>
      </w:r>
      <w:r w:rsidR="003D1EEF">
        <w:rPr>
          <w:szCs w:val="28"/>
        </w:rPr>
        <w:t xml:space="preserve"> від </w:t>
      </w:r>
      <w:r w:rsidR="00B93B85">
        <w:rPr>
          <w:szCs w:val="28"/>
        </w:rPr>
        <w:t>16</w:t>
      </w:r>
      <w:r w:rsidR="003D1EEF">
        <w:rPr>
          <w:szCs w:val="28"/>
        </w:rPr>
        <w:t>.</w:t>
      </w:r>
      <w:r w:rsidR="00B93B85">
        <w:rPr>
          <w:szCs w:val="28"/>
        </w:rPr>
        <w:t>10</w:t>
      </w:r>
      <w:r w:rsidR="003D1EEF">
        <w:rPr>
          <w:szCs w:val="28"/>
        </w:rPr>
        <w:t>.202</w:t>
      </w:r>
      <w:r w:rsidR="00B93B85">
        <w:rPr>
          <w:szCs w:val="28"/>
        </w:rPr>
        <w:t xml:space="preserve">4 </w:t>
      </w:r>
      <w:r w:rsidR="00B93B85" w:rsidRPr="00B93B85">
        <w:rPr>
          <w:szCs w:val="28"/>
        </w:rPr>
        <w:t>№</w:t>
      </w:r>
      <w:r w:rsidR="00B93B85">
        <w:rPr>
          <w:szCs w:val="28"/>
        </w:rPr>
        <w:t>02-10/1672</w:t>
      </w:r>
      <w:r w:rsidR="00B93B85" w:rsidRPr="00B93B85">
        <w:rPr>
          <w:szCs w:val="28"/>
        </w:rPr>
        <w:t>-з</w:t>
      </w:r>
      <w:r w:rsidR="006B5355">
        <w:rPr>
          <w:szCs w:val="28"/>
        </w:rPr>
        <w:t xml:space="preserve">, </w:t>
      </w:r>
    </w:p>
    <w:p w14:paraId="384C356C" w14:textId="77777777" w:rsidR="006B5355" w:rsidRDefault="00B93B85" w:rsidP="006B5355">
      <w:pPr>
        <w:pStyle w:val="a6"/>
        <w:ind w:firstLine="0"/>
        <w:rPr>
          <w:szCs w:val="28"/>
        </w:rPr>
      </w:pPr>
      <w:r w:rsidRPr="00B93B85">
        <w:rPr>
          <w:szCs w:val="28"/>
        </w:rPr>
        <w:t>№02-10/167</w:t>
      </w:r>
      <w:r>
        <w:rPr>
          <w:szCs w:val="28"/>
        </w:rPr>
        <w:t>3</w:t>
      </w:r>
      <w:r w:rsidRPr="00B93B85">
        <w:rPr>
          <w:szCs w:val="28"/>
        </w:rPr>
        <w:t>-з</w:t>
      </w:r>
      <w:r w:rsidR="006B5355">
        <w:rPr>
          <w:szCs w:val="28"/>
        </w:rPr>
        <w:t xml:space="preserve">, </w:t>
      </w:r>
      <w:r w:rsidRPr="00B93B85">
        <w:rPr>
          <w:szCs w:val="28"/>
        </w:rPr>
        <w:t>№02-10/167</w:t>
      </w:r>
      <w:r>
        <w:rPr>
          <w:szCs w:val="28"/>
        </w:rPr>
        <w:t>4</w:t>
      </w:r>
      <w:r w:rsidRPr="00B93B85">
        <w:rPr>
          <w:szCs w:val="28"/>
        </w:rPr>
        <w:t>-з</w:t>
      </w:r>
      <w:r w:rsidR="006B5355">
        <w:rPr>
          <w:szCs w:val="28"/>
        </w:rPr>
        <w:t xml:space="preserve">, </w:t>
      </w:r>
      <w:r w:rsidRPr="00B93B85">
        <w:rPr>
          <w:szCs w:val="28"/>
        </w:rPr>
        <w:t>№02-10/167</w:t>
      </w:r>
      <w:r>
        <w:rPr>
          <w:szCs w:val="28"/>
        </w:rPr>
        <w:t>5</w:t>
      </w:r>
      <w:r w:rsidRPr="00B93B85">
        <w:rPr>
          <w:szCs w:val="28"/>
        </w:rPr>
        <w:t>-з</w:t>
      </w:r>
      <w:r w:rsidR="006B5355">
        <w:rPr>
          <w:szCs w:val="28"/>
        </w:rPr>
        <w:t xml:space="preserve">, </w:t>
      </w:r>
      <w:r w:rsidRPr="00B93B85">
        <w:rPr>
          <w:szCs w:val="28"/>
        </w:rPr>
        <w:t>№02-10/167</w:t>
      </w:r>
      <w:r>
        <w:rPr>
          <w:szCs w:val="28"/>
        </w:rPr>
        <w:t>6</w:t>
      </w:r>
      <w:r w:rsidRPr="00B93B85">
        <w:rPr>
          <w:szCs w:val="28"/>
        </w:rPr>
        <w:t>-з</w:t>
      </w:r>
      <w:r w:rsidR="006B5355">
        <w:rPr>
          <w:szCs w:val="28"/>
        </w:rPr>
        <w:t xml:space="preserve">, </w:t>
      </w:r>
    </w:p>
    <w:p w14:paraId="0E2DC6E5" w14:textId="0580A3EE" w:rsidR="00C675C8" w:rsidRDefault="00B93B85" w:rsidP="006B5355">
      <w:pPr>
        <w:pStyle w:val="a6"/>
        <w:ind w:firstLine="0"/>
        <w:rPr>
          <w:szCs w:val="28"/>
        </w:rPr>
      </w:pPr>
      <w:r w:rsidRPr="00B93B85">
        <w:rPr>
          <w:szCs w:val="28"/>
        </w:rPr>
        <w:t>№02-10/167</w:t>
      </w:r>
      <w:r>
        <w:rPr>
          <w:szCs w:val="28"/>
        </w:rPr>
        <w:t>7</w:t>
      </w:r>
      <w:r w:rsidRPr="00B93B85">
        <w:rPr>
          <w:szCs w:val="28"/>
        </w:rPr>
        <w:t>-з</w:t>
      </w:r>
      <w:r>
        <w:rPr>
          <w:szCs w:val="28"/>
        </w:rPr>
        <w:t>, -</w:t>
      </w:r>
    </w:p>
    <w:p w14:paraId="331D8D5F" w14:textId="77777777" w:rsidR="006B5355" w:rsidRPr="00FB671F" w:rsidRDefault="006B5355" w:rsidP="006B5355">
      <w:pPr>
        <w:pStyle w:val="a6"/>
        <w:ind w:firstLine="0"/>
        <w:rPr>
          <w:szCs w:val="28"/>
        </w:rPr>
      </w:pPr>
    </w:p>
    <w:p w14:paraId="0D33F691" w14:textId="44E8B816" w:rsidR="00C675C8" w:rsidRDefault="006B5355" w:rsidP="006B5355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9B68D0">
        <w:rPr>
          <w:b/>
          <w:lang w:val="uk-UA"/>
        </w:rPr>
        <w:t>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1D86D512" w14:textId="77777777" w:rsidR="00C675C8" w:rsidRPr="00C675C8" w:rsidRDefault="00C675C8" w:rsidP="00C675C8">
      <w:pPr>
        <w:pStyle w:val="aa"/>
        <w:ind w:left="1065"/>
        <w:rPr>
          <w:b/>
          <w:lang w:val="uk-UA"/>
        </w:rPr>
      </w:pPr>
    </w:p>
    <w:p w14:paraId="58A8D673" w14:textId="3731DCED" w:rsidR="00F77B22" w:rsidRPr="00F77B22" w:rsidRDefault="006B5355" w:rsidP="006B5355">
      <w:pPr>
        <w:pStyle w:val="a4"/>
        <w:tabs>
          <w:tab w:val="left" w:pos="709"/>
          <w:tab w:val="left" w:pos="993"/>
        </w:tabs>
        <w:jc w:val="left"/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>1.</w:t>
      </w:r>
      <w:r>
        <w:rPr>
          <w:szCs w:val="28"/>
        </w:rPr>
        <w:t xml:space="preserve"> </w:t>
      </w:r>
      <w:r w:rsidR="007F6356" w:rsidRPr="00DD30C4">
        <w:rPr>
          <w:szCs w:val="28"/>
        </w:rPr>
        <w:t>Надати дозвіл</w:t>
      </w:r>
      <w:r w:rsidR="00753255" w:rsidRPr="00DD30C4">
        <w:rPr>
          <w:szCs w:val="28"/>
        </w:rPr>
        <w:t xml:space="preserve"> на розміщення зовнішньої реклами</w:t>
      </w:r>
      <w:r w:rsidR="00E73E54" w:rsidRPr="00DD30C4">
        <w:rPr>
          <w:szCs w:val="28"/>
        </w:rPr>
        <w:t xml:space="preserve"> </w:t>
      </w:r>
      <w:r w:rsidR="00F77B22">
        <w:rPr>
          <w:szCs w:val="28"/>
        </w:rPr>
        <w:t>ФОП Іванову Олександру Васильовичу:</w:t>
      </w:r>
    </w:p>
    <w:p w14:paraId="6037DB7B" w14:textId="283E39BC" w:rsidR="00C82C84" w:rsidRDefault="006B5355" w:rsidP="00486204">
      <w:pPr>
        <w:pStyle w:val="a4"/>
        <w:tabs>
          <w:tab w:val="left" w:pos="709"/>
          <w:tab w:val="left" w:pos="993"/>
        </w:tabs>
        <w:jc w:val="left"/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>1.1.</w:t>
      </w:r>
      <w:r>
        <w:rPr>
          <w:szCs w:val="28"/>
        </w:rPr>
        <w:t xml:space="preserve"> </w:t>
      </w:r>
      <w:r w:rsidR="00382026">
        <w:rPr>
          <w:szCs w:val="28"/>
        </w:rPr>
        <w:t>на перехресті</w:t>
      </w:r>
      <w:r w:rsidR="00382026" w:rsidRPr="00F77B22">
        <w:rPr>
          <w:szCs w:val="28"/>
        </w:rPr>
        <w:t xml:space="preserve"> </w:t>
      </w:r>
      <w:r w:rsidR="00F77B22" w:rsidRPr="00F77B22">
        <w:rPr>
          <w:szCs w:val="28"/>
        </w:rPr>
        <w:t xml:space="preserve">вулиці </w:t>
      </w:r>
      <w:r w:rsidR="00382026">
        <w:rPr>
          <w:szCs w:val="28"/>
        </w:rPr>
        <w:t>Вокзальн</w:t>
      </w:r>
      <w:r w:rsidR="00486204">
        <w:rPr>
          <w:szCs w:val="28"/>
        </w:rPr>
        <w:t>ої</w:t>
      </w:r>
      <w:r w:rsidR="00382026">
        <w:rPr>
          <w:szCs w:val="28"/>
        </w:rPr>
        <w:t>, 3 та вулиці Полтавськ</w:t>
      </w:r>
      <w:r w:rsidR="00486204">
        <w:rPr>
          <w:szCs w:val="28"/>
        </w:rPr>
        <w:t>ої</w:t>
      </w:r>
      <w:r w:rsidR="00382026">
        <w:rPr>
          <w:szCs w:val="28"/>
        </w:rPr>
        <w:t xml:space="preserve"> в </w:t>
      </w:r>
      <w:r w:rsidR="00F77B22" w:rsidRPr="00F77B22">
        <w:rPr>
          <w:szCs w:val="28"/>
        </w:rPr>
        <w:t xml:space="preserve">місті Могилеві-Подільському </w:t>
      </w:r>
      <w:r w:rsidR="00382026">
        <w:rPr>
          <w:szCs w:val="28"/>
        </w:rPr>
        <w:t>Вінницької області</w:t>
      </w:r>
      <w:r w:rsidR="00F77B22" w:rsidRPr="00F77B22">
        <w:rPr>
          <w:szCs w:val="28"/>
        </w:rPr>
        <w:t xml:space="preserve"> - </w:t>
      </w:r>
      <w:proofErr w:type="spellStart"/>
      <w:r w:rsidR="00F77B22" w:rsidRPr="00F77B22">
        <w:rPr>
          <w:szCs w:val="28"/>
        </w:rPr>
        <w:t>білб</w:t>
      </w:r>
      <w:r w:rsidR="00382026">
        <w:rPr>
          <w:szCs w:val="28"/>
        </w:rPr>
        <w:t>орд</w:t>
      </w:r>
      <w:proofErr w:type="spellEnd"/>
      <w:r w:rsidR="00382026">
        <w:rPr>
          <w:szCs w:val="28"/>
        </w:rPr>
        <w:t xml:space="preserve"> розміром 3х6 м терміном на 5</w:t>
      </w:r>
      <w:r w:rsidR="00F77B22" w:rsidRPr="00F77B22">
        <w:rPr>
          <w:szCs w:val="28"/>
        </w:rPr>
        <w:t xml:space="preserve"> років</w:t>
      </w:r>
      <w:r>
        <w:t>;</w:t>
      </w:r>
    </w:p>
    <w:p w14:paraId="59EBF87D" w14:textId="12240205" w:rsidR="00382026" w:rsidRDefault="006B5355" w:rsidP="006B5355">
      <w:pPr>
        <w:pStyle w:val="a4"/>
        <w:tabs>
          <w:tab w:val="left" w:pos="993"/>
        </w:tabs>
        <w:jc w:val="left"/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>1.2.</w:t>
      </w:r>
      <w:r>
        <w:rPr>
          <w:szCs w:val="28"/>
        </w:rPr>
        <w:t xml:space="preserve"> </w:t>
      </w:r>
      <w:r w:rsidR="00382026" w:rsidRPr="00F77B22">
        <w:rPr>
          <w:szCs w:val="28"/>
        </w:rPr>
        <w:t xml:space="preserve">по </w:t>
      </w:r>
      <w:r w:rsidR="00382026">
        <w:rPr>
          <w:szCs w:val="28"/>
        </w:rPr>
        <w:t xml:space="preserve">проспекту Незалежності, 163 в </w:t>
      </w:r>
      <w:r w:rsidR="00382026" w:rsidRPr="00F77B22">
        <w:rPr>
          <w:szCs w:val="28"/>
        </w:rPr>
        <w:t xml:space="preserve">місті Могилеві-Подільському </w:t>
      </w:r>
      <w:r w:rsidR="00382026">
        <w:rPr>
          <w:szCs w:val="28"/>
        </w:rPr>
        <w:t>Вінницької області</w:t>
      </w:r>
      <w:r w:rsidR="00382026" w:rsidRPr="00F77B22">
        <w:rPr>
          <w:szCs w:val="28"/>
        </w:rPr>
        <w:t xml:space="preserve"> - </w:t>
      </w:r>
      <w:proofErr w:type="spellStart"/>
      <w:r w:rsidR="00382026" w:rsidRPr="00F77B22">
        <w:rPr>
          <w:szCs w:val="28"/>
        </w:rPr>
        <w:t>білб</w:t>
      </w:r>
      <w:r w:rsidR="00382026">
        <w:rPr>
          <w:szCs w:val="28"/>
        </w:rPr>
        <w:t>орд</w:t>
      </w:r>
      <w:proofErr w:type="spellEnd"/>
      <w:r w:rsidR="00382026">
        <w:rPr>
          <w:szCs w:val="28"/>
        </w:rPr>
        <w:t xml:space="preserve"> розміром 3х6 м терміном на 5</w:t>
      </w:r>
      <w:r w:rsidR="00382026" w:rsidRPr="00F77B22">
        <w:rPr>
          <w:szCs w:val="28"/>
        </w:rPr>
        <w:t xml:space="preserve"> років</w:t>
      </w:r>
      <w:r>
        <w:t>;</w:t>
      </w:r>
    </w:p>
    <w:p w14:paraId="4CA8C873" w14:textId="27BD1FB7" w:rsidR="00382026" w:rsidRDefault="006B5355" w:rsidP="006B5355">
      <w:pPr>
        <w:pStyle w:val="a4"/>
        <w:tabs>
          <w:tab w:val="left" w:pos="993"/>
        </w:tabs>
        <w:jc w:val="left"/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 xml:space="preserve">1.3. </w:t>
      </w:r>
      <w:r w:rsidR="00382026" w:rsidRPr="00F77B22">
        <w:rPr>
          <w:szCs w:val="28"/>
        </w:rPr>
        <w:t xml:space="preserve">по вулиці </w:t>
      </w:r>
      <w:r w:rsidR="00382026">
        <w:rPr>
          <w:szCs w:val="28"/>
        </w:rPr>
        <w:t>Вокзальн</w:t>
      </w:r>
      <w:r>
        <w:rPr>
          <w:szCs w:val="28"/>
        </w:rPr>
        <w:t>ій</w:t>
      </w:r>
      <w:r w:rsidR="00382026">
        <w:rPr>
          <w:szCs w:val="28"/>
        </w:rPr>
        <w:t>, 3 на перехресті вулиці Полтавськ</w:t>
      </w:r>
      <w:r>
        <w:rPr>
          <w:szCs w:val="28"/>
        </w:rPr>
        <w:t>ої</w:t>
      </w:r>
      <w:r w:rsidR="00382026">
        <w:rPr>
          <w:szCs w:val="28"/>
        </w:rPr>
        <w:t xml:space="preserve"> в </w:t>
      </w:r>
      <w:r w:rsidR="00382026" w:rsidRPr="00F77B22">
        <w:rPr>
          <w:szCs w:val="28"/>
        </w:rPr>
        <w:t xml:space="preserve">місті Могилеві-Подільському </w:t>
      </w:r>
      <w:r w:rsidR="00382026">
        <w:rPr>
          <w:szCs w:val="28"/>
        </w:rPr>
        <w:t>Вінницької області</w:t>
      </w:r>
      <w:r w:rsidR="00382026" w:rsidRPr="00F77B22">
        <w:rPr>
          <w:szCs w:val="28"/>
        </w:rPr>
        <w:t xml:space="preserve"> - </w:t>
      </w:r>
      <w:proofErr w:type="spellStart"/>
      <w:r w:rsidR="00382026" w:rsidRPr="00F77B22">
        <w:rPr>
          <w:szCs w:val="28"/>
        </w:rPr>
        <w:t>білб</w:t>
      </w:r>
      <w:r w:rsidR="00382026">
        <w:rPr>
          <w:szCs w:val="28"/>
        </w:rPr>
        <w:t>орд</w:t>
      </w:r>
      <w:proofErr w:type="spellEnd"/>
      <w:r w:rsidR="00382026">
        <w:rPr>
          <w:szCs w:val="28"/>
        </w:rPr>
        <w:t xml:space="preserve"> розміром 3х6 м терміном на 5</w:t>
      </w:r>
      <w:r w:rsidR="00382026" w:rsidRPr="00F77B22">
        <w:rPr>
          <w:szCs w:val="28"/>
        </w:rPr>
        <w:t xml:space="preserve"> років</w:t>
      </w:r>
      <w:r>
        <w:t>;</w:t>
      </w:r>
    </w:p>
    <w:p w14:paraId="021EB2FB" w14:textId="4490AFF4" w:rsidR="00382026" w:rsidRDefault="006B5355" w:rsidP="006B5355">
      <w:pPr>
        <w:pStyle w:val="a4"/>
        <w:tabs>
          <w:tab w:val="left" w:pos="993"/>
        </w:tabs>
        <w:jc w:val="left"/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>1.4.</w:t>
      </w:r>
      <w:r>
        <w:rPr>
          <w:szCs w:val="28"/>
        </w:rPr>
        <w:t xml:space="preserve"> </w:t>
      </w:r>
      <w:r w:rsidR="00382026">
        <w:rPr>
          <w:szCs w:val="28"/>
        </w:rPr>
        <w:t>на перехресті</w:t>
      </w:r>
      <w:r w:rsidR="00382026" w:rsidRPr="00F77B22">
        <w:rPr>
          <w:szCs w:val="28"/>
        </w:rPr>
        <w:t xml:space="preserve"> вулиці </w:t>
      </w:r>
      <w:r w:rsidR="00382026">
        <w:rPr>
          <w:szCs w:val="28"/>
        </w:rPr>
        <w:t>Івана Франка та вулиці Полтавськ</w:t>
      </w:r>
      <w:r>
        <w:rPr>
          <w:szCs w:val="28"/>
        </w:rPr>
        <w:t>ої</w:t>
      </w:r>
      <w:r w:rsidR="00382026">
        <w:rPr>
          <w:szCs w:val="28"/>
        </w:rPr>
        <w:t xml:space="preserve"> в </w:t>
      </w:r>
      <w:r w:rsidR="00382026" w:rsidRPr="00F77B22">
        <w:rPr>
          <w:szCs w:val="28"/>
        </w:rPr>
        <w:t xml:space="preserve">місті Могилеві-Подільському </w:t>
      </w:r>
      <w:r w:rsidR="00382026">
        <w:rPr>
          <w:szCs w:val="28"/>
        </w:rPr>
        <w:t>Вінницької області</w:t>
      </w:r>
      <w:r w:rsidR="00382026" w:rsidRPr="00F77B22">
        <w:rPr>
          <w:szCs w:val="28"/>
        </w:rPr>
        <w:t xml:space="preserve"> - </w:t>
      </w:r>
      <w:proofErr w:type="spellStart"/>
      <w:r w:rsidR="00382026" w:rsidRPr="00F77B22">
        <w:rPr>
          <w:szCs w:val="28"/>
        </w:rPr>
        <w:t>білб</w:t>
      </w:r>
      <w:r w:rsidR="00382026">
        <w:rPr>
          <w:szCs w:val="28"/>
        </w:rPr>
        <w:t>орд</w:t>
      </w:r>
      <w:proofErr w:type="spellEnd"/>
      <w:r w:rsidR="00382026">
        <w:rPr>
          <w:szCs w:val="28"/>
        </w:rPr>
        <w:t xml:space="preserve"> розміром 3х6 м терміном на 5</w:t>
      </w:r>
      <w:r w:rsidR="00382026" w:rsidRPr="00F77B22">
        <w:rPr>
          <w:szCs w:val="28"/>
        </w:rPr>
        <w:t xml:space="preserve"> років</w:t>
      </w:r>
      <w:r>
        <w:t>;</w:t>
      </w:r>
    </w:p>
    <w:p w14:paraId="6EC4FA6F" w14:textId="0DCFD13E" w:rsidR="00382026" w:rsidRDefault="006B5355" w:rsidP="006B5355">
      <w:pPr>
        <w:pStyle w:val="a4"/>
        <w:tabs>
          <w:tab w:val="left" w:pos="993"/>
        </w:tabs>
        <w:jc w:val="left"/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>1.5.</w:t>
      </w:r>
      <w:r>
        <w:rPr>
          <w:szCs w:val="28"/>
        </w:rPr>
        <w:t xml:space="preserve"> </w:t>
      </w:r>
      <w:r w:rsidR="00382026">
        <w:rPr>
          <w:szCs w:val="28"/>
        </w:rPr>
        <w:t>по вул. Лісов</w:t>
      </w:r>
      <w:r>
        <w:rPr>
          <w:szCs w:val="28"/>
        </w:rPr>
        <w:t>ій</w:t>
      </w:r>
      <w:r w:rsidR="00382026">
        <w:rPr>
          <w:szCs w:val="28"/>
        </w:rPr>
        <w:t xml:space="preserve"> в с. </w:t>
      </w:r>
      <w:proofErr w:type="spellStart"/>
      <w:r w:rsidR="00382026">
        <w:rPr>
          <w:szCs w:val="28"/>
        </w:rPr>
        <w:t>Немія</w:t>
      </w:r>
      <w:proofErr w:type="spellEnd"/>
      <w:r w:rsidR="00382026">
        <w:rPr>
          <w:szCs w:val="28"/>
        </w:rPr>
        <w:t xml:space="preserve"> Могилів-</w:t>
      </w:r>
      <w:r w:rsidR="00382026" w:rsidRPr="00F77B22">
        <w:rPr>
          <w:szCs w:val="28"/>
        </w:rPr>
        <w:t>Подільсько</w:t>
      </w:r>
      <w:r w:rsidR="00382026">
        <w:rPr>
          <w:szCs w:val="28"/>
        </w:rPr>
        <w:t>го району</w:t>
      </w:r>
      <w:r w:rsidR="00382026" w:rsidRPr="00F77B22">
        <w:rPr>
          <w:szCs w:val="28"/>
        </w:rPr>
        <w:t xml:space="preserve"> </w:t>
      </w:r>
      <w:r w:rsidR="00382026">
        <w:rPr>
          <w:szCs w:val="28"/>
        </w:rPr>
        <w:t>Вінницької області</w:t>
      </w:r>
      <w:r w:rsidR="00382026" w:rsidRPr="00F77B22">
        <w:rPr>
          <w:szCs w:val="28"/>
        </w:rPr>
        <w:t xml:space="preserve"> - </w:t>
      </w:r>
      <w:proofErr w:type="spellStart"/>
      <w:r w:rsidR="00382026" w:rsidRPr="00F77B22">
        <w:rPr>
          <w:szCs w:val="28"/>
        </w:rPr>
        <w:t>білб</w:t>
      </w:r>
      <w:r w:rsidR="00382026">
        <w:rPr>
          <w:szCs w:val="28"/>
        </w:rPr>
        <w:t>орд</w:t>
      </w:r>
      <w:proofErr w:type="spellEnd"/>
      <w:r w:rsidR="00382026">
        <w:rPr>
          <w:szCs w:val="28"/>
        </w:rPr>
        <w:t xml:space="preserve"> розміром 3х6 м терміном на 5</w:t>
      </w:r>
      <w:r w:rsidR="00382026" w:rsidRPr="00F77B22">
        <w:rPr>
          <w:szCs w:val="28"/>
        </w:rPr>
        <w:t xml:space="preserve"> років</w:t>
      </w:r>
      <w:r>
        <w:t>;</w:t>
      </w:r>
    </w:p>
    <w:p w14:paraId="15C85776" w14:textId="747B371F" w:rsidR="00382026" w:rsidRPr="00C2537D" w:rsidRDefault="006B5355" w:rsidP="006B5355">
      <w:pPr>
        <w:pStyle w:val="a4"/>
        <w:tabs>
          <w:tab w:val="left" w:pos="993"/>
        </w:tabs>
        <w:jc w:val="left"/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>1.6.</w:t>
      </w:r>
      <w:r>
        <w:rPr>
          <w:szCs w:val="28"/>
        </w:rPr>
        <w:t xml:space="preserve"> </w:t>
      </w:r>
      <w:r w:rsidR="00382026">
        <w:rPr>
          <w:szCs w:val="28"/>
        </w:rPr>
        <w:t>на перехресті</w:t>
      </w:r>
      <w:r w:rsidR="00382026" w:rsidRPr="00F77B22">
        <w:rPr>
          <w:szCs w:val="28"/>
        </w:rPr>
        <w:t xml:space="preserve"> </w:t>
      </w:r>
      <w:r w:rsidR="00382026">
        <w:rPr>
          <w:szCs w:val="28"/>
        </w:rPr>
        <w:t xml:space="preserve">проспекту Героїв та площі </w:t>
      </w:r>
      <w:proofErr w:type="spellStart"/>
      <w:r w:rsidR="00382026">
        <w:rPr>
          <w:szCs w:val="28"/>
        </w:rPr>
        <w:t>Чорновола</w:t>
      </w:r>
      <w:proofErr w:type="spellEnd"/>
      <w:r w:rsidR="00382026">
        <w:rPr>
          <w:szCs w:val="28"/>
        </w:rPr>
        <w:t xml:space="preserve"> в </w:t>
      </w:r>
      <w:r w:rsidR="00382026" w:rsidRPr="00F77B22">
        <w:rPr>
          <w:szCs w:val="28"/>
        </w:rPr>
        <w:t xml:space="preserve">місті Могилеві-Подільському </w:t>
      </w:r>
      <w:r w:rsidR="00382026">
        <w:rPr>
          <w:szCs w:val="28"/>
        </w:rPr>
        <w:t>Вінницької області</w:t>
      </w:r>
      <w:r w:rsidR="00382026" w:rsidRPr="00F77B22">
        <w:rPr>
          <w:szCs w:val="28"/>
        </w:rPr>
        <w:t xml:space="preserve"> - </w:t>
      </w:r>
      <w:proofErr w:type="spellStart"/>
      <w:r w:rsidR="00382026" w:rsidRPr="00F77B22">
        <w:rPr>
          <w:szCs w:val="28"/>
        </w:rPr>
        <w:t>білб</w:t>
      </w:r>
      <w:r w:rsidR="00382026">
        <w:rPr>
          <w:szCs w:val="28"/>
        </w:rPr>
        <w:t>орд</w:t>
      </w:r>
      <w:proofErr w:type="spellEnd"/>
      <w:r w:rsidR="00382026">
        <w:rPr>
          <w:szCs w:val="28"/>
        </w:rPr>
        <w:t xml:space="preserve"> розміром 3х6 м терміном на 5</w:t>
      </w:r>
      <w:r w:rsidR="00382026" w:rsidRPr="00F77B22">
        <w:rPr>
          <w:szCs w:val="28"/>
        </w:rPr>
        <w:t xml:space="preserve"> років</w:t>
      </w:r>
      <w:r w:rsidR="00382026">
        <w:t>.</w:t>
      </w:r>
    </w:p>
    <w:p w14:paraId="6C021BFA" w14:textId="77777777" w:rsidR="006B5355" w:rsidRDefault="006B5355" w:rsidP="006B5355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 xml:space="preserve">2. </w:t>
      </w:r>
      <w:r w:rsidR="00082D8F" w:rsidRPr="00753255">
        <w:rPr>
          <w:szCs w:val="28"/>
        </w:rPr>
        <w:t>Об’єкт</w:t>
      </w:r>
      <w:r w:rsidR="00DA2352">
        <w:rPr>
          <w:szCs w:val="28"/>
        </w:rPr>
        <w:t>и</w:t>
      </w:r>
      <w:r w:rsidR="00082D8F" w:rsidRPr="00753255">
        <w:rPr>
          <w:szCs w:val="28"/>
        </w:rPr>
        <w:t xml:space="preserve"> зовнішньої реклами розташувати згідно з Правилами</w:t>
      </w:r>
      <w:r w:rsidR="00082D8F">
        <w:rPr>
          <w:szCs w:val="28"/>
        </w:rPr>
        <w:t xml:space="preserve">, затвердженими </w:t>
      </w:r>
      <w:r w:rsidR="00082D8F" w:rsidRPr="007200D4">
        <w:rPr>
          <w:szCs w:val="28"/>
        </w:rPr>
        <w:t>рішення</w:t>
      </w:r>
      <w:r w:rsidR="00082D8F">
        <w:rPr>
          <w:szCs w:val="28"/>
        </w:rPr>
        <w:t>м</w:t>
      </w:r>
      <w:r w:rsidR="00082D8F" w:rsidRPr="007200D4">
        <w:rPr>
          <w:szCs w:val="28"/>
        </w:rPr>
        <w:t xml:space="preserve"> 11 сесії міської ра</w:t>
      </w:r>
      <w:r w:rsidR="002013F4">
        <w:rPr>
          <w:szCs w:val="28"/>
        </w:rPr>
        <w:t>ди 6 скликання від 04.10.2011</w:t>
      </w:r>
      <w:r w:rsidR="00082D8F">
        <w:rPr>
          <w:szCs w:val="28"/>
        </w:rPr>
        <w:t xml:space="preserve"> </w:t>
      </w:r>
    </w:p>
    <w:p w14:paraId="41CFF9E5" w14:textId="7983B2DB" w:rsidR="00070C85" w:rsidRDefault="00082D8F" w:rsidP="006B5355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 w:rsidRPr="007200D4">
        <w:rPr>
          <w:szCs w:val="28"/>
        </w:rPr>
        <w:t>№283</w:t>
      </w:r>
      <w:r>
        <w:rPr>
          <w:szCs w:val="28"/>
        </w:rPr>
        <w:t>.</w:t>
      </w:r>
    </w:p>
    <w:p w14:paraId="4C717864" w14:textId="38245F7B" w:rsidR="006B5355" w:rsidRDefault="006B5355" w:rsidP="006B5355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</w:p>
    <w:p w14:paraId="666FD2A4" w14:textId="77777777" w:rsidR="006B5355" w:rsidRPr="00753255" w:rsidRDefault="006B5355" w:rsidP="006B5355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</w:p>
    <w:p w14:paraId="62B2B096" w14:textId="4CD4043F" w:rsidR="007E08E9" w:rsidRPr="006E3CA7" w:rsidRDefault="006B5355" w:rsidP="006B5355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 </w:t>
      </w:r>
      <w:r w:rsidRPr="006B5355">
        <w:rPr>
          <w:b/>
          <w:bCs/>
          <w:szCs w:val="28"/>
        </w:rPr>
        <w:t>3.</w:t>
      </w:r>
      <w:r>
        <w:rPr>
          <w:szCs w:val="28"/>
        </w:rPr>
        <w:t xml:space="preserve"> </w:t>
      </w:r>
      <w:r w:rsidR="00FB671F">
        <w:rPr>
          <w:szCs w:val="28"/>
        </w:rPr>
        <w:t xml:space="preserve">Управлінню містобудування та архітектури </w:t>
      </w:r>
      <w:r>
        <w:rPr>
          <w:szCs w:val="28"/>
        </w:rPr>
        <w:t xml:space="preserve">Могилів-Подільської міської ради </w:t>
      </w:r>
      <w:r w:rsidR="00FB671F">
        <w:rPr>
          <w:szCs w:val="28"/>
        </w:rPr>
        <w:t>(</w:t>
      </w:r>
      <w:proofErr w:type="spellStart"/>
      <w:r w:rsidR="00FB671F">
        <w:rPr>
          <w:szCs w:val="28"/>
        </w:rPr>
        <w:t>Дунський</w:t>
      </w:r>
      <w:proofErr w:type="spellEnd"/>
      <w:r w:rsidR="00FB671F">
        <w:rPr>
          <w:szCs w:val="28"/>
        </w:rPr>
        <w:t xml:space="preserve"> Ю.С.)</w:t>
      </w:r>
      <w:r w:rsidR="005C7E52">
        <w:rPr>
          <w:szCs w:val="28"/>
        </w:rPr>
        <w:t xml:space="preserve"> </w:t>
      </w:r>
      <w:r w:rsidR="00F77B22" w:rsidRPr="00F77B22">
        <w:rPr>
          <w:szCs w:val="28"/>
        </w:rPr>
        <w:t>забезпечити отримання погоджень передбачених чинним законодавством, виготовлення дозволів та укладання договорів із заявником на користування місцем, що знаходиться у комунальній власності, для розташування спеціальних конструкцій носіїв реклами</w:t>
      </w:r>
      <w:r w:rsidR="00753255" w:rsidRPr="006E3CA7">
        <w:rPr>
          <w:szCs w:val="28"/>
        </w:rPr>
        <w:t>.</w:t>
      </w:r>
    </w:p>
    <w:p w14:paraId="7C2D67FE" w14:textId="120EC914" w:rsidR="009112A4" w:rsidRDefault="006B5355" w:rsidP="006B5355">
      <w:pPr>
        <w:pStyle w:val="a4"/>
        <w:ind w:firstLine="708"/>
        <w:jc w:val="left"/>
        <w:rPr>
          <w:szCs w:val="28"/>
        </w:rPr>
      </w:pPr>
      <w:r w:rsidRPr="006B5355">
        <w:rPr>
          <w:b/>
          <w:bCs/>
        </w:rPr>
        <w:t>4.</w:t>
      </w:r>
      <w:r>
        <w:t xml:space="preserve"> </w:t>
      </w:r>
      <w:r w:rsidR="00070C85" w:rsidRPr="006E3CA7">
        <w:t>Контр</w:t>
      </w:r>
      <w:r w:rsidR="00070C85" w:rsidRPr="00AF02CF">
        <w:rPr>
          <w:szCs w:val="28"/>
        </w:rPr>
        <w:t>оль за виконанням даного рішення покласти на</w:t>
      </w:r>
      <w:r w:rsidR="009208E4">
        <w:rPr>
          <w:szCs w:val="28"/>
        </w:rPr>
        <w:t xml:space="preserve"> п</w:t>
      </w:r>
      <w:r w:rsidR="009112A4" w:rsidRPr="00AF02CF">
        <w:rPr>
          <w:szCs w:val="28"/>
        </w:rPr>
        <w:t xml:space="preserve">ершого заступника міського голови </w:t>
      </w:r>
      <w:proofErr w:type="spellStart"/>
      <w:r>
        <w:rPr>
          <w:szCs w:val="28"/>
        </w:rPr>
        <w:t>Безмещука</w:t>
      </w:r>
      <w:proofErr w:type="spellEnd"/>
      <w:r>
        <w:rPr>
          <w:szCs w:val="28"/>
        </w:rPr>
        <w:t xml:space="preserve"> П.О</w:t>
      </w:r>
      <w:r w:rsidR="009208E4">
        <w:rPr>
          <w:szCs w:val="28"/>
        </w:rPr>
        <w:t>.</w:t>
      </w:r>
    </w:p>
    <w:p w14:paraId="5C44CE98" w14:textId="56B67E40" w:rsidR="006B5355" w:rsidRDefault="006B5355" w:rsidP="006B5355">
      <w:pPr>
        <w:pStyle w:val="a4"/>
        <w:ind w:firstLine="708"/>
        <w:jc w:val="left"/>
        <w:rPr>
          <w:szCs w:val="28"/>
        </w:rPr>
      </w:pPr>
    </w:p>
    <w:p w14:paraId="32163FB5" w14:textId="1FD39BC3" w:rsidR="006B5355" w:rsidRDefault="006B5355" w:rsidP="006B5355">
      <w:pPr>
        <w:pStyle w:val="a4"/>
        <w:ind w:firstLine="708"/>
        <w:jc w:val="left"/>
        <w:rPr>
          <w:szCs w:val="28"/>
        </w:rPr>
      </w:pPr>
    </w:p>
    <w:p w14:paraId="140B4343" w14:textId="77777777" w:rsidR="006B5355" w:rsidRDefault="006B5355" w:rsidP="006B5355">
      <w:pPr>
        <w:pStyle w:val="a4"/>
        <w:ind w:firstLine="708"/>
        <w:jc w:val="left"/>
        <w:rPr>
          <w:szCs w:val="28"/>
        </w:rPr>
      </w:pPr>
    </w:p>
    <w:p w14:paraId="14A90E44" w14:textId="77777777" w:rsidR="006B5355" w:rsidRDefault="006B5355" w:rsidP="006B5355">
      <w:pPr>
        <w:pStyle w:val="a4"/>
        <w:ind w:firstLine="708"/>
        <w:jc w:val="left"/>
        <w:rPr>
          <w:szCs w:val="28"/>
        </w:rPr>
      </w:pPr>
    </w:p>
    <w:p w14:paraId="74FB84FD" w14:textId="77777777" w:rsidR="009112A4" w:rsidRDefault="009112A4" w:rsidP="006B5355">
      <w:pPr>
        <w:pStyle w:val="a4"/>
        <w:jc w:val="left"/>
        <w:rPr>
          <w:sz w:val="26"/>
          <w:szCs w:val="26"/>
        </w:rPr>
      </w:pPr>
    </w:p>
    <w:p w14:paraId="106BD999" w14:textId="5AF3E789" w:rsidR="00C7382C" w:rsidRPr="006B5355" w:rsidRDefault="006B5355" w:rsidP="006B5355">
      <w:pPr>
        <w:tabs>
          <w:tab w:val="left" w:pos="6946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C7382C" w:rsidRPr="006B5355">
        <w:rPr>
          <w:bCs/>
          <w:lang w:val="uk-UA"/>
        </w:rPr>
        <w:t xml:space="preserve">Міський голова                                                   </w:t>
      </w:r>
      <w:r>
        <w:rPr>
          <w:bCs/>
          <w:lang w:val="uk-UA"/>
        </w:rPr>
        <w:t xml:space="preserve">        </w:t>
      </w:r>
      <w:r w:rsidR="00C7382C" w:rsidRPr="006B5355">
        <w:rPr>
          <w:bCs/>
          <w:lang w:val="uk-UA"/>
        </w:rPr>
        <w:t>Геннадій ГЛУХМАНЮК</w:t>
      </w:r>
    </w:p>
    <w:p w14:paraId="14877277" w14:textId="77777777" w:rsidR="00C7382C" w:rsidRPr="006B5355" w:rsidRDefault="00C7382C" w:rsidP="00C7382C">
      <w:pPr>
        <w:tabs>
          <w:tab w:val="left" w:pos="7655"/>
        </w:tabs>
        <w:jc w:val="both"/>
        <w:rPr>
          <w:bCs/>
          <w:lang w:val="uk-UA"/>
        </w:rPr>
      </w:pPr>
    </w:p>
    <w:p w14:paraId="2B3EF555" w14:textId="77777777" w:rsidR="00C7382C" w:rsidRDefault="00C7382C" w:rsidP="00C7382C">
      <w:pPr>
        <w:jc w:val="both"/>
        <w:rPr>
          <w:b/>
          <w:bCs/>
          <w:lang w:val="uk-UA"/>
        </w:rPr>
      </w:pPr>
    </w:p>
    <w:p w14:paraId="295676E7" w14:textId="77777777" w:rsidR="002013F4" w:rsidRDefault="002013F4" w:rsidP="00C7382C">
      <w:pPr>
        <w:jc w:val="both"/>
        <w:rPr>
          <w:b/>
          <w:bCs/>
          <w:lang w:val="uk-UA"/>
        </w:rPr>
      </w:pPr>
    </w:p>
    <w:p w14:paraId="751C3828" w14:textId="77777777" w:rsidR="00267A2B" w:rsidRDefault="00267A2B" w:rsidP="00C7382C">
      <w:pPr>
        <w:jc w:val="both"/>
        <w:rPr>
          <w:b/>
          <w:bCs/>
          <w:lang w:val="uk-UA"/>
        </w:rPr>
      </w:pPr>
    </w:p>
    <w:p w14:paraId="64022CA4" w14:textId="088FAB1C" w:rsidR="009208E4" w:rsidRDefault="009208E4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AA3F84A" w14:textId="4F78DB51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A828140" w14:textId="2BA55163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0301457" w14:textId="4F890B1F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77C82F9" w14:textId="5EB96318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91B8B5B" w14:textId="00BDCA4D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C068DD8" w14:textId="727C4ED7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5E97C5D" w14:textId="0954CD63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557FB07" w14:textId="6B45E786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3CFF16B" w14:textId="0B6D8BE3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049C3A3E" w14:textId="78730787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FF4D048" w14:textId="1DE75F4E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04004A2" w14:textId="42FE97C3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3C10F6AC" w14:textId="71D3EE5C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A6C435E" w14:textId="56616868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1EF2FE6" w14:textId="000D8DC2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304010D" w14:textId="6BA924B1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2F18107" w14:textId="15EFC495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A555635" w14:textId="26D8ED12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B0B9FC2" w14:textId="37FCB59C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4CFFD4E" w14:textId="31358E8E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EAA9914" w14:textId="21BF76A6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93784D0" w14:textId="71EEF67A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7729B21" w14:textId="02B64817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25F83AA7" w14:textId="3EEED729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BC11D1A" w14:textId="6A866D26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2162AA3" w14:textId="676E9544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8613AAE" w14:textId="6514EB0B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6E89E9EC" w14:textId="3BDFF646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19F7B8DE" w14:textId="4F7BE388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7EC670BD" w14:textId="59165FF2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4A6BAF24" w14:textId="77777777" w:rsidR="00486204" w:rsidRDefault="00486204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063CD9B" w14:textId="77777777" w:rsidR="006B5355" w:rsidRDefault="006B5355" w:rsidP="006B5355">
      <w:pPr>
        <w:pStyle w:val="a4"/>
        <w:tabs>
          <w:tab w:val="left" w:pos="709"/>
          <w:tab w:val="left" w:pos="7938"/>
        </w:tabs>
        <w:rPr>
          <w:sz w:val="22"/>
          <w:szCs w:val="22"/>
        </w:rPr>
      </w:pPr>
    </w:p>
    <w:p w14:paraId="2627AB42" w14:textId="77777777" w:rsidR="006B5355" w:rsidRDefault="006B5355" w:rsidP="008F27C8">
      <w:pPr>
        <w:pStyle w:val="a4"/>
        <w:tabs>
          <w:tab w:val="left" w:pos="7938"/>
        </w:tabs>
        <w:rPr>
          <w:sz w:val="22"/>
          <w:szCs w:val="22"/>
        </w:rPr>
      </w:pPr>
    </w:p>
    <w:p w14:paraId="52AB60BC" w14:textId="2BBDCDA2" w:rsidR="006B5355" w:rsidRDefault="006B5355" w:rsidP="00FD6A24">
      <w:pPr>
        <w:rPr>
          <w:sz w:val="18"/>
          <w:szCs w:val="18"/>
          <w:lang w:val="uk-UA"/>
        </w:rPr>
      </w:pPr>
    </w:p>
    <w:sectPr w:rsidR="006B5355" w:rsidSect="006B5355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31EB" w14:textId="77777777" w:rsidR="002707C7" w:rsidRDefault="002707C7">
      <w:r>
        <w:separator/>
      </w:r>
    </w:p>
  </w:endnote>
  <w:endnote w:type="continuationSeparator" w:id="0">
    <w:p w14:paraId="4B29D3B0" w14:textId="77777777" w:rsidR="002707C7" w:rsidRDefault="00270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00DA0" w14:textId="77777777" w:rsidR="002707C7" w:rsidRDefault="002707C7">
      <w:r>
        <w:separator/>
      </w:r>
    </w:p>
  </w:footnote>
  <w:footnote w:type="continuationSeparator" w:id="0">
    <w:p w14:paraId="7EDC84AF" w14:textId="77777777" w:rsidR="002707C7" w:rsidRDefault="00270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79128B"/>
    <w:multiLevelType w:val="multilevel"/>
    <w:tmpl w:val="421C8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5D0B3917"/>
    <w:multiLevelType w:val="multilevel"/>
    <w:tmpl w:val="96F8230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4852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04AB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13F4"/>
    <w:rsid w:val="00202237"/>
    <w:rsid w:val="002037C2"/>
    <w:rsid w:val="00203984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3F24"/>
    <w:rsid w:val="00234B62"/>
    <w:rsid w:val="00235082"/>
    <w:rsid w:val="002408DF"/>
    <w:rsid w:val="00254EEF"/>
    <w:rsid w:val="00267525"/>
    <w:rsid w:val="00267A2B"/>
    <w:rsid w:val="002707C7"/>
    <w:rsid w:val="00292477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6D0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2026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1EEF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80659"/>
    <w:rsid w:val="00481073"/>
    <w:rsid w:val="00483783"/>
    <w:rsid w:val="00486204"/>
    <w:rsid w:val="0048729D"/>
    <w:rsid w:val="00492A94"/>
    <w:rsid w:val="004A1DB1"/>
    <w:rsid w:val="004A7173"/>
    <w:rsid w:val="004B3E19"/>
    <w:rsid w:val="004B41A4"/>
    <w:rsid w:val="004B50FC"/>
    <w:rsid w:val="004D02F1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E1D4D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B5355"/>
    <w:rsid w:val="006E3CA7"/>
    <w:rsid w:val="006E5C33"/>
    <w:rsid w:val="006E6472"/>
    <w:rsid w:val="006F0F9B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268B2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0F1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716E"/>
    <w:rsid w:val="009078BB"/>
    <w:rsid w:val="00910281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5361"/>
    <w:rsid w:val="009960FA"/>
    <w:rsid w:val="009A17FB"/>
    <w:rsid w:val="009A71D8"/>
    <w:rsid w:val="009B1C6A"/>
    <w:rsid w:val="009B6465"/>
    <w:rsid w:val="009B68D0"/>
    <w:rsid w:val="009B72FF"/>
    <w:rsid w:val="009C09CE"/>
    <w:rsid w:val="009C1817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B6A47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3B85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1CDA"/>
    <w:rsid w:val="00C46B8F"/>
    <w:rsid w:val="00C471FA"/>
    <w:rsid w:val="00C624ED"/>
    <w:rsid w:val="00C675C8"/>
    <w:rsid w:val="00C67DE0"/>
    <w:rsid w:val="00C7382C"/>
    <w:rsid w:val="00C762BD"/>
    <w:rsid w:val="00C80EB8"/>
    <w:rsid w:val="00C81C5C"/>
    <w:rsid w:val="00C82C84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478B"/>
    <w:rsid w:val="00CF7697"/>
    <w:rsid w:val="00CF7E1C"/>
    <w:rsid w:val="00D00FFB"/>
    <w:rsid w:val="00D042E6"/>
    <w:rsid w:val="00D10A50"/>
    <w:rsid w:val="00D10EC2"/>
    <w:rsid w:val="00D123D8"/>
    <w:rsid w:val="00D1322E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22D"/>
    <w:rsid w:val="00D8368F"/>
    <w:rsid w:val="00D8506E"/>
    <w:rsid w:val="00D917BB"/>
    <w:rsid w:val="00D928FD"/>
    <w:rsid w:val="00D97AAE"/>
    <w:rsid w:val="00DA2352"/>
    <w:rsid w:val="00DA64BD"/>
    <w:rsid w:val="00DA75F6"/>
    <w:rsid w:val="00DA7755"/>
    <w:rsid w:val="00DB1B2A"/>
    <w:rsid w:val="00DB38A1"/>
    <w:rsid w:val="00DC11BE"/>
    <w:rsid w:val="00DC17D1"/>
    <w:rsid w:val="00DD15CF"/>
    <w:rsid w:val="00DD30C4"/>
    <w:rsid w:val="00DE1F4B"/>
    <w:rsid w:val="00DE74B5"/>
    <w:rsid w:val="00DF594B"/>
    <w:rsid w:val="00DF7B5B"/>
    <w:rsid w:val="00E07AE6"/>
    <w:rsid w:val="00E1392A"/>
    <w:rsid w:val="00E160D1"/>
    <w:rsid w:val="00E24BAB"/>
    <w:rsid w:val="00E27297"/>
    <w:rsid w:val="00E30C16"/>
    <w:rsid w:val="00E33BCB"/>
    <w:rsid w:val="00E37C1A"/>
    <w:rsid w:val="00E419A7"/>
    <w:rsid w:val="00E456D3"/>
    <w:rsid w:val="00E54A98"/>
    <w:rsid w:val="00E65A2C"/>
    <w:rsid w:val="00E73E54"/>
    <w:rsid w:val="00E83F5D"/>
    <w:rsid w:val="00E93418"/>
    <w:rsid w:val="00EA180B"/>
    <w:rsid w:val="00EC275C"/>
    <w:rsid w:val="00EC50E3"/>
    <w:rsid w:val="00EC6718"/>
    <w:rsid w:val="00ED0146"/>
    <w:rsid w:val="00ED1343"/>
    <w:rsid w:val="00ED6BC7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77B22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380B1"/>
  <w15:docId w15:val="{92868317-D83B-48DE-B5F1-10A979F7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C529-FD71-40C2-B8D2-D38F0BDB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30</TotalTime>
  <Pages>2</Pages>
  <Words>301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7</cp:revision>
  <cp:lastPrinted>2024-10-17T07:06:00Z</cp:lastPrinted>
  <dcterms:created xsi:type="dcterms:W3CDTF">2024-10-17T07:07:00Z</dcterms:created>
  <dcterms:modified xsi:type="dcterms:W3CDTF">2024-10-25T08:31:00Z</dcterms:modified>
</cp:coreProperties>
</file>