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12" w:rsidRPr="00D935A1" w:rsidRDefault="00C62612" w:rsidP="00D935A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935A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  <w:r w:rsidRPr="0037312F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3pt;height:45.75pt;visibility:visible">
            <v:imagedata r:id="rId5" o:title=""/>
          </v:shape>
        </w:pict>
      </w:r>
    </w:p>
    <w:p w:rsidR="00C62612" w:rsidRPr="00D935A1" w:rsidRDefault="00C62612" w:rsidP="00D935A1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eastAsia="ru-RU"/>
        </w:rPr>
      </w:pPr>
      <w:r w:rsidRPr="00D935A1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УКРАЇНА</w:t>
      </w:r>
      <w:r w:rsidRPr="00D935A1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D935A1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МОГИЛІВ-ПОДІЛЬСЬКА МІСЬКА РАДА</w:t>
      </w:r>
      <w:r w:rsidRPr="00D935A1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D935A1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ВІННИЦЬКОЇ ОБЛАСТІ</w:t>
      </w:r>
    </w:p>
    <w:p w:rsidR="00C62612" w:rsidRPr="00D935A1" w:rsidRDefault="00C62612" w:rsidP="00D935A1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D935A1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ВИКОНАВЧИЙ КОМІТЕТ</w:t>
      </w:r>
    </w:p>
    <w:p w:rsidR="00C62612" w:rsidRPr="00D935A1" w:rsidRDefault="00C62612" w:rsidP="00D935A1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Pr="00D935A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 xml:space="preserve"> РІШЕННЯ№</w:t>
      </w:r>
      <w:r w:rsidRPr="00D935A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5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7</w:t>
      </w:r>
    </w:p>
    <w:p w:rsidR="00C62612" w:rsidRPr="0027165D" w:rsidRDefault="00C62612" w:rsidP="00D935A1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7165D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10.03.2017 р.                                              м. Могилів-Подільський</w:t>
      </w:r>
    </w:p>
    <w:p w:rsidR="00C62612" w:rsidRPr="00D935A1" w:rsidRDefault="00C62612" w:rsidP="00D935A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35A1">
        <w:rPr>
          <w:rFonts w:ascii="Times New Roman" w:hAnsi="Times New Roman"/>
          <w:b/>
          <w:sz w:val="28"/>
          <w:szCs w:val="28"/>
          <w:lang w:eastAsia="ru-RU"/>
        </w:rPr>
        <w:t>Про надання статусу дитини – сироти</w:t>
      </w:r>
    </w:p>
    <w:p w:rsidR="00C62612" w:rsidRPr="00D935A1" w:rsidRDefault="00C62612" w:rsidP="00DE5C4E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35A1">
        <w:rPr>
          <w:rFonts w:ascii="Times New Roman" w:hAnsi="Times New Roman"/>
          <w:spacing w:val="6"/>
          <w:sz w:val="28"/>
          <w:szCs w:val="28"/>
          <w:lang w:eastAsia="uk-UA"/>
        </w:rPr>
        <w:tab/>
      </w:r>
      <w:r w:rsidRPr="00D935A1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</w:t>
      </w:r>
      <w:r>
        <w:rPr>
          <w:rFonts w:ascii="Times New Roman" w:hAnsi="Times New Roman"/>
          <w:sz w:val="28"/>
          <w:szCs w:val="28"/>
          <w:lang w:eastAsia="ru-RU"/>
        </w:rPr>
        <w:t xml:space="preserve">еве самоврядування в Україні», Законом України </w:t>
      </w:r>
      <w:r w:rsidRPr="00D935A1">
        <w:rPr>
          <w:rFonts w:ascii="Times New Roman" w:hAnsi="Times New Roman"/>
          <w:sz w:val="28"/>
          <w:szCs w:val="28"/>
          <w:lang w:eastAsia="ru-RU"/>
        </w:rPr>
        <w:t>«П</w:t>
      </w:r>
      <w:r>
        <w:rPr>
          <w:rFonts w:ascii="Times New Roman" w:hAnsi="Times New Roman"/>
          <w:sz w:val="28"/>
          <w:szCs w:val="28"/>
          <w:lang w:eastAsia="ru-RU"/>
        </w:rPr>
        <w:t>ро забезпечення організаційно-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правових умов соціального захисту дітей сиріт та дітей, позбавлених батьківського піклування»,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935A1">
        <w:rPr>
          <w:rFonts w:ascii="Times New Roman" w:hAnsi="Times New Roman"/>
          <w:sz w:val="28"/>
          <w:szCs w:val="28"/>
          <w:lang w:eastAsia="ru-RU"/>
        </w:rPr>
        <w:t>останов</w:t>
      </w:r>
      <w:r>
        <w:rPr>
          <w:rFonts w:ascii="Times New Roman" w:hAnsi="Times New Roman"/>
          <w:sz w:val="28"/>
          <w:szCs w:val="28"/>
          <w:lang w:eastAsia="ru-RU"/>
        </w:rPr>
        <w:t>ою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/>
          <w:sz w:val="28"/>
          <w:szCs w:val="28"/>
          <w:lang w:eastAsia="ru-RU"/>
        </w:rPr>
        <w:t>абінету Міністрів України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від 24.09.2008</w:t>
      </w:r>
      <w:r w:rsidRPr="00D935A1">
        <w:rPr>
          <w:rFonts w:ascii="Times New Roman" w:hAnsi="Times New Roman"/>
          <w:sz w:val="28"/>
          <w:szCs w:val="28"/>
          <w:lang w:eastAsia="ru-RU"/>
        </w:rPr>
        <w:t>р. №866  «Питання діяльності органів опіки та піклування, пов’язані із захистом прав дітей», свідоцтво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про смерть Самсонової О.В.,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35A1">
        <w:rPr>
          <w:rFonts w:ascii="Times New Roman" w:hAnsi="Times New Roman"/>
          <w:sz w:val="28"/>
          <w:szCs w:val="28"/>
          <w:lang w:eastAsia="ru-RU"/>
        </w:rPr>
        <w:t>витяг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з Державного реєстру актів цивільного стану громадян про народження із зазначенням відомостей про батька відповідно до частини першої статті</w:t>
      </w:r>
      <w:r>
        <w:rPr>
          <w:rFonts w:ascii="Times New Roman" w:hAnsi="Times New Roman"/>
          <w:sz w:val="28"/>
          <w:szCs w:val="28"/>
          <w:lang w:eastAsia="ru-RU"/>
        </w:rPr>
        <w:t xml:space="preserve"> 135 Сімейного кодексу України </w:t>
      </w:r>
      <w:r w:rsidRPr="00D935A1">
        <w:rPr>
          <w:rFonts w:ascii="Times New Roman" w:hAnsi="Times New Roman"/>
          <w:sz w:val="28"/>
          <w:szCs w:val="28"/>
          <w:lang w:eastAsia="ru-RU"/>
        </w:rPr>
        <w:t>та за поданням служби 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35A1">
        <w:rPr>
          <w:rFonts w:ascii="Times New Roman" w:hAnsi="Times New Roman"/>
          <w:sz w:val="28"/>
          <w:szCs w:val="28"/>
          <w:lang w:eastAsia="ru-RU"/>
        </w:rPr>
        <w:t>справах дітей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міської ради</w:t>
      </w:r>
      <w:r w:rsidRPr="00D935A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C62612" w:rsidRPr="00D935A1" w:rsidRDefault="00C62612" w:rsidP="00D935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62612" w:rsidRPr="00D935A1" w:rsidRDefault="00C62612" w:rsidP="00D935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35A1">
        <w:rPr>
          <w:rFonts w:ascii="Times New Roman" w:hAnsi="Times New Roman"/>
          <w:b/>
          <w:sz w:val="28"/>
          <w:szCs w:val="28"/>
          <w:lang w:eastAsia="ru-RU"/>
        </w:rPr>
        <w:t>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D935A1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C62612" w:rsidRPr="00D935A1" w:rsidRDefault="00C62612" w:rsidP="00D935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2612" w:rsidRPr="00D935A1" w:rsidRDefault="00C62612" w:rsidP="00DE5C4E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1. </w:t>
      </w:r>
      <w:r w:rsidRPr="00D935A1">
        <w:rPr>
          <w:rFonts w:ascii="Times New Roman" w:hAnsi="Times New Roman"/>
          <w:sz w:val="28"/>
          <w:szCs w:val="28"/>
          <w:lang w:eastAsia="ru-RU"/>
        </w:rPr>
        <w:t>Надати статус дитини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D935A1">
        <w:rPr>
          <w:rFonts w:ascii="Times New Roman" w:hAnsi="Times New Roman"/>
          <w:sz w:val="28"/>
          <w:szCs w:val="28"/>
          <w:lang w:eastAsia="ru-RU"/>
        </w:rPr>
        <w:t>сироти неповнолітній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дитині </w:t>
      </w:r>
      <w:r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C62612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D935A1">
        <w:rPr>
          <w:rFonts w:ascii="Times New Roman" w:hAnsi="Times New Roman"/>
          <w:sz w:val="28"/>
          <w:szCs w:val="28"/>
          <w:lang w:eastAsia="ru-RU"/>
        </w:rPr>
        <w:t>1.1. Влаштувати на тимчасове перебування неповнолітн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дитин</w:t>
      </w:r>
      <w:r>
        <w:rPr>
          <w:rFonts w:ascii="Times New Roman" w:hAnsi="Times New Roman"/>
          <w:sz w:val="28"/>
          <w:szCs w:val="28"/>
          <w:lang w:eastAsia="ru-RU"/>
        </w:rPr>
        <w:t>у ______________________</w:t>
      </w:r>
      <w:r w:rsidRPr="00D935A1">
        <w:rPr>
          <w:rFonts w:ascii="Times New Roman" w:hAnsi="Times New Roman"/>
          <w:sz w:val="28"/>
          <w:szCs w:val="28"/>
          <w:lang w:eastAsia="ru-RU"/>
        </w:rPr>
        <w:t>, в сім’ю хрещеної матері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_____________________________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року народження, за адресою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м. Могилів-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Подільський, площа Шевченка, 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D935A1">
        <w:rPr>
          <w:rFonts w:ascii="Times New Roman" w:hAnsi="Times New Roman"/>
          <w:sz w:val="28"/>
          <w:szCs w:val="28"/>
          <w:lang w:eastAsia="ru-RU"/>
        </w:rPr>
        <w:t>, кв.</w:t>
      </w:r>
      <w:r>
        <w:rPr>
          <w:rFonts w:ascii="Times New Roman" w:hAnsi="Times New Roman"/>
          <w:sz w:val="28"/>
          <w:szCs w:val="28"/>
          <w:lang w:eastAsia="ru-RU"/>
        </w:rPr>
        <w:t xml:space="preserve"> ____</w:t>
      </w:r>
      <w:r w:rsidRPr="00D935A1">
        <w:rPr>
          <w:rFonts w:ascii="Times New Roman" w:hAnsi="Times New Roman"/>
          <w:sz w:val="28"/>
          <w:szCs w:val="28"/>
          <w:lang w:eastAsia="ru-RU"/>
        </w:rPr>
        <w:t>, з подальшим влаштуванням під піклування.</w:t>
      </w: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D935A1">
        <w:rPr>
          <w:rFonts w:ascii="Times New Roman" w:hAnsi="Times New Roman"/>
          <w:sz w:val="28"/>
          <w:szCs w:val="28"/>
          <w:lang w:eastAsia="ru-RU"/>
        </w:rPr>
        <w:t>1.2. Службі у справах дітей міської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 (Бизова Л.М.)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взяти на первинний облік дитину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сироту </w:t>
      </w: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Pr="00D935A1">
        <w:rPr>
          <w:rFonts w:ascii="Times New Roman" w:hAnsi="Times New Roman"/>
          <w:sz w:val="28"/>
          <w:szCs w:val="28"/>
          <w:lang w:eastAsia="ru-RU"/>
        </w:rPr>
        <w:t xml:space="preserve"> та вирішити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35A1">
        <w:rPr>
          <w:rFonts w:ascii="Times New Roman" w:hAnsi="Times New Roman"/>
          <w:sz w:val="28"/>
          <w:szCs w:val="28"/>
          <w:lang w:eastAsia="ru-RU"/>
        </w:rPr>
        <w:t>питання щодо подальшого її влаштування.</w:t>
      </w:r>
    </w:p>
    <w:p w:rsidR="00C62612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2. </w:t>
      </w:r>
      <w:r w:rsidRPr="00D935A1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</w:t>
      </w:r>
      <w:r>
        <w:rPr>
          <w:rFonts w:ascii="Times New Roman" w:hAnsi="Times New Roman"/>
          <w:sz w:val="28"/>
          <w:szCs w:val="28"/>
          <w:lang w:eastAsia="ru-RU"/>
        </w:rPr>
        <w:t>іяльності виконавчих органів Кригана В.І..</w:t>
      </w: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2612" w:rsidRPr="00D935A1" w:rsidRDefault="00C62612" w:rsidP="004359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35A1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D935A1">
        <w:rPr>
          <w:rFonts w:ascii="Times New Roman" w:hAnsi="Times New Roman"/>
          <w:sz w:val="28"/>
          <w:szCs w:val="28"/>
          <w:lang w:eastAsia="ru-RU"/>
        </w:rPr>
        <w:t>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35A1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C62612" w:rsidRPr="00D935A1" w:rsidRDefault="00C62612" w:rsidP="00D935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2612" w:rsidRPr="00435997" w:rsidRDefault="00C62612" w:rsidP="0043599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C62612" w:rsidRPr="00435997" w:rsidSect="00435997">
      <w:pgSz w:w="11906" w:h="16838"/>
      <w:pgMar w:top="1079" w:right="926" w:bottom="719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0143D0"/>
    <w:multiLevelType w:val="hybridMultilevel"/>
    <w:tmpl w:val="1AC07A68"/>
    <w:lvl w:ilvl="0" w:tplc="9280AA3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86F"/>
    <w:rsid w:val="000056C7"/>
    <w:rsid w:val="00043319"/>
    <w:rsid w:val="001E5BB3"/>
    <w:rsid w:val="0027165D"/>
    <w:rsid w:val="00294EE4"/>
    <w:rsid w:val="00307423"/>
    <w:rsid w:val="0037312F"/>
    <w:rsid w:val="003F0134"/>
    <w:rsid w:val="003F15DF"/>
    <w:rsid w:val="00435997"/>
    <w:rsid w:val="004654F8"/>
    <w:rsid w:val="00466865"/>
    <w:rsid w:val="00601FF0"/>
    <w:rsid w:val="00693DF2"/>
    <w:rsid w:val="007667C1"/>
    <w:rsid w:val="00773C34"/>
    <w:rsid w:val="00A0186F"/>
    <w:rsid w:val="00AD60B7"/>
    <w:rsid w:val="00BE0E36"/>
    <w:rsid w:val="00BF62CD"/>
    <w:rsid w:val="00C62612"/>
    <w:rsid w:val="00D91DFE"/>
    <w:rsid w:val="00D935A1"/>
    <w:rsid w:val="00DE5C4E"/>
    <w:rsid w:val="00E7251C"/>
    <w:rsid w:val="00F6278D"/>
    <w:rsid w:val="00F7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6F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6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261</Words>
  <Characters>1492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10</cp:revision>
  <cp:lastPrinted>2017-03-13T13:06:00Z</cp:lastPrinted>
  <dcterms:created xsi:type="dcterms:W3CDTF">2017-03-09T10:04:00Z</dcterms:created>
  <dcterms:modified xsi:type="dcterms:W3CDTF">2007-01-01T00:08:00Z</dcterms:modified>
</cp:coreProperties>
</file>