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47" w:rsidRDefault="003A0247" w:rsidP="008A617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 w:rsidRPr="00965ABC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3pt;height:43.5pt;visibility:visible">
            <v:imagedata r:id="rId5" o:title=""/>
          </v:shape>
        </w:pict>
      </w:r>
    </w:p>
    <w:p w:rsidR="003A0247" w:rsidRDefault="003A0247" w:rsidP="008A6171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УКРАЇНА</w:t>
      </w:r>
      <w:r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МОГИЛІВ-ПОДІЛЬСЬКА МІСЬКА РАДА</w:t>
      </w:r>
      <w:r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ВІННИЦЬКОЇ ОБЛАСТІ</w:t>
      </w:r>
    </w:p>
    <w:p w:rsidR="003A0247" w:rsidRDefault="003A0247" w:rsidP="008A6171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3A0247" w:rsidRDefault="003A0247" w:rsidP="008A6171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56</w:t>
      </w:r>
    </w:p>
    <w:p w:rsidR="003A0247" w:rsidRPr="008A6171" w:rsidRDefault="003A0247" w:rsidP="008A6171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           </w:t>
      </w:r>
      <w:r w:rsidRPr="008A6171">
        <w:rPr>
          <w:rFonts w:ascii="Times New Roman" w:hAnsi="Times New Roman"/>
          <w:bCs/>
          <w:sz w:val="28"/>
          <w:szCs w:val="28"/>
          <w:lang w:eastAsia="ru-RU"/>
        </w:rPr>
        <w:t xml:space="preserve"> Від 10.03.2017 р.                                              м. Могилів-Подільський</w:t>
      </w:r>
    </w:p>
    <w:p w:rsidR="003A0247" w:rsidRPr="008A6171" w:rsidRDefault="003A0247" w:rsidP="008A61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6171">
        <w:rPr>
          <w:rFonts w:ascii="Times New Roman" w:hAnsi="Times New Roman"/>
          <w:b/>
          <w:sz w:val="28"/>
          <w:szCs w:val="28"/>
          <w:lang w:eastAsia="ru-RU"/>
        </w:rPr>
        <w:t>Про надання статусу дитини, позбавленої батьківського піклування</w:t>
      </w:r>
    </w:p>
    <w:p w:rsidR="003A0247" w:rsidRPr="008A6171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B709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A6171">
        <w:rPr>
          <w:rFonts w:ascii="Times New Roman" w:hAnsi="Times New Roman"/>
          <w:spacing w:val="6"/>
          <w:sz w:val="28"/>
          <w:szCs w:val="28"/>
          <w:lang w:eastAsia="uk-UA"/>
        </w:rPr>
        <w:tab/>
      </w:r>
      <w:r w:rsidRPr="008A6171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</w:t>
      </w:r>
      <w:r>
        <w:rPr>
          <w:rFonts w:ascii="Times New Roman" w:hAnsi="Times New Roman"/>
          <w:sz w:val="28"/>
          <w:szCs w:val="28"/>
          <w:lang w:eastAsia="ru-RU"/>
        </w:rPr>
        <w:t xml:space="preserve">еве самоврядування в Україні», </w:t>
      </w:r>
      <w:r w:rsidRPr="008A6171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ом України </w:t>
      </w:r>
      <w:r w:rsidRPr="008A6171">
        <w:rPr>
          <w:rFonts w:ascii="Times New Roman" w:hAnsi="Times New Roman"/>
          <w:sz w:val="28"/>
          <w:szCs w:val="28"/>
          <w:lang w:eastAsia="ru-RU"/>
        </w:rPr>
        <w:t>«П</w:t>
      </w:r>
      <w:r>
        <w:rPr>
          <w:rFonts w:ascii="Times New Roman" w:hAnsi="Times New Roman"/>
          <w:sz w:val="28"/>
          <w:szCs w:val="28"/>
          <w:lang w:eastAsia="ru-RU"/>
        </w:rPr>
        <w:t>ро забезпечення організаційно-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правових умов соціального захисту дітей сиріт та дітей, позбавлених батьківського піклування»,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A6171">
        <w:rPr>
          <w:rFonts w:ascii="Times New Roman" w:hAnsi="Times New Roman"/>
          <w:sz w:val="28"/>
          <w:szCs w:val="28"/>
          <w:lang w:eastAsia="ru-RU"/>
        </w:rPr>
        <w:t>останов</w:t>
      </w:r>
      <w:r>
        <w:rPr>
          <w:rFonts w:ascii="Times New Roman" w:hAnsi="Times New Roman"/>
          <w:sz w:val="28"/>
          <w:szCs w:val="28"/>
          <w:lang w:eastAsia="ru-RU"/>
        </w:rPr>
        <w:t>ою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>абінету Міністрів України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від 24.09.2008</w:t>
      </w:r>
      <w:r w:rsidRPr="008A6171">
        <w:rPr>
          <w:rFonts w:ascii="Times New Roman" w:hAnsi="Times New Roman"/>
          <w:sz w:val="28"/>
          <w:szCs w:val="28"/>
          <w:lang w:eastAsia="ru-RU"/>
        </w:rPr>
        <w:t>р. №866 «Питання діяльності органів опіки та піклування, пов’язані із захистом прав дітей», рішення</w:t>
      </w:r>
      <w:r>
        <w:rPr>
          <w:rFonts w:ascii="Times New Roman" w:hAnsi="Times New Roman"/>
          <w:sz w:val="28"/>
          <w:szCs w:val="28"/>
          <w:lang w:eastAsia="ru-RU"/>
        </w:rPr>
        <w:t>м Могилів-</w:t>
      </w:r>
      <w:r w:rsidRPr="008A6171">
        <w:rPr>
          <w:rFonts w:ascii="Times New Roman" w:hAnsi="Times New Roman"/>
          <w:sz w:val="28"/>
          <w:szCs w:val="28"/>
          <w:lang w:eastAsia="ru-RU"/>
        </w:rPr>
        <w:t>Подільського міськрайонного суду Вінницької області від 10.02.2017 року, справа № 138/88/17</w:t>
      </w:r>
      <w:r>
        <w:rPr>
          <w:rFonts w:ascii="Times New Roman" w:hAnsi="Times New Roman"/>
          <w:sz w:val="28"/>
          <w:szCs w:val="28"/>
          <w:lang w:eastAsia="ru-RU"/>
        </w:rPr>
        <w:t xml:space="preserve">-ц, провадження </w:t>
      </w:r>
      <w:r w:rsidRPr="008A6171">
        <w:rPr>
          <w:rFonts w:ascii="Times New Roman" w:hAnsi="Times New Roman"/>
          <w:sz w:val="28"/>
          <w:szCs w:val="28"/>
          <w:lang w:eastAsia="ru-RU"/>
        </w:rPr>
        <w:t>№2/138/233/17 про позбавлення Кордонської Ніни Вікторівни батьківських прав щодо її малолітньої дитини Кордонської Лілії Володимирівни, витяг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та за п</w:t>
      </w:r>
      <w:r>
        <w:rPr>
          <w:rFonts w:ascii="Times New Roman" w:hAnsi="Times New Roman"/>
          <w:sz w:val="28"/>
          <w:szCs w:val="28"/>
          <w:lang w:eastAsia="ru-RU"/>
        </w:rPr>
        <w:t xml:space="preserve">оданням служби у справах дітей міської ради </w:t>
      </w:r>
      <w:r w:rsidRPr="008A6171">
        <w:rPr>
          <w:rFonts w:ascii="Times New Roman" w:hAnsi="Times New Roman"/>
          <w:sz w:val="28"/>
          <w:szCs w:val="28"/>
          <w:lang w:eastAsia="ru-RU"/>
        </w:rPr>
        <w:t>від 07.03.201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8A6171">
        <w:rPr>
          <w:rFonts w:ascii="Times New Roman" w:hAnsi="Times New Roman"/>
          <w:sz w:val="28"/>
          <w:szCs w:val="28"/>
          <w:lang w:eastAsia="ru-RU"/>
        </w:rPr>
        <w:t>р.</w:t>
      </w:r>
      <w:r w:rsidRPr="00461A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6171">
        <w:rPr>
          <w:rFonts w:ascii="Times New Roman" w:hAnsi="Times New Roman"/>
          <w:sz w:val="28"/>
          <w:szCs w:val="28"/>
          <w:lang w:eastAsia="ru-RU"/>
        </w:rPr>
        <w:t>№01-19/41 «Про надання статусу дитини, позбавленої батьківського піклування»</w:t>
      </w:r>
      <w:r>
        <w:rPr>
          <w:rFonts w:ascii="Times New Roman" w:hAnsi="Times New Roman"/>
          <w:sz w:val="28"/>
          <w:szCs w:val="28"/>
          <w:lang w:eastAsia="ru-RU"/>
        </w:rPr>
        <w:t>,-</w:t>
      </w:r>
    </w:p>
    <w:p w:rsidR="003A0247" w:rsidRPr="00B7099E" w:rsidRDefault="003A0247" w:rsidP="00B709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Pr="008A6171" w:rsidRDefault="003A0247" w:rsidP="00461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6171">
        <w:rPr>
          <w:rFonts w:ascii="Times New Roman" w:hAnsi="Times New Roman"/>
          <w:b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8A6171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3A0247" w:rsidRPr="008A6171" w:rsidRDefault="003A0247" w:rsidP="00461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461A7A">
      <w:pPr>
        <w:tabs>
          <w:tab w:val="left" w:pos="720"/>
        </w:tabs>
        <w:spacing w:after="0" w:line="240" w:lineRule="auto"/>
        <w:ind w:left="-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1. 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Надати статус дитини, позбавленої батьківської піклування малолітній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A0247" w:rsidRPr="008A6171" w:rsidRDefault="003A0247" w:rsidP="00461A7A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A6171">
        <w:rPr>
          <w:rFonts w:ascii="Times New Roman" w:hAnsi="Times New Roman"/>
          <w:sz w:val="28"/>
          <w:szCs w:val="28"/>
          <w:lang w:eastAsia="ru-RU"/>
        </w:rPr>
        <w:t>дитині Кордонській Лілії Володимирівн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8A6171">
        <w:rPr>
          <w:rFonts w:ascii="Times New Roman" w:hAnsi="Times New Roman"/>
          <w:sz w:val="28"/>
          <w:szCs w:val="28"/>
          <w:lang w:eastAsia="ru-RU"/>
        </w:rPr>
        <w:t>, 18.04.2010 року народження, яка тимчасово перебуває у КЗ «Жмерин</w:t>
      </w:r>
      <w:r>
        <w:rPr>
          <w:rFonts w:ascii="Times New Roman" w:hAnsi="Times New Roman"/>
          <w:sz w:val="28"/>
          <w:szCs w:val="28"/>
          <w:lang w:eastAsia="ru-RU"/>
        </w:rPr>
        <w:t>ський обласний центр соціально-</w:t>
      </w:r>
      <w:r w:rsidRPr="008A6171">
        <w:rPr>
          <w:rFonts w:ascii="Times New Roman" w:hAnsi="Times New Roman"/>
          <w:sz w:val="28"/>
          <w:szCs w:val="28"/>
          <w:lang w:eastAsia="ru-RU"/>
        </w:rPr>
        <w:t>психологічної реабілітації дітей».</w:t>
      </w:r>
    </w:p>
    <w:p w:rsidR="003A0247" w:rsidRPr="008A6171" w:rsidRDefault="003A0247" w:rsidP="00461A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2. 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На виконання </w:t>
      </w:r>
      <w:r>
        <w:rPr>
          <w:rFonts w:ascii="Times New Roman" w:hAnsi="Times New Roman"/>
          <w:sz w:val="28"/>
          <w:szCs w:val="28"/>
          <w:lang w:eastAsia="ru-RU"/>
        </w:rPr>
        <w:t>рішення Могилів-</w:t>
      </w:r>
      <w:r w:rsidRPr="008A6171">
        <w:rPr>
          <w:rFonts w:ascii="Times New Roman" w:hAnsi="Times New Roman"/>
          <w:sz w:val="28"/>
          <w:szCs w:val="28"/>
          <w:lang w:eastAsia="ru-RU"/>
        </w:rPr>
        <w:t>Подільського міськрайонного суду Вінницької області від 10.02.2017 року, с</w:t>
      </w:r>
      <w:r>
        <w:rPr>
          <w:rFonts w:ascii="Times New Roman" w:hAnsi="Times New Roman"/>
          <w:sz w:val="28"/>
          <w:szCs w:val="28"/>
          <w:lang w:eastAsia="ru-RU"/>
        </w:rPr>
        <w:t>права № 138/88/17-ц, провадження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№2/138/233/17 про позбавлення </w:t>
      </w:r>
      <w:r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батьківських прав щодо її малолітньої дитини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_______________________, </w:t>
      </w:r>
      <w:r w:rsidRPr="008A6171">
        <w:rPr>
          <w:rFonts w:ascii="Times New Roman" w:hAnsi="Times New Roman"/>
          <w:sz w:val="28"/>
          <w:szCs w:val="28"/>
          <w:lang w:eastAsia="ru-RU"/>
        </w:rPr>
        <w:t>надати дозвіл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і у справах дітей міської ради </w:t>
      </w:r>
      <w:r w:rsidRPr="008A6171">
        <w:rPr>
          <w:rFonts w:ascii="Times New Roman" w:hAnsi="Times New Roman"/>
          <w:sz w:val="28"/>
          <w:szCs w:val="28"/>
          <w:lang w:eastAsia="ru-RU"/>
        </w:rPr>
        <w:t>вчинити дії щодо відкриття у відділенні Державного ощадного банку України особист</w:t>
      </w:r>
      <w:r>
        <w:rPr>
          <w:rFonts w:ascii="Times New Roman" w:hAnsi="Times New Roman"/>
          <w:sz w:val="28"/>
          <w:szCs w:val="28"/>
          <w:lang w:eastAsia="ru-RU"/>
        </w:rPr>
        <w:t>ого рахун</w:t>
      </w:r>
      <w:r w:rsidRPr="008A6171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дитин</w:t>
      </w:r>
      <w:r>
        <w:rPr>
          <w:rFonts w:ascii="Times New Roman" w:hAnsi="Times New Roman"/>
          <w:sz w:val="28"/>
          <w:szCs w:val="28"/>
          <w:lang w:eastAsia="ru-RU"/>
        </w:rPr>
        <w:t>і _____________________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_____ року народження, для перерахування </w:t>
      </w:r>
      <w:r w:rsidRPr="008A6171">
        <w:rPr>
          <w:rFonts w:ascii="Times New Roman" w:hAnsi="Times New Roman"/>
          <w:sz w:val="28"/>
          <w:szCs w:val="28"/>
          <w:lang w:eastAsia="ru-RU"/>
        </w:rPr>
        <w:t>аліментів на її утримання.</w:t>
      </w:r>
    </w:p>
    <w:p w:rsidR="003A0247" w:rsidRPr="008A6171" w:rsidRDefault="003A0247" w:rsidP="00461A7A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8A6171">
        <w:rPr>
          <w:rFonts w:ascii="Times New Roman" w:hAnsi="Times New Roman"/>
          <w:sz w:val="28"/>
          <w:szCs w:val="28"/>
          <w:lang w:eastAsia="ru-RU"/>
        </w:rPr>
        <w:t>2.1.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6171">
        <w:rPr>
          <w:rFonts w:ascii="Times New Roman" w:hAnsi="Times New Roman"/>
          <w:sz w:val="28"/>
          <w:szCs w:val="28"/>
          <w:lang w:eastAsia="ru-RU"/>
        </w:rPr>
        <w:t>Службі у справах дітей міської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(Бизова Л.М.) </w:t>
      </w:r>
      <w:r w:rsidRPr="008A6171">
        <w:rPr>
          <w:rFonts w:ascii="Times New Roman" w:hAnsi="Times New Roman"/>
          <w:sz w:val="28"/>
          <w:szCs w:val="28"/>
          <w:lang w:eastAsia="ru-RU"/>
        </w:rPr>
        <w:t>взяти на первинний облік дитину,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6171">
        <w:rPr>
          <w:rFonts w:ascii="Times New Roman" w:hAnsi="Times New Roman"/>
          <w:sz w:val="28"/>
          <w:szCs w:val="28"/>
          <w:lang w:eastAsia="ru-RU"/>
        </w:rPr>
        <w:t>позбавлену батьківського піклування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___________________</w:t>
      </w:r>
      <w:r w:rsidRPr="008A6171">
        <w:rPr>
          <w:rFonts w:ascii="Times New Roman" w:hAnsi="Times New Roman"/>
          <w:sz w:val="28"/>
          <w:szCs w:val="28"/>
          <w:lang w:eastAsia="ru-RU"/>
        </w:rPr>
        <w:t xml:space="preserve"> та вирішити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6171">
        <w:rPr>
          <w:rFonts w:ascii="Times New Roman" w:hAnsi="Times New Roman"/>
          <w:sz w:val="28"/>
          <w:szCs w:val="28"/>
          <w:lang w:eastAsia="ru-RU"/>
        </w:rPr>
        <w:t>питання щодо подальшого її влаштування.</w:t>
      </w:r>
    </w:p>
    <w:p w:rsidR="003A0247" w:rsidRPr="008A6171" w:rsidRDefault="003A0247" w:rsidP="00B709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3. </w:t>
      </w:r>
      <w:r w:rsidRPr="008A6171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</w:t>
      </w:r>
      <w:r>
        <w:rPr>
          <w:rFonts w:ascii="Times New Roman" w:hAnsi="Times New Roman"/>
          <w:sz w:val="28"/>
          <w:szCs w:val="28"/>
          <w:lang w:eastAsia="ru-RU"/>
        </w:rPr>
        <w:t>іяльності виконавчих органів Кригана В.І..</w:t>
      </w: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Pr="008A6171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Pr="008A6171" w:rsidRDefault="003A0247" w:rsidP="001747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6171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8A6171">
        <w:rPr>
          <w:rFonts w:ascii="Times New Roman" w:hAnsi="Times New Roman"/>
          <w:sz w:val="28"/>
          <w:szCs w:val="28"/>
          <w:lang w:eastAsia="ru-RU"/>
        </w:rPr>
        <w:t>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6171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3A0247" w:rsidRPr="008A6171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Default="003A0247" w:rsidP="008A61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0247" w:rsidRPr="008A6171" w:rsidRDefault="003A0247" w:rsidP="008A6171">
      <w:pPr>
        <w:spacing w:after="0"/>
        <w:rPr>
          <w:rFonts w:ascii="Times New Roman" w:hAnsi="Times New Roman"/>
          <w:sz w:val="28"/>
          <w:szCs w:val="28"/>
        </w:rPr>
      </w:pPr>
    </w:p>
    <w:sectPr w:rsidR="003A0247" w:rsidRPr="008A6171" w:rsidSect="00B7099E">
      <w:pgSz w:w="11906" w:h="16838"/>
      <w:pgMar w:top="1438" w:right="746" w:bottom="85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0143D0"/>
    <w:multiLevelType w:val="hybridMultilevel"/>
    <w:tmpl w:val="1AC07A68"/>
    <w:lvl w:ilvl="0" w:tplc="9280AA3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4F8"/>
    <w:rsid w:val="0017473B"/>
    <w:rsid w:val="00196DBB"/>
    <w:rsid w:val="001A1CAC"/>
    <w:rsid w:val="001B1611"/>
    <w:rsid w:val="001B6ADF"/>
    <w:rsid w:val="001F4A6C"/>
    <w:rsid w:val="003A0247"/>
    <w:rsid w:val="003D559D"/>
    <w:rsid w:val="00461A7A"/>
    <w:rsid w:val="004654F8"/>
    <w:rsid w:val="004E6455"/>
    <w:rsid w:val="004E7256"/>
    <w:rsid w:val="005E758A"/>
    <w:rsid w:val="007A792A"/>
    <w:rsid w:val="00866D63"/>
    <w:rsid w:val="008A6171"/>
    <w:rsid w:val="00965ABC"/>
    <w:rsid w:val="00B7099E"/>
    <w:rsid w:val="00C72E31"/>
    <w:rsid w:val="00D91DFE"/>
    <w:rsid w:val="00DF4986"/>
    <w:rsid w:val="00F55C53"/>
    <w:rsid w:val="00FD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58A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2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380</Words>
  <Characters>2171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8</cp:revision>
  <cp:lastPrinted>2017-03-01T05:42:00Z</cp:lastPrinted>
  <dcterms:created xsi:type="dcterms:W3CDTF">2017-03-09T06:13:00Z</dcterms:created>
  <dcterms:modified xsi:type="dcterms:W3CDTF">2007-01-01T00:07:00Z</dcterms:modified>
</cp:coreProperties>
</file>