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3001" w:rsidRDefault="00D13001" w:rsidP="00412839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C97EAF">
        <w:rPr>
          <w:rFonts w:ascii="Times New Roman" w:hAnsi="Times New Roman"/>
          <w:color w:val="000000"/>
          <w:sz w:val="28"/>
          <w:szCs w:val="28"/>
        </w:rPr>
        <w:t xml:space="preserve">                                                </w:t>
      </w:r>
      <w:r>
        <w:rPr>
          <w:rFonts w:ascii="Times New Roman" w:hAnsi="Times New Roman"/>
          <w:color w:val="000000"/>
          <w:sz w:val="28"/>
          <w:szCs w:val="28"/>
        </w:rPr>
        <w:t xml:space="preserve">             </w:t>
      </w:r>
      <w:r w:rsidRPr="00C97EA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F737E">
        <w:rPr>
          <w:rFonts w:ascii="Times New Roman" w:hAnsi="Times New Roman"/>
          <w:noProof/>
          <w:color w:val="000000"/>
          <w:sz w:val="28"/>
          <w:szCs w:val="28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4" o:spid="_x0000_i1025" type="#_x0000_t75" alt="Малий державний герб України" style="width:32.25pt;height:41.25pt;visibility:visible">
            <v:imagedata r:id="rId5" o:title=""/>
          </v:shape>
        </w:pict>
      </w:r>
    </w:p>
    <w:p w:rsidR="00D13001" w:rsidRPr="00AE6FCE" w:rsidRDefault="00D13001" w:rsidP="00412839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 w:rsidRPr="00C97EAF">
        <w:rPr>
          <w:rFonts w:ascii="Times New Roman" w:hAnsi="Times New Roman"/>
          <w:smallCaps/>
          <w:color w:val="000000"/>
          <w:sz w:val="28"/>
          <w:szCs w:val="28"/>
        </w:rPr>
        <w:t>УКРАЇНА</w:t>
      </w:r>
      <w:r w:rsidRPr="00C97EAF">
        <w:rPr>
          <w:rFonts w:ascii="Times New Roman" w:hAnsi="Times New Roman"/>
          <w:b/>
          <w:smallCaps/>
          <w:color w:val="000000"/>
          <w:sz w:val="28"/>
          <w:szCs w:val="28"/>
        </w:rPr>
        <w:br/>
        <w:t xml:space="preserve">        </w:t>
      </w:r>
      <w:r w:rsidRPr="00C97EAF">
        <w:rPr>
          <w:rFonts w:ascii="Times New Roman" w:hAnsi="Times New Roman"/>
          <w:smallCaps/>
          <w:color w:val="000000"/>
          <w:sz w:val="28"/>
          <w:szCs w:val="28"/>
        </w:rPr>
        <w:t>МОГИЛІВ-ПОДІЛЬСЬКА МІСЬКА РАДА</w:t>
      </w:r>
      <w:r w:rsidRPr="00C97EAF">
        <w:rPr>
          <w:rFonts w:ascii="Times New Roman" w:hAnsi="Times New Roman"/>
          <w:b/>
          <w:smallCaps/>
          <w:color w:val="000000"/>
          <w:sz w:val="28"/>
          <w:szCs w:val="28"/>
        </w:rPr>
        <w:br/>
      </w:r>
      <w:r w:rsidRPr="00C97EAF">
        <w:rPr>
          <w:rFonts w:ascii="Times New Roman" w:hAnsi="Times New Roman"/>
          <w:smallCaps/>
          <w:color w:val="000000"/>
          <w:sz w:val="28"/>
          <w:szCs w:val="28"/>
        </w:rPr>
        <w:t>ВІННИЦЬКОЇ ОБЛАСТІ</w:t>
      </w:r>
    </w:p>
    <w:p w:rsidR="00D13001" w:rsidRPr="00C97EAF" w:rsidRDefault="00D13001" w:rsidP="00412839">
      <w:pPr>
        <w:spacing w:after="0" w:line="240" w:lineRule="auto"/>
        <w:jc w:val="center"/>
        <w:rPr>
          <w:rFonts w:ascii="Times New Roman" w:hAnsi="Times New Roman"/>
          <w:b/>
          <w:bCs/>
          <w:i/>
          <w:color w:val="000000"/>
          <w:spacing w:val="80"/>
          <w:sz w:val="28"/>
          <w:szCs w:val="28"/>
        </w:rPr>
      </w:pPr>
      <w:r w:rsidRPr="00C97EAF">
        <w:rPr>
          <w:rFonts w:ascii="Times New Roman" w:hAnsi="Times New Roman"/>
          <w:b/>
          <w:color w:val="000000"/>
          <w:sz w:val="28"/>
          <w:szCs w:val="28"/>
        </w:rPr>
        <w:t>ВИКОНАВЧИЙ КОМІТЕТ</w:t>
      </w:r>
    </w:p>
    <w:p w:rsidR="00D13001" w:rsidRPr="00A2108D" w:rsidRDefault="00D13001" w:rsidP="00412839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pacing w:val="80"/>
          <w:sz w:val="32"/>
          <w:szCs w:val="32"/>
          <w:lang w:val="uk-UA"/>
        </w:rPr>
      </w:pPr>
      <w:r>
        <w:rPr>
          <w:noProof/>
          <w:lang w:eastAsia="ru-RU"/>
        </w:rPr>
        <w:pict>
          <v:line id="Прямая соединительная линия 8" o:spid="_x0000_s1026" style="position:absolute;left:0;text-align:left;z-index:251658240;visibility:visible" from="11.5pt,.6pt" to="494.6pt,.6pt" strokeweight="7pt">
            <v:stroke opacity="52428f" linestyle="thickBetweenThin"/>
          </v:line>
        </w:pict>
      </w:r>
      <w:r w:rsidRPr="00C97EAF">
        <w:rPr>
          <w:rFonts w:ascii="Times New Roman" w:hAnsi="Times New Roman"/>
          <w:b/>
          <w:bCs/>
          <w:color w:val="000000"/>
          <w:spacing w:val="80"/>
          <w:sz w:val="28"/>
          <w:szCs w:val="28"/>
        </w:rPr>
        <w:t xml:space="preserve"> </w:t>
      </w:r>
      <w:r w:rsidRPr="00C97EAF">
        <w:rPr>
          <w:rFonts w:ascii="Times New Roman" w:hAnsi="Times New Roman"/>
          <w:b/>
          <w:bCs/>
          <w:color w:val="000000"/>
          <w:spacing w:val="80"/>
          <w:sz w:val="32"/>
          <w:szCs w:val="32"/>
        </w:rPr>
        <w:t>РІШЕННЯ№</w:t>
      </w:r>
      <w:r>
        <w:rPr>
          <w:rFonts w:ascii="Times New Roman" w:hAnsi="Times New Roman"/>
          <w:b/>
          <w:bCs/>
          <w:color w:val="000000"/>
          <w:spacing w:val="80"/>
          <w:sz w:val="32"/>
          <w:szCs w:val="32"/>
        </w:rPr>
        <w:t>26</w:t>
      </w:r>
      <w:r>
        <w:rPr>
          <w:rFonts w:ascii="Times New Roman" w:hAnsi="Times New Roman"/>
          <w:b/>
          <w:bCs/>
          <w:color w:val="000000"/>
          <w:spacing w:val="80"/>
          <w:sz w:val="32"/>
          <w:szCs w:val="32"/>
          <w:lang w:val="uk-UA"/>
        </w:rPr>
        <w:t>8</w:t>
      </w:r>
    </w:p>
    <w:p w:rsidR="00D13001" w:rsidRPr="00C97EAF" w:rsidRDefault="00D13001" w:rsidP="00412839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pacing w:val="80"/>
          <w:sz w:val="32"/>
          <w:szCs w:val="32"/>
        </w:rPr>
      </w:pPr>
    </w:p>
    <w:p w:rsidR="00D13001" w:rsidRDefault="00D13001" w:rsidP="00412839">
      <w:pPr>
        <w:spacing w:after="0" w:line="240" w:lineRule="auto"/>
        <w:ind w:left="180" w:hanging="180"/>
        <w:rPr>
          <w:rFonts w:ascii="Times New Roman" w:hAnsi="Times New Roman"/>
          <w:bCs/>
          <w:sz w:val="28"/>
          <w:szCs w:val="28"/>
        </w:rPr>
      </w:pPr>
      <w:r w:rsidRPr="00C97EAF">
        <w:rPr>
          <w:rFonts w:ascii="Times New Roman" w:hAnsi="Times New Roman"/>
          <w:bCs/>
          <w:sz w:val="28"/>
          <w:szCs w:val="28"/>
        </w:rPr>
        <w:t xml:space="preserve">             Від 31.08.2017р.                                               м. Могилів-Подільський</w:t>
      </w:r>
    </w:p>
    <w:p w:rsidR="00D13001" w:rsidRDefault="00D13001" w:rsidP="00412839">
      <w:pPr>
        <w:spacing w:after="0" w:line="240" w:lineRule="auto"/>
        <w:ind w:left="180" w:hanging="180"/>
        <w:rPr>
          <w:rFonts w:ascii="Times New Roman" w:hAnsi="Times New Roman"/>
          <w:bCs/>
          <w:sz w:val="28"/>
          <w:szCs w:val="28"/>
        </w:rPr>
      </w:pPr>
    </w:p>
    <w:p w:rsidR="00D13001" w:rsidRPr="006E550F" w:rsidRDefault="00D13001" w:rsidP="00716CA2">
      <w:pPr>
        <w:pStyle w:val="NoSpacing"/>
        <w:jc w:val="center"/>
        <w:rPr>
          <w:sz w:val="28"/>
          <w:lang w:val="uk-UA"/>
        </w:rPr>
      </w:pPr>
    </w:p>
    <w:p w:rsidR="00D13001" w:rsidRDefault="00D13001" w:rsidP="00716CA2">
      <w:pPr>
        <w:pStyle w:val="NoSpacing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7B65AD">
        <w:rPr>
          <w:rFonts w:ascii="Times New Roman" w:hAnsi="Times New Roman"/>
          <w:b/>
          <w:sz w:val="28"/>
          <w:szCs w:val="28"/>
          <w:lang w:val="uk-UA"/>
        </w:rPr>
        <w:t xml:space="preserve">Про затвердження плану дій </w:t>
      </w:r>
    </w:p>
    <w:p w:rsidR="00D13001" w:rsidRDefault="00D13001" w:rsidP="00BB3856">
      <w:pPr>
        <w:pStyle w:val="NoSpacing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з </w:t>
      </w:r>
      <w:r w:rsidRPr="007B65AD">
        <w:rPr>
          <w:rFonts w:ascii="Times New Roman" w:hAnsi="Times New Roman"/>
          <w:b/>
          <w:sz w:val="28"/>
          <w:szCs w:val="28"/>
          <w:lang w:val="uk-UA"/>
        </w:rPr>
        <w:t xml:space="preserve">впровадження у місті Ініціативи </w:t>
      </w:r>
    </w:p>
    <w:p w:rsidR="00D13001" w:rsidRPr="007B65AD" w:rsidRDefault="00D13001" w:rsidP="00BB3856">
      <w:pPr>
        <w:pStyle w:val="NoSpacing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7B65AD">
        <w:rPr>
          <w:rFonts w:ascii="Times New Roman" w:hAnsi="Times New Roman"/>
          <w:b/>
          <w:sz w:val="28"/>
          <w:szCs w:val="28"/>
          <w:lang w:val="uk-UA"/>
        </w:rPr>
        <w:t>“Партнерство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7B65AD">
        <w:rPr>
          <w:rFonts w:ascii="Times New Roman" w:hAnsi="Times New Roman"/>
          <w:b/>
          <w:sz w:val="28"/>
          <w:szCs w:val="28"/>
          <w:lang w:val="uk-UA"/>
        </w:rPr>
        <w:t>“Ві</w:t>
      </w:r>
      <w:r>
        <w:rPr>
          <w:rFonts w:ascii="Times New Roman" w:hAnsi="Times New Roman"/>
          <w:b/>
          <w:sz w:val="28"/>
          <w:szCs w:val="28"/>
          <w:lang w:val="uk-UA"/>
        </w:rPr>
        <w:t>дкритий Уряд” на 2017—2018 роки</w:t>
      </w:r>
    </w:p>
    <w:p w:rsidR="00D13001" w:rsidRPr="007B65AD" w:rsidRDefault="00D13001" w:rsidP="00716CA2">
      <w:pPr>
        <w:pStyle w:val="NoSpacing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D13001" w:rsidRDefault="00D13001" w:rsidP="00BB3856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716CA2"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lang w:val="uk-UA"/>
        </w:rPr>
        <w:t>Керуючись ст.ст. 38, 73</w:t>
      </w:r>
      <w:r w:rsidRPr="00B46BA6">
        <w:rPr>
          <w:rFonts w:ascii="Times New Roman" w:hAnsi="Times New Roman"/>
          <w:sz w:val="28"/>
          <w:lang w:val="uk-UA"/>
        </w:rPr>
        <w:t xml:space="preserve"> Закону України «Про місцеве самоврядування в Україні»</w:t>
      </w:r>
      <w:r>
        <w:rPr>
          <w:rFonts w:ascii="Times New Roman" w:hAnsi="Times New Roman"/>
          <w:sz w:val="28"/>
          <w:lang w:val="uk-UA"/>
        </w:rPr>
        <w:t>, в</w:t>
      </w:r>
      <w:r w:rsidRPr="00716CA2">
        <w:rPr>
          <w:rFonts w:ascii="Times New Roman" w:hAnsi="Times New Roman"/>
          <w:sz w:val="28"/>
          <w:szCs w:val="28"/>
          <w:lang w:val="uk-UA"/>
        </w:rPr>
        <w:t>раховуючи Розпорядження Кабінету Міністрів України</w:t>
      </w:r>
      <w:r>
        <w:rPr>
          <w:rFonts w:ascii="Times New Roman" w:hAnsi="Times New Roman"/>
          <w:sz w:val="28"/>
          <w:szCs w:val="28"/>
          <w:lang w:val="uk-UA"/>
        </w:rPr>
        <w:t xml:space="preserve"> від </w:t>
      </w:r>
    </w:p>
    <w:p w:rsidR="00D13001" w:rsidRPr="00716CA2" w:rsidRDefault="00D13001" w:rsidP="00BB3856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30 листопада 2016</w:t>
      </w:r>
      <w:r w:rsidRPr="00716CA2">
        <w:rPr>
          <w:rFonts w:ascii="Times New Roman" w:hAnsi="Times New Roman"/>
          <w:sz w:val="28"/>
          <w:szCs w:val="28"/>
          <w:lang w:val="uk-UA"/>
        </w:rPr>
        <w:t xml:space="preserve">р. </w:t>
      </w:r>
      <w:r>
        <w:rPr>
          <w:rFonts w:ascii="Times New Roman" w:hAnsi="Times New Roman"/>
          <w:sz w:val="28"/>
          <w:szCs w:val="28"/>
          <w:lang w:val="uk-UA"/>
        </w:rPr>
        <w:t xml:space="preserve">№ 909-р  </w:t>
      </w:r>
      <w:r w:rsidRPr="00716CA2">
        <w:rPr>
          <w:rFonts w:ascii="Times New Roman" w:hAnsi="Times New Roman"/>
          <w:sz w:val="28"/>
          <w:szCs w:val="28"/>
          <w:lang w:val="uk-UA"/>
        </w:rPr>
        <w:t>«Про затвердження плану дій із впровадження Ініціатив</w:t>
      </w:r>
      <w:r>
        <w:rPr>
          <w:rFonts w:ascii="Times New Roman" w:hAnsi="Times New Roman"/>
          <w:sz w:val="28"/>
          <w:szCs w:val="28"/>
          <w:lang w:val="uk-UA"/>
        </w:rPr>
        <w:t xml:space="preserve">и “Партнерство “Відкритий Уряд” </w:t>
      </w:r>
      <w:r w:rsidRPr="00716CA2">
        <w:rPr>
          <w:rFonts w:ascii="Times New Roman" w:hAnsi="Times New Roman"/>
          <w:sz w:val="28"/>
          <w:szCs w:val="28"/>
          <w:lang w:val="uk-UA"/>
        </w:rPr>
        <w:t xml:space="preserve">у 2016-2018 роках», </w:t>
      </w:r>
      <w:r>
        <w:rPr>
          <w:rFonts w:ascii="Times New Roman" w:hAnsi="Times New Roman"/>
          <w:sz w:val="28"/>
          <w:szCs w:val="28"/>
          <w:lang w:val="uk-UA"/>
        </w:rPr>
        <w:t>на виконання Р</w:t>
      </w:r>
      <w:r w:rsidRPr="00716CA2">
        <w:rPr>
          <w:rFonts w:ascii="Times New Roman" w:hAnsi="Times New Roman"/>
          <w:sz w:val="28"/>
          <w:szCs w:val="28"/>
          <w:lang w:val="uk-UA"/>
        </w:rPr>
        <w:t xml:space="preserve">озпорядженням Вінницької обласної державної адміністрації від 18 серпня 2017 роки № 590 «Про затвердження плану дій з впровадження в області Ініціативи «Партнерство «Відкрий уряд» на 2017 – 2018 роки, </w:t>
      </w:r>
      <w:r>
        <w:rPr>
          <w:rFonts w:ascii="Times New Roman" w:hAnsi="Times New Roman"/>
          <w:sz w:val="28"/>
          <w:szCs w:val="28"/>
          <w:lang w:val="uk-UA"/>
        </w:rPr>
        <w:t>-</w:t>
      </w:r>
    </w:p>
    <w:p w:rsidR="00D13001" w:rsidRPr="00716CA2" w:rsidRDefault="00D13001" w:rsidP="00716CA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716CA2">
        <w:rPr>
          <w:rFonts w:ascii="Times New Roman" w:hAnsi="Times New Roman"/>
          <w:sz w:val="28"/>
          <w:szCs w:val="28"/>
          <w:lang w:val="uk-UA"/>
        </w:rPr>
        <w:tab/>
      </w:r>
    </w:p>
    <w:p w:rsidR="00D13001" w:rsidRDefault="00D13001" w:rsidP="00716CA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в</w:t>
      </w:r>
      <w:r w:rsidRPr="00716CA2">
        <w:rPr>
          <w:rFonts w:ascii="Times New Roman" w:hAnsi="Times New Roman"/>
          <w:b/>
          <w:sz w:val="28"/>
          <w:szCs w:val="28"/>
          <w:lang w:val="uk-UA"/>
        </w:rPr>
        <w:t>икон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ком </w:t>
      </w:r>
      <w:r w:rsidRPr="00716CA2">
        <w:rPr>
          <w:rFonts w:ascii="Times New Roman" w:hAnsi="Times New Roman"/>
          <w:b/>
          <w:sz w:val="28"/>
          <w:szCs w:val="28"/>
          <w:lang w:val="uk-UA"/>
        </w:rPr>
        <w:t xml:space="preserve">міської ради </w:t>
      </w:r>
      <w:r>
        <w:rPr>
          <w:rFonts w:ascii="Times New Roman" w:hAnsi="Times New Roman"/>
          <w:b/>
          <w:sz w:val="28"/>
          <w:szCs w:val="28"/>
          <w:lang w:val="uk-UA"/>
        </w:rPr>
        <w:t>ВИРІШИВ</w:t>
      </w:r>
      <w:r w:rsidRPr="00716CA2">
        <w:rPr>
          <w:rFonts w:ascii="Times New Roman" w:hAnsi="Times New Roman"/>
          <w:b/>
          <w:sz w:val="28"/>
          <w:szCs w:val="28"/>
          <w:lang w:val="uk-UA"/>
        </w:rPr>
        <w:t>:</w:t>
      </w:r>
    </w:p>
    <w:p w:rsidR="00D13001" w:rsidRPr="00716CA2" w:rsidRDefault="00D13001" w:rsidP="00716CA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D13001" w:rsidRDefault="00D13001" w:rsidP="00BB3856">
      <w:pPr>
        <w:shd w:val="clear" w:color="auto" w:fill="FFFFFF"/>
        <w:spacing w:after="0" w:line="240" w:lineRule="auto"/>
        <w:ind w:right="57"/>
        <w:rPr>
          <w:rFonts w:ascii="Times New Roman" w:hAnsi="Times New Roman"/>
          <w:color w:val="000000"/>
          <w:sz w:val="28"/>
          <w:szCs w:val="28"/>
          <w:lang w:val="uk-UA" w:eastAsia="uk-UA"/>
        </w:rPr>
      </w:pPr>
      <w:r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1. </w:t>
      </w:r>
      <w:r w:rsidRPr="007B65AD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Затвердити план дій із впровадження у місті Ініціативи “Партнерство </w:t>
      </w:r>
      <w:r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   </w:t>
      </w:r>
    </w:p>
    <w:p w:rsidR="00D13001" w:rsidRPr="007B65AD" w:rsidRDefault="00D13001" w:rsidP="00BB3856">
      <w:pPr>
        <w:shd w:val="clear" w:color="auto" w:fill="FFFFFF"/>
        <w:spacing w:after="0" w:line="240" w:lineRule="auto"/>
        <w:ind w:right="57"/>
        <w:rPr>
          <w:rFonts w:ascii="Times New Roman" w:hAnsi="Times New Roman"/>
          <w:color w:val="000000"/>
          <w:sz w:val="28"/>
          <w:szCs w:val="28"/>
          <w:lang w:val="uk-UA" w:eastAsia="uk-UA"/>
        </w:rPr>
      </w:pPr>
      <w:r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   “Відкритий Уряд” на </w:t>
      </w:r>
      <w:r w:rsidRPr="007B65AD">
        <w:rPr>
          <w:rFonts w:ascii="Times New Roman" w:hAnsi="Times New Roman"/>
          <w:color w:val="000000"/>
          <w:sz w:val="28"/>
          <w:szCs w:val="28"/>
          <w:lang w:val="uk-UA" w:eastAsia="uk-UA"/>
        </w:rPr>
        <w:t>2017</w:t>
      </w:r>
      <w:r>
        <w:rPr>
          <w:rFonts w:ascii="Times New Roman" w:hAnsi="Times New Roman"/>
          <w:color w:val="000000"/>
          <w:sz w:val="28"/>
          <w:szCs w:val="28"/>
          <w:lang w:val="uk-UA" w:eastAsia="uk-UA"/>
        </w:rPr>
        <w:t>-</w:t>
      </w:r>
      <w:r w:rsidRPr="007B65AD">
        <w:rPr>
          <w:rFonts w:ascii="Times New Roman" w:hAnsi="Times New Roman"/>
          <w:color w:val="000000"/>
          <w:sz w:val="28"/>
          <w:szCs w:val="28"/>
          <w:lang w:val="uk-UA" w:eastAsia="uk-UA"/>
        </w:rPr>
        <w:t>2018 роки, що додається.</w:t>
      </w:r>
    </w:p>
    <w:p w:rsidR="00D13001" w:rsidRDefault="00D13001" w:rsidP="00BB3856">
      <w:pPr>
        <w:shd w:val="clear" w:color="auto" w:fill="FFFFFF"/>
        <w:spacing w:after="0" w:line="240" w:lineRule="auto"/>
        <w:ind w:right="57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2. </w:t>
      </w:r>
      <w:r w:rsidRPr="007B65AD">
        <w:rPr>
          <w:rFonts w:ascii="Times New Roman" w:hAnsi="Times New Roman"/>
          <w:sz w:val="28"/>
          <w:szCs w:val="28"/>
          <w:lang w:val="uk-UA"/>
        </w:rPr>
        <w:t xml:space="preserve">Виконавцям заходів п.1 даного рішення </w:t>
      </w:r>
      <w:r w:rsidRPr="00BB3856">
        <w:rPr>
          <w:rFonts w:ascii="Times New Roman" w:hAnsi="Times New Roman"/>
          <w:sz w:val="28"/>
          <w:szCs w:val="28"/>
          <w:lang w:val="uk-UA"/>
        </w:rPr>
        <w:t xml:space="preserve">забезпечити виконання </w:t>
      </w:r>
    </w:p>
    <w:p w:rsidR="00D13001" w:rsidRDefault="00D13001" w:rsidP="00BB3856">
      <w:pPr>
        <w:shd w:val="clear" w:color="auto" w:fill="FFFFFF"/>
        <w:spacing w:after="0" w:line="240" w:lineRule="auto"/>
        <w:ind w:right="57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</w:t>
      </w:r>
      <w:r w:rsidRPr="00BB3856">
        <w:rPr>
          <w:rFonts w:ascii="Times New Roman" w:hAnsi="Times New Roman"/>
          <w:sz w:val="28"/>
          <w:szCs w:val="28"/>
          <w:lang w:val="uk-UA"/>
        </w:rPr>
        <w:t>затвердженого плану дій</w:t>
      </w:r>
      <w:r w:rsidRPr="007B65AD">
        <w:rPr>
          <w:rFonts w:ascii="Times New Roman" w:hAnsi="Times New Roman"/>
          <w:sz w:val="28"/>
          <w:szCs w:val="28"/>
          <w:lang w:val="uk-UA"/>
        </w:rPr>
        <w:t xml:space="preserve"> та інформувати</w:t>
      </w:r>
      <w:r>
        <w:rPr>
          <w:rFonts w:ascii="Times New Roman" w:hAnsi="Times New Roman"/>
          <w:sz w:val="28"/>
          <w:szCs w:val="28"/>
          <w:lang w:val="uk-UA"/>
        </w:rPr>
        <w:t xml:space="preserve"> керуючого справами виконкому </w:t>
      </w:r>
    </w:p>
    <w:p w:rsidR="00D13001" w:rsidRPr="007B65AD" w:rsidRDefault="00D13001" w:rsidP="00BB3856">
      <w:pPr>
        <w:shd w:val="clear" w:color="auto" w:fill="FFFFFF"/>
        <w:spacing w:after="0" w:line="240" w:lineRule="auto"/>
        <w:ind w:right="57"/>
        <w:rPr>
          <w:rFonts w:ascii="Times New Roman" w:hAnsi="Times New Roman"/>
          <w:color w:val="000000"/>
          <w:sz w:val="28"/>
          <w:szCs w:val="28"/>
          <w:lang w:val="uk-UA" w:eastAsia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</w:t>
      </w:r>
      <w:r w:rsidRPr="007B65AD">
        <w:rPr>
          <w:rFonts w:ascii="Times New Roman" w:hAnsi="Times New Roman"/>
          <w:sz w:val="28"/>
          <w:szCs w:val="28"/>
          <w:lang w:val="uk-UA"/>
        </w:rPr>
        <w:t>Горбатюка</w:t>
      </w:r>
      <w:r>
        <w:rPr>
          <w:rFonts w:ascii="Times New Roman" w:hAnsi="Times New Roman"/>
          <w:sz w:val="28"/>
          <w:szCs w:val="28"/>
          <w:lang w:val="uk-UA"/>
        </w:rPr>
        <w:t xml:space="preserve"> Р.В. </w:t>
      </w:r>
      <w:r w:rsidRPr="007B65AD">
        <w:rPr>
          <w:rFonts w:ascii="Times New Roman" w:hAnsi="Times New Roman"/>
          <w:sz w:val="28"/>
          <w:szCs w:val="28"/>
          <w:lang w:val="uk-UA"/>
        </w:rPr>
        <w:t>щоквартально до 01 числа</w:t>
      </w:r>
      <w:r w:rsidRPr="007B65AD">
        <w:rPr>
          <w:rFonts w:ascii="Times New Roman" w:hAnsi="Times New Roman"/>
          <w:sz w:val="28"/>
          <w:szCs w:val="28"/>
        </w:rPr>
        <w:t>.</w:t>
      </w:r>
    </w:p>
    <w:p w:rsidR="00D13001" w:rsidRDefault="00D13001" w:rsidP="00BB3856">
      <w:pPr>
        <w:pStyle w:val="ListParagraph"/>
        <w:spacing w:after="0" w:line="240" w:lineRule="auto"/>
        <w:ind w:left="0"/>
        <w:rPr>
          <w:rFonts w:ascii="Times New Roman" w:hAnsi="Times New Roman"/>
          <w:color w:val="000000"/>
          <w:sz w:val="28"/>
          <w:szCs w:val="28"/>
          <w:lang w:val="uk-UA" w:eastAsia="uk-UA"/>
        </w:rPr>
      </w:pPr>
      <w:r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3. </w:t>
      </w:r>
      <w:r w:rsidRPr="007B65AD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Дане рішення оприлюднити на офіційному веб-сайті міської ради та в </w:t>
      </w:r>
    </w:p>
    <w:p w:rsidR="00D13001" w:rsidRPr="007B65AD" w:rsidRDefault="00D13001" w:rsidP="00BB3856">
      <w:pPr>
        <w:pStyle w:val="ListParagraph"/>
        <w:spacing w:after="0" w:line="240" w:lineRule="auto"/>
        <w:ind w:left="0"/>
        <w:rPr>
          <w:rFonts w:ascii="Times New Roman" w:hAnsi="Times New Roman"/>
          <w:color w:val="000000"/>
          <w:sz w:val="28"/>
          <w:szCs w:val="28"/>
          <w:lang w:val="uk-UA" w:eastAsia="uk-UA"/>
        </w:rPr>
      </w:pPr>
      <w:r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   місцевій </w:t>
      </w:r>
      <w:r w:rsidRPr="007B65AD">
        <w:rPr>
          <w:rFonts w:ascii="Times New Roman" w:hAnsi="Times New Roman"/>
          <w:color w:val="000000"/>
          <w:sz w:val="28"/>
          <w:szCs w:val="28"/>
          <w:lang w:val="uk-UA" w:eastAsia="uk-UA"/>
        </w:rPr>
        <w:t>газеті «Краяни».</w:t>
      </w:r>
    </w:p>
    <w:p w:rsidR="00D13001" w:rsidRDefault="00D13001" w:rsidP="00BB3856">
      <w:pPr>
        <w:shd w:val="clear" w:color="auto" w:fill="FFFFFF"/>
        <w:spacing w:after="0" w:line="240" w:lineRule="auto"/>
        <w:ind w:right="57"/>
        <w:rPr>
          <w:rFonts w:ascii="Times New Roman" w:hAnsi="Times New Roman"/>
          <w:color w:val="000000"/>
          <w:sz w:val="28"/>
          <w:szCs w:val="28"/>
          <w:lang w:val="uk-UA" w:eastAsia="uk-UA"/>
        </w:rPr>
      </w:pPr>
      <w:r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4. </w:t>
      </w:r>
      <w:r w:rsidRPr="007B65AD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Контроль за виконанням даного рішення покласти на керуючого справами </w:t>
      </w:r>
    </w:p>
    <w:p w:rsidR="00D13001" w:rsidRDefault="00D13001" w:rsidP="00BB3856">
      <w:pPr>
        <w:shd w:val="clear" w:color="auto" w:fill="FFFFFF"/>
        <w:spacing w:after="0" w:line="240" w:lineRule="auto"/>
        <w:ind w:right="57"/>
        <w:rPr>
          <w:rFonts w:ascii="Times New Roman" w:hAnsi="Times New Roman"/>
          <w:color w:val="000000"/>
          <w:sz w:val="28"/>
          <w:szCs w:val="28"/>
          <w:lang w:val="uk-UA" w:eastAsia="uk-UA"/>
        </w:rPr>
      </w:pPr>
      <w:r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   виконкому </w:t>
      </w:r>
      <w:r w:rsidRPr="007B65AD">
        <w:rPr>
          <w:rFonts w:ascii="Times New Roman" w:hAnsi="Times New Roman"/>
          <w:color w:val="000000"/>
          <w:sz w:val="28"/>
          <w:szCs w:val="28"/>
          <w:lang w:val="uk-UA" w:eastAsia="uk-UA"/>
        </w:rPr>
        <w:t>Горбатюка</w:t>
      </w:r>
      <w:r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Р.В.</w:t>
      </w:r>
      <w:r w:rsidRPr="007B65AD">
        <w:rPr>
          <w:rFonts w:ascii="Times New Roman" w:hAnsi="Times New Roman"/>
          <w:color w:val="000000"/>
          <w:sz w:val="28"/>
          <w:szCs w:val="28"/>
          <w:lang w:val="uk-UA" w:eastAsia="uk-UA"/>
        </w:rPr>
        <w:t>.</w:t>
      </w:r>
    </w:p>
    <w:p w:rsidR="00D13001" w:rsidRDefault="00D13001" w:rsidP="00BB3856">
      <w:pPr>
        <w:shd w:val="clear" w:color="auto" w:fill="FFFFFF"/>
        <w:spacing w:after="0" w:line="240" w:lineRule="auto"/>
        <w:ind w:right="57"/>
        <w:rPr>
          <w:rFonts w:ascii="Times New Roman" w:hAnsi="Times New Roman"/>
          <w:color w:val="000000"/>
          <w:sz w:val="28"/>
          <w:szCs w:val="28"/>
          <w:lang w:val="uk-UA" w:eastAsia="uk-UA"/>
        </w:rPr>
      </w:pPr>
    </w:p>
    <w:p w:rsidR="00D13001" w:rsidRDefault="00D13001" w:rsidP="00BB3856">
      <w:pPr>
        <w:shd w:val="clear" w:color="auto" w:fill="FFFFFF"/>
        <w:spacing w:after="0" w:line="240" w:lineRule="auto"/>
        <w:ind w:right="57"/>
        <w:rPr>
          <w:rFonts w:ascii="Times New Roman" w:hAnsi="Times New Roman"/>
          <w:color w:val="000000"/>
          <w:sz w:val="28"/>
          <w:szCs w:val="28"/>
          <w:lang w:val="uk-UA" w:eastAsia="uk-UA"/>
        </w:rPr>
      </w:pPr>
    </w:p>
    <w:p w:rsidR="00D13001" w:rsidRDefault="00D13001" w:rsidP="00BB3856">
      <w:pPr>
        <w:shd w:val="clear" w:color="auto" w:fill="FFFFFF"/>
        <w:spacing w:after="0" w:line="240" w:lineRule="auto"/>
        <w:ind w:right="57"/>
        <w:rPr>
          <w:rFonts w:ascii="Times New Roman" w:hAnsi="Times New Roman"/>
          <w:color w:val="000000"/>
          <w:sz w:val="28"/>
          <w:szCs w:val="28"/>
          <w:lang w:val="uk-UA" w:eastAsia="uk-UA"/>
        </w:rPr>
      </w:pPr>
    </w:p>
    <w:p w:rsidR="00D13001" w:rsidRPr="007B65AD" w:rsidRDefault="00D13001" w:rsidP="00BB3856">
      <w:pPr>
        <w:shd w:val="clear" w:color="auto" w:fill="FFFFFF"/>
        <w:spacing w:after="0" w:line="240" w:lineRule="auto"/>
        <w:ind w:right="57"/>
        <w:rPr>
          <w:rFonts w:ascii="Times New Roman" w:hAnsi="Times New Roman"/>
          <w:color w:val="000000"/>
          <w:sz w:val="28"/>
          <w:szCs w:val="28"/>
          <w:lang w:val="uk-UA" w:eastAsia="uk-UA"/>
        </w:rPr>
      </w:pPr>
    </w:p>
    <w:p w:rsidR="00D13001" w:rsidRPr="00716CA2" w:rsidRDefault="00D13001" w:rsidP="00716CA2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bookmarkStart w:id="0" w:name="_GoBack"/>
      <w:bookmarkEnd w:id="0"/>
    </w:p>
    <w:p w:rsidR="00D13001" w:rsidRPr="00BB3856" w:rsidRDefault="00D13001" w:rsidP="00716CA2">
      <w:pPr>
        <w:spacing w:after="0" w:line="240" w:lineRule="auto"/>
        <w:ind w:left="720"/>
        <w:rPr>
          <w:rFonts w:ascii="Times New Roman" w:hAnsi="Times New Roman"/>
          <w:sz w:val="28"/>
          <w:szCs w:val="28"/>
          <w:lang w:val="uk-UA"/>
        </w:rPr>
      </w:pPr>
      <w:r w:rsidRPr="00BB3856">
        <w:rPr>
          <w:rFonts w:ascii="Times New Roman" w:hAnsi="Times New Roman"/>
          <w:sz w:val="28"/>
          <w:szCs w:val="28"/>
          <w:lang w:val="uk-UA"/>
        </w:rPr>
        <w:t>Міський голова                                                           П. Бровко</w:t>
      </w:r>
    </w:p>
    <w:p w:rsidR="00D13001" w:rsidRPr="00BB3856" w:rsidRDefault="00D13001" w:rsidP="00716CA2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D13001" w:rsidRPr="00716CA2" w:rsidRDefault="00D13001" w:rsidP="00716CA2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D13001" w:rsidRDefault="00D13001" w:rsidP="00C14519">
      <w:pPr>
        <w:spacing w:after="0" w:line="240" w:lineRule="auto"/>
        <w:rPr>
          <w:sz w:val="28"/>
          <w:szCs w:val="28"/>
          <w:lang w:val="uk-UA"/>
        </w:rPr>
      </w:pPr>
    </w:p>
    <w:p w:rsidR="00D13001" w:rsidRDefault="00D13001" w:rsidP="00C14519">
      <w:pPr>
        <w:spacing w:after="0" w:line="240" w:lineRule="auto"/>
        <w:rPr>
          <w:sz w:val="28"/>
          <w:szCs w:val="28"/>
          <w:lang w:val="uk-UA"/>
        </w:rPr>
      </w:pPr>
    </w:p>
    <w:p w:rsidR="00D13001" w:rsidRDefault="00D13001" w:rsidP="00C14519">
      <w:pPr>
        <w:spacing w:after="0" w:line="240" w:lineRule="auto"/>
        <w:rPr>
          <w:sz w:val="28"/>
          <w:szCs w:val="28"/>
          <w:lang w:val="uk-UA"/>
        </w:rPr>
      </w:pPr>
    </w:p>
    <w:p w:rsidR="00D13001" w:rsidRDefault="00D13001" w:rsidP="00101C73">
      <w:pPr>
        <w:spacing w:after="0" w:line="240" w:lineRule="auto"/>
        <w:rPr>
          <w:sz w:val="28"/>
          <w:szCs w:val="28"/>
          <w:lang w:val="uk-UA"/>
        </w:rPr>
      </w:pPr>
    </w:p>
    <w:p w:rsidR="00D13001" w:rsidRPr="005809EA" w:rsidRDefault="00D13001" w:rsidP="00101C73">
      <w:pPr>
        <w:spacing w:after="0" w:line="240" w:lineRule="auto"/>
        <w:rPr>
          <w:rFonts w:ascii="Times New Roman" w:hAnsi="Times New Roman"/>
          <w:sz w:val="28"/>
          <w:szCs w:val="24"/>
          <w:lang w:val="uk-UA" w:eastAsia="ru-RU"/>
        </w:rPr>
      </w:pPr>
      <w:r>
        <w:rPr>
          <w:sz w:val="28"/>
          <w:szCs w:val="28"/>
          <w:lang w:val="uk-UA"/>
        </w:rPr>
        <w:t xml:space="preserve">                  </w:t>
      </w:r>
      <w:r>
        <w:rPr>
          <w:rFonts w:ascii="Times New Roman" w:hAnsi="Times New Roman"/>
          <w:sz w:val="28"/>
          <w:szCs w:val="24"/>
          <w:lang w:val="uk-UA" w:eastAsia="ru-RU"/>
        </w:rPr>
        <w:t xml:space="preserve">                                                                                    </w:t>
      </w:r>
      <w:r w:rsidRPr="005809EA">
        <w:rPr>
          <w:rFonts w:ascii="Times New Roman" w:hAnsi="Times New Roman"/>
          <w:sz w:val="28"/>
          <w:szCs w:val="24"/>
          <w:lang w:val="uk-UA" w:eastAsia="ru-RU"/>
        </w:rPr>
        <w:t xml:space="preserve">Додаток </w:t>
      </w:r>
    </w:p>
    <w:p w:rsidR="00D13001" w:rsidRDefault="00D13001" w:rsidP="00A2108D">
      <w:pPr>
        <w:spacing w:after="0" w:line="240" w:lineRule="auto"/>
        <w:jc w:val="center"/>
        <w:rPr>
          <w:rFonts w:ascii="Times New Roman" w:hAnsi="Times New Roman"/>
          <w:sz w:val="28"/>
          <w:szCs w:val="24"/>
          <w:lang w:val="uk-UA" w:eastAsia="ru-RU"/>
        </w:rPr>
      </w:pPr>
      <w:r>
        <w:rPr>
          <w:rFonts w:ascii="Times New Roman" w:hAnsi="Times New Roman"/>
          <w:sz w:val="28"/>
          <w:szCs w:val="24"/>
          <w:lang w:val="uk-UA" w:eastAsia="ru-RU"/>
        </w:rPr>
        <w:t xml:space="preserve">                                                                                       </w:t>
      </w:r>
      <w:r w:rsidRPr="005809EA">
        <w:rPr>
          <w:rFonts w:ascii="Times New Roman" w:hAnsi="Times New Roman"/>
          <w:sz w:val="28"/>
          <w:szCs w:val="24"/>
          <w:lang w:val="uk-UA" w:eastAsia="ru-RU"/>
        </w:rPr>
        <w:t>до рішення викон</w:t>
      </w:r>
      <w:r>
        <w:rPr>
          <w:rFonts w:ascii="Times New Roman" w:hAnsi="Times New Roman"/>
          <w:sz w:val="28"/>
          <w:szCs w:val="24"/>
          <w:lang w:val="uk-UA" w:eastAsia="ru-RU"/>
        </w:rPr>
        <w:t>авчого</w:t>
      </w:r>
    </w:p>
    <w:p w:rsidR="00D13001" w:rsidRPr="005809EA" w:rsidRDefault="00D13001" w:rsidP="00A2108D">
      <w:pPr>
        <w:spacing w:after="0" w:line="240" w:lineRule="auto"/>
        <w:rPr>
          <w:rFonts w:ascii="Times New Roman" w:hAnsi="Times New Roman"/>
          <w:sz w:val="28"/>
          <w:szCs w:val="24"/>
          <w:lang w:val="uk-UA" w:eastAsia="ru-RU"/>
        </w:rPr>
      </w:pPr>
      <w:r>
        <w:rPr>
          <w:rFonts w:ascii="Times New Roman" w:hAnsi="Times New Roman"/>
          <w:sz w:val="28"/>
          <w:szCs w:val="24"/>
          <w:lang w:val="uk-UA" w:eastAsia="ru-RU"/>
        </w:rPr>
        <w:t xml:space="preserve">                                                                                         комітету міської ради</w:t>
      </w:r>
      <w:r w:rsidRPr="005809EA">
        <w:rPr>
          <w:rFonts w:ascii="Times New Roman" w:hAnsi="Times New Roman"/>
          <w:sz w:val="28"/>
          <w:szCs w:val="24"/>
          <w:lang w:val="uk-UA" w:eastAsia="ru-RU"/>
        </w:rPr>
        <w:t xml:space="preserve"> </w:t>
      </w:r>
    </w:p>
    <w:p w:rsidR="00D13001" w:rsidRPr="005809EA" w:rsidRDefault="00D13001" w:rsidP="005809EA">
      <w:pPr>
        <w:spacing w:after="0" w:line="240" w:lineRule="auto"/>
        <w:jc w:val="right"/>
        <w:rPr>
          <w:rFonts w:ascii="Times New Roman" w:hAnsi="Times New Roman"/>
          <w:sz w:val="28"/>
          <w:szCs w:val="24"/>
          <w:lang w:val="uk-UA" w:eastAsia="ru-RU"/>
        </w:rPr>
      </w:pPr>
      <w:r w:rsidRPr="005809EA">
        <w:rPr>
          <w:rFonts w:ascii="Times New Roman" w:hAnsi="Times New Roman"/>
          <w:sz w:val="28"/>
          <w:szCs w:val="24"/>
          <w:lang w:val="uk-UA" w:eastAsia="ru-RU"/>
        </w:rPr>
        <w:t xml:space="preserve">                                                 </w:t>
      </w:r>
      <w:r>
        <w:rPr>
          <w:rFonts w:ascii="Times New Roman" w:hAnsi="Times New Roman"/>
          <w:sz w:val="28"/>
          <w:szCs w:val="24"/>
          <w:lang w:val="uk-UA" w:eastAsia="ru-RU"/>
        </w:rPr>
        <w:t xml:space="preserve">                  від 31.08.2017 року № 268</w:t>
      </w:r>
    </w:p>
    <w:p w:rsidR="00D13001" w:rsidRDefault="00D13001" w:rsidP="00A2108D">
      <w:pPr>
        <w:spacing w:after="0" w:line="240" w:lineRule="auto"/>
        <w:rPr>
          <w:rFonts w:ascii="Times New Roman" w:hAnsi="Times New Roman"/>
          <w:b/>
          <w:sz w:val="28"/>
          <w:szCs w:val="24"/>
          <w:lang w:val="uk-UA"/>
        </w:rPr>
      </w:pPr>
    </w:p>
    <w:p w:rsidR="00D13001" w:rsidRDefault="00D13001" w:rsidP="00A2108D">
      <w:pPr>
        <w:spacing w:after="0" w:line="240" w:lineRule="auto"/>
        <w:jc w:val="center"/>
        <w:rPr>
          <w:rFonts w:ascii="Times New Roman" w:hAnsi="Times New Roman"/>
          <w:b/>
          <w:sz w:val="28"/>
          <w:szCs w:val="24"/>
          <w:lang w:val="uk-UA"/>
        </w:rPr>
      </w:pPr>
      <w:r>
        <w:rPr>
          <w:rFonts w:ascii="Times New Roman" w:hAnsi="Times New Roman"/>
          <w:b/>
          <w:sz w:val="28"/>
          <w:szCs w:val="24"/>
          <w:lang w:val="uk-UA"/>
        </w:rPr>
        <w:t xml:space="preserve"> </w:t>
      </w:r>
    </w:p>
    <w:p w:rsidR="00D13001" w:rsidRPr="00A2108D" w:rsidRDefault="00D13001" w:rsidP="00A2108D">
      <w:pPr>
        <w:spacing w:after="0" w:line="240" w:lineRule="auto"/>
        <w:jc w:val="center"/>
        <w:rPr>
          <w:rFonts w:ascii="Times New Roman" w:hAnsi="Times New Roman"/>
          <w:b/>
          <w:sz w:val="28"/>
          <w:szCs w:val="24"/>
          <w:lang w:val="uk-UA"/>
        </w:rPr>
      </w:pPr>
      <w:r w:rsidRPr="00A2108D">
        <w:rPr>
          <w:rFonts w:ascii="Times New Roman" w:hAnsi="Times New Roman"/>
          <w:b/>
          <w:sz w:val="28"/>
          <w:szCs w:val="24"/>
          <w:lang w:val="uk-UA"/>
        </w:rPr>
        <w:t xml:space="preserve">План дій </w:t>
      </w:r>
    </w:p>
    <w:p w:rsidR="00D13001" w:rsidRPr="00A2108D" w:rsidRDefault="00D13001" w:rsidP="00A2108D">
      <w:pPr>
        <w:spacing w:after="0" w:line="240" w:lineRule="auto"/>
        <w:jc w:val="center"/>
        <w:rPr>
          <w:rFonts w:ascii="Times New Roman" w:hAnsi="Times New Roman"/>
          <w:b/>
          <w:sz w:val="28"/>
          <w:szCs w:val="24"/>
          <w:lang w:val="uk-UA"/>
        </w:rPr>
      </w:pPr>
      <w:r w:rsidRPr="00A2108D">
        <w:rPr>
          <w:rFonts w:ascii="Times New Roman" w:hAnsi="Times New Roman"/>
          <w:b/>
          <w:sz w:val="28"/>
          <w:szCs w:val="24"/>
          <w:lang w:val="uk-UA"/>
        </w:rPr>
        <w:t xml:space="preserve">з впровадження у місті Ініціативи </w:t>
      </w:r>
    </w:p>
    <w:p w:rsidR="00D13001" w:rsidRPr="00A2108D" w:rsidRDefault="00D13001" w:rsidP="00A2108D">
      <w:pPr>
        <w:spacing w:after="0" w:line="240" w:lineRule="auto"/>
        <w:jc w:val="center"/>
        <w:rPr>
          <w:rFonts w:ascii="Times New Roman" w:hAnsi="Times New Roman"/>
          <w:b/>
          <w:sz w:val="28"/>
          <w:szCs w:val="24"/>
          <w:lang w:val="uk-UA"/>
        </w:rPr>
      </w:pPr>
      <w:r w:rsidRPr="00A2108D">
        <w:rPr>
          <w:rFonts w:ascii="Times New Roman" w:hAnsi="Times New Roman"/>
          <w:b/>
          <w:sz w:val="28"/>
          <w:szCs w:val="24"/>
          <w:lang w:val="uk-UA"/>
        </w:rPr>
        <w:t>«Партнерство «Відкритий Уряд»  на  2017—2018 роки</w:t>
      </w:r>
    </w:p>
    <w:p w:rsidR="00D13001" w:rsidRPr="00A2108D" w:rsidRDefault="00D13001" w:rsidP="00A2108D">
      <w:pPr>
        <w:spacing w:after="0" w:line="240" w:lineRule="auto"/>
        <w:rPr>
          <w:rFonts w:ascii="Times New Roman" w:hAnsi="Times New Roman"/>
          <w:b/>
          <w:sz w:val="28"/>
          <w:lang w:val="uk-UA"/>
        </w:rPr>
      </w:pPr>
    </w:p>
    <w:tbl>
      <w:tblPr>
        <w:tblW w:w="9585" w:type="dxa"/>
        <w:tblInd w:w="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58"/>
        <w:gridCol w:w="4634"/>
        <w:gridCol w:w="1842"/>
        <w:gridCol w:w="2551"/>
      </w:tblGrid>
      <w:tr w:rsidR="00D13001" w:rsidRPr="0093209F" w:rsidTr="005809EA">
        <w:trPr>
          <w:trHeight w:val="571"/>
        </w:trPr>
        <w:tc>
          <w:tcPr>
            <w:tcW w:w="558" w:type="dxa"/>
          </w:tcPr>
          <w:p w:rsidR="00D13001" w:rsidRPr="005809EA" w:rsidRDefault="00D13001" w:rsidP="005809EA">
            <w:pPr>
              <w:spacing w:after="0"/>
              <w:jc w:val="center"/>
              <w:rPr>
                <w:rFonts w:ascii="Times New Roman" w:hAnsi="Times New Roman"/>
                <w:b/>
                <w:sz w:val="28"/>
                <w:lang w:val="uk-UA"/>
              </w:rPr>
            </w:pPr>
            <w:r w:rsidRPr="005809EA">
              <w:rPr>
                <w:rFonts w:ascii="Times New Roman" w:hAnsi="Times New Roman"/>
                <w:b/>
                <w:sz w:val="28"/>
                <w:lang w:val="uk-UA"/>
              </w:rPr>
              <w:t>№</w:t>
            </w:r>
          </w:p>
        </w:tc>
        <w:tc>
          <w:tcPr>
            <w:tcW w:w="4637" w:type="dxa"/>
          </w:tcPr>
          <w:p w:rsidR="00D13001" w:rsidRPr="005809EA" w:rsidRDefault="00D13001" w:rsidP="005809EA">
            <w:pPr>
              <w:spacing w:after="0"/>
              <w:jc w:val="center"/>
              <w:rPr>
                <w:rFonts w:ascii="Times New Roman" w:hAnsi="Times New Roman"/>
                <w:b/>
                <w:sz w:val="28"/>
                <w:lang w:val="uk-UA"/>
              </w:rPr>
            </w:pPr>
            <w:r w:rsidRPr="005809EA">
              <w:rPr>
                <w:rFonts w:ascii="Times New Roman" w:hAnsi="Times New Roman"/>
                <w:b/>
                <w:sz w:val="28"/>
                <w:lang w:val="uk-UA"/>
              </w:rPr>
              <w:t>Заходи</w:t>
            </w:r>
          </w:p>
        </w:tc>
        <w:tc>
          <w:tcPr>
            <w:tcW w:w="1843" w:type="dxa"/>
          </w:tcPr>
          <w:p w:rsidR="00D13001" w:rsidRPr="005809EA" w:rsidRDefault="00D13001" w:rsidP="005809EA">
            <w:pPr>
              <w:spacing w:after="0"/>
              <w:jc w:val="center"/>
              <w:rPr>
                <w:rFonts w:ascii="Times New Roman" w:hAnsi="Times New Roman"/>
                <w:b/>
                <w:sz w:val="28"/>
                <w:lang w:val="uk-UA"/>
              </w:rPr>
            </w:pPr>
            <w:r w:rsidRPr="005809EA">
              <w:rPr>
                <w:rFonts w:ascii="Times New Roman" w:hAnsi="Times New Roman"/>
                <w:b/>
                <w:sz w:val="28"/>
                <w:lang w:val="uk-UA"/>
              </w:rPr>
              <w:t>Термін виконання</w:t>
            </w:r>
          </w:p>
        </w:tc>
        <w:tc>
          <w:tcPr>
            <w:tcW w:w="2552" w:type="dxa"/>
          </w:tcPr>
          <w:p w:rsidR="00D13001" w:rsidRPr="005809EA" w:rsidRDefault="00D13001" w:rsidP="005809EA">
            <w:pPr>
              <w:spacing w:after="0"/>
              <w:jc w:val="center"/>
              <w:rPr>
                <w:rFonts w:ascii="Times New Roman" w:hAnsi="Times New Roman"/>
                <w:b/>
                <w:sz w:val="28"/>
                <w:lang w:val="uk-UA"/>
              </w:rPr>
            </w:pPr>
            <w:r w:rsidRPr="005809EA">
              <w:rPr>
                <w:rFonts w:ascii="Times New Roman" w:hAnsi="Times New Roman"/>
                <w:b/>
                <w:sz w:val="28"/>
                <w:lang w:val="uk-UA"/>
              </w:rPr>
              <w:t>Виконавці</w:t>
            </w:r>
          </w:p>
          <w:p w:rsidR="00D13001" w:rsidRPr="005809EA" w:rsidRDefault="00D13001" w:rsidP="005809EA">
            <w:pPr>
              <w:spacing w:after="0"/>
              <w:jc w:val="center"/>
              <w:rPr>
                <w:rFonts w:ascii="Times New Roman" w:hAnsi="Times New Roman"/>
                <w:b/>
                <w:sz w:val="28"/>
                <w:lang w:val="uk-UA"/>
              </w:rPr>
            </w:pPr>
          </w:p>
        </w:tc>
      </w:tr>
      <w:tr w:rsidR="00D13001" w:rsidRPr="00101C73" w:rsidTr="005809EA">
        <w:trPr>
          <w:trHeight w:val="987"/>
        </w:trPr>
        <w:tc>
          <w:tcPr>
            <w:tcW w:w="558" w:type="dxa"/>
            <w:vMerge w:val="restart"/>
          </w:tcPr>
          <w:p w:rsidR="00D13001" w:rsidRPr="005809EA" w:rsidRDefault="00D13001" w:rsidP="005809EA">
            <w:pPr>
              <w:spacing w:after="0"/>
              <w:jc w:val="center"/>
              <w:rPr>
                <w:rFonts w:ascii="Times New Roman" w:hAnsi="Times New Roman"/>
                <w:b/>
                <w:sz w:val="28"/>
                <w:lang w:val="uk-UA"/>
              </w:rPr>
            </w:pPr>
            <w:r w:rsidRPr="005809EA">
              <w:rPr>
                <w:rFonts w:ascii="Times New Roman" w:hAnsi="Times New Roman"/>
                <w:b/>
                <w:sz w:val="28"/>
                <w:lang w:val="uk-UA"/>
              </w:rPr>
              <w:t>1</w:t>
            </w:r>
            <w:r>
              <w:rPr>
                <w:rFonts w:ascii="Times New Roman" w:hAnsi="Times New Roman"/>
                <w:b/>
                <w:sz w:val="28"/>
                <w:lang w:val="uk-UA"/>
              </w:rPr>
              <w:t>.</w:t>
            </w:r>
          </w:p>
        </w:tc>
        <w:tc>
          <w:tcPr>
            <w:tcW w:w="9032" w:type="dxa"/>
            <w:gridSpan w:val="3"/>
          </w:tcPr>
          <w:p w:rsidR="00D13001" w:rsidRPr="00A2108D" w:rsidRDefault="00D13001" w:rsidP="005809EA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A2108D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У напрямі</w:t>
            </w:r>
          </w:p>
          <w:p w:rsidR="00D13001" w:rsidRPr="00A2108D" w:rsidRDefault="00D13001" w:rsidP="005809EA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A2108D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«Сприяння діяльності з громадськістю, її участі у формуванні та реалізації державної політики»:</w:t>
            </w:r>
          </w:p>
        </w:tc>
      </w:tr>
      <w:tr w:rsidR="00D13001" w:rsidRPr="0093209F" w:rsidTr="005809EA">
        <w:trPr>
          <w:trHeight w:val="1842"/>
        </w:trPr>
        <w:tc>
          <w:tcPr>
            <w:tcW w:w="558" w:type="dxa"/>
            <w:vMerge/>
            <w:vAlign w:val="center"/>
          </w:tcPr>
          <w:p w:rsidR="00D13001" w:rsidRPr="005809EA" w:rsidRDefault="00D13001" w:rsidP="005809EA">
            <w:pPr>
              <w:spacing w:after="0" w:line="240" w:lineRule="auto"/>
              <w:rPr>
                <w:rFonts w:ascii="Times New Roman" w:hAnsi="Times New Roman"/>
                <w:b/>
                <w:sz w:val="28"/>
                <w:lang w:val="uk-UA"/>
              </w:rPr>
            </w:pPr>
          </w:p>
        </w:tc>
        <w:tc>
          <w:tcPr>
            <w:tcW w:w="4637" w:type="dxa"/>
          </w:tcPr>
          <w:p w:rsidR="00D13001" w:rsidRPr="00A2108D" w:rsidRDefault="00D13001" w:rsidP="005809EA">
            <w:pPr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A2108D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-</w:t>
            </w:r>
            <w:r w:rsidRPr="00A2108D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внесення змін до регламентів Могилів – Подільської міської ради з метою їх узгодження із законодавством з питань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A2108D">
              <w:rPr>
                <w:rFonts w:ascii="Times New Roman" w:hAnsi="Times New Roman"/>
                <w:sz w:val="24"/>
                <w:szCs w:val="24"/>
                <w:lang w:val="uk-UA"/>
              </w:rPr>
              <w:t>залучення громадськості до формування та реалізації державної політики;</w:t>
            </w:r>
          </w:p>
        </w:tc>
        <w:tc>
          <w:tcPr>
            <w:tcW w:w="1843" w:type="dxa"/>
          </w:tcPr>
          <w:p w:rsidR="00D13001" w:rsidRPr="00A2108D" w:rsidRDefault="00D13001" w:rsidP="005809E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D13001" w:rsidRPr="00A2108D" w:rsidRDefault="00D13001" w:rsidP="005809E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п</w:t>
            </w:r>
            <w:r w:rsidRPr="00A2108D">
              <w:rPr>
                <w:rFonts w:ascii="Times New Roman" w:hAnsi="Times New Roman"/>
                <w:sz w:val="24"/>
                <w:szCs w:val="24"/>
                <w:lang w:val="uk-UA"/>
              </w:rPr>
              <w:t>ротягом року</w:t>
            </w:r>
          </w:p>
          <w:p w:rsidR="00D13001" w:rsidRPr="00A2108D" w:rsidRDefault="00D13001" w:rsidP="005809E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D13001" w:rsidRPr="00A2108D" w:rsidRDefault="00D13001" w:rsidP="005809E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D13001" w:rsidRPr="00A2108D" w:rsidRDefault="00D13001" w:rsidP="005809E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D13001" w:rsidRPr="00A2108D" w:rsidRDefault="00D13001" w:rsidP="005809E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D13001" w:rsidRPr="00A2108D" w:rsidRDefault="00D13001" w:rsidP="005809EA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2552" w:type="dxa"/>
          </w:tcPr>
          <w:p w:rsidR="00D13001" w:rsidRPr="00A2108D" w:rsidRDefault="00D13001" w:rsidP="005809EA">
            <w:pPr>
              <w:spacing w:after="0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  <w:p w:rsidR="00D13001" w:rsidRPr="00A2108D" w:rsidRDefault="00D13001" w:rsidP="005809EA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ю</w:t>
            </w:r>
            <w:r w:rsidRPr="00A2108D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ридичний відділ </w:t>
            </w:r>
          </w:p>
          <w:p w:rsidR="00D13001" w:rsidRPr="00A2108D" w:rsidRDefault="00D13001" w:rsidP="005809EA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D13001" w:rsidRPr="00A2108D" w:rsidRDefault="00D13001" w:rsidP="005809EA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D13001" w:rsidRPr="00A2108D" w:rsidRDefault="00D13001" w:rsidP="005809EA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D13001" w:rsidRPr="00A2108D" w:rsidRDefault="00D13001" w:rsidP="005809EA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D13001" w:rsidRPr="00A2108D" w:rsidRDefault="00D13001" w:rsidP="005809E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</w:tr>
      <w:tr w:rsidR="00D13001" w:rsidRPr="00101C73" w:rsidTr="005809EA">
        <w:trPr>
          <w:trHeight w:val="1427"/>
        </w:trPr>
        <w:tc>
          <w:tcPr>
            <w:tcW w:w="558" w:type="dxa"/>
            <w:vMerge/>
            <w:vAlign w:val="center"/>
          </w:tcPr>
          <w:p w:rsidR="00D13001" w:rsidRPr="005809EA" w:rsidRDefault="00D13001" w:rsidP="005809EA">
            <w:pPr>
              <w:spacing w:after="0" w:line="240" w:lineRule="auto"/>
              <w:rPr>
                <w:rFonts w:ascii="Times New Roman" w:hAnsi="Times New Roman"/>
                <w:b/>
                <w:sz w:val="28"/>
                <w:lang w:val="uk-UA"/>
              </w:rPr>
            </w:pPr>
          </w:p>
        </w:tc>
        <w:tc>
          <w:tcPr>
            <w:tcW w:w="4637" w:type="dxa"/>
          </w:tcPr>
          <w:p w:rsidR="00D13001" w:rsidRPr="00A2108D" w:rsidRDefault="00D13001" w:rsidP="005809EA">
            <w:pPr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A2108D">
              <w:rPr>
                <w:rFonts w:ascii="Times New Roman" w:hAnsi="Times New Roman"/>
                <w:sz w:val="24"/>
                <w:szCs w:val="24"/>
                <w:lang w:val="uk-UA"/>
              </w:rPr>
              <w:t>- проведення публічних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консультацій з громадськістю (</w:t>
            </w:r>
            <w:r w:rsidRPr="00A2108D">
              <w:rPr>
                <w:rFonts w:ascii="Times New Roman" w:hAnsi="Times New Roman"/>
                <w:sz w:val="24"/>
                <w:szCs w:val="24"/>
                <w:lang w:val="uk-UA"/>
              </w:rPr>
              <w:t>конференцій, зустрічей за круглим столом, громадських слухань, зборів)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;</w:t>
            </w:r>
          </w:p>
        </w:tc>
        <w:tc>
          <w:tcPr>
            <w:tcW w:w="1843" w:type="dxa"/>
          </w:tcPr>
          <w:p w:rsidR="00D13001" w:rsidRPr="00A2108D" w:rsidRDefault="00D13001" w:rsidP="005809E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щ</w:t>
            </w:r>
            <w:r w:rsidRPr="00A2108D">
              <w:rPr>
                <w:rFonts w:ascii="Times New Roman" w:hAnsi="Times New Roman"/>
                <w:sz w:val="24"/>
                <w:szCs w:val="24"/>
                <w:lang w:val="uk-UA"/>
              </w:rPr>
              <w:t>оквартально</w:t>
            </w:r>
          </w:p>
          <w:p w:rsidR="00D13001" w:rsidRPr="00A2108D" w:rsidRDefault="00D13001" w:rsidP="005809E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D13001" w:rsidRPr="00A2108D" w:rsidRDefault="00D13001" w:rsidP="005809E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D13001" w:rsidRPr="00A2108D" w:rsidRDefault="00D13001" w:rsidP="005809E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D13001" w:rsidRPr="00A2108D" w:rsidRDefault="00D13001" w:rsidP="005809E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552" w:type="dxa"/>
          </w:tcPr>
          <w:p w:rsidR="00D13001" w:rsidRPr="00A2108D" w:rsidRDefault="00D13001" w:rsidP="005809EA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ю</w:t>
            </w:r>
            <w:r w:rsidRPr="00A2108D">
              <w:rPr>
                <w:rFonts w:ascii="Times New Roman" w:hAnsi="Times New Roman"/>
                <w:sz w:val="24"/>
                <w:szCs w:val="24"/>
                <w:lang w:val="uk-UA"/>
              </w:rPr>
              <w:t>ридичний відділ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апарату міської ради та виконкому</w:t>
            </w:r>
            <w:r w:rsidRPr="00A2108D">
              <w:rPr>
                <w:rFonts w:ascii="Times New Roman" w:hAnsi="Times New Roman"/>
                <w:sz w:val="24"/>
                <w:szCs w:val="24"/>
                <w:lang w:val="uk-UA"/>
              </w:rPr>
              <w:t>,</w:t>
            </w:r>
          </w:p>
          <w:p w:rsidR="00D13001" w:rsidRDefault="00D13001" w:rsidP="005809EA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с</w:t>
            </w:r>
            <w:r w:rsidRPr="00A2108D">
              <w:rPr>
                <w:rFonts w:ascii="Times New Roman" w:hAnsi="Times New Roman"/>
                <w:sz w:val="24"/>
                <w:szCs w:val="24"/>
                <w:lang w:val="uk-UA"/>
              </w:rPr>
              <w:t>лужба у справах дітей, сім’ї та молоді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міської ради</w:t>
            </w:r>
            <w:r w:rsidRPr="00A2108D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, </w:t>
            </w:r>
          </w:p>
          <w:p w:rsidR="00D13001" w:rsidRPr="00845A96" w:rsidRDefault="00D13001" w:rsidP="005809EA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</w:t>
            </w:r>
            <w:r w:rsidRPr="00A2108D">
              <w:rPr>
                <w:rFonts w:ascii="Times New Roman" w:hAnsi="Times New Roman"/>
                <w:sz w:val="24"/>
                <w:szCs w:val="24"/>
                <w:lang w:val="uk-UA"/>
              </w:rPr>
              <w:t>ідділ інформаційної діяльності та комунікацій з громадськістю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апарату міської ради та виконкому.</w:t>
            </w:r>
          </w:p>
        </w:tc>
      </w:tr>
      <w:tr w:rsidR="00D13001" w:rsidRPr="00101C73" w:rsidTr="005809EA">
        <w:trPr>
          <w:trHeight w:val="2750"/>
        </w:trPr>
        <w:tc>
          <w:tcPr>
            <w:tcW w:w="558" w:type="dxa"/>
            <w:vMerge/>
            <w:vAlign w:val="center"/>
          </w:tcPr>
          <w:p w:rsidR="00D13001" w:rsidRPr="005809EA" w:rsidRDefault="00D13001" w:rsidP="005809EA">
            <w:pPr>
              <w:spacing w:after="0" w:line="240" w:lineRule="auto"/>
              <w:rPr>
                <w:rFonts w:ascii="Times New Roman" w:hAnsi="Times New Roman"/>
                <w:b/>
                <w:sz w:val="28"/>
                <w:lang w:val="uk-UA"/>
              </w:rPr>
            </w:pPr>
          </w:p>
        </w:tc>
        <w:tc>
          <w:tcPr>
            <w:tcW w:w="4637" w:type="dxa"/>
          </w:tcPr>
          <w:p w:rsidR="00D13001" w:rsidRPr="00A2108D" w:rsidRDefault="00D13001" w:rsidP="005809EA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2108D">
              <w:rPr>
                <w:rFonts w:ascii="Times New Roman" w:hAnsi="Times New Roman"/>
                <w:sz w:val="24"/>
                <w:szCs w:val="24"/>
                <w:lang w:val="uk-UA"/>
              </w:rPr>
              <w:t>- надання консультацій посадовим особам апарату міської ради та виконавчого комітету щодо використання інструментів участі громадськості у формуванні та реалізації політики сприяння розвитку громадянського суспільства;</w:t>
            </w:r>
          </w:p>
          <w:p w:rsidR="00D13001" w:rsidRPr="00A2108D" w:rsidRDefault="00D13001" w:rsidP="005809EA">
            <w:pPr>
              <w:spacing w:after="0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  <w:p w:rsidR="00D13001" w:rsidRPr="00A2108D" w:rsidRDefault="00D13001" w:rsidP="005809EA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843" w:type="dxa"/>
          </w:tcPr>
          <w:p w:rsidR="00D13001" w:rsidRPr="00A2108D" w:rsidRDefault="00D13001" w:rsidP="005809E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п</w:t>
            </w:r>
            <w:r w:rsidRPr="00A2108D">
              <w:rPr>
                <w:rFonts w:ascii="Times New Roman" w:hAnsi="Times New Roman"/>
                <w:sz w:val="24"/>
                <w:szCs w:val="24"/>
                <w:lang w:val="uk-UA"/>
              </w:rPr>
              <w:t>остійно</w:t>
            </w:r>
          </w:p>
        </w:tc>
        <w:tc>
          <w:tcPr>
            <w:tcW w:w="2552" w:type="dxa"/>
          </w:tcPr>
          <w:p w:rsidR="00D13001" w:rsidRDefault="00D13001" w:rsidP="005809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</w:t>
            </w:r>
            <w:r w:rsidRPr="00A2108D">
              <w:rPr>
                <w:rFonts w:ascii="Times New Roman" w:hAnsi="Times New Roman"/>
                <w:sz w:val="24"/>
                <w:szCs w:val="24"/>
                <w:lang w:val="uk-UA"/>
              </w:rPr>
              <w:t>ідділ інформаційної діяльності та комунікацій з громадськістю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апарату міської ради та виконкому.</w:t>
            </w:r>
          </w:p>
          <w:p w:rsidR="00D13001" w:rsidRDefault="00D13001" w:rsidP="005809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D13001" w:rsidRDefault="00D13001" w:rsidP="005809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D13001" w:rsidRDefault="00D13001" w:rsidP="005809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D13001" w:rsidRDefault="00D13001" w:rsidP="005809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D13001" w:rsidRDefault="00D13001" w:rsidP="005809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D13001" w:rsidRDefault="00D13001" w:rsidP="005809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D13001" w:rsidRDefault="00D13001" w:rsidP="005809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D13001" w:rsidRPr="00A2108D" w:rsidRDefault="00D13001" w:rsidP="005809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D13001" w:rsidRPr="0093209F" w:rsidTr="005809EA">
        <w:trPr>
          <w:trHeight w:val="719"/>
        </w:trPr>
        <w:tc>
          <w:tcPr>
            <w:tcW w:w="558" w:type="dxa"/>
            <w:vMerge w:val="restart"/>
          </w:tcPr>
          <w:p w:rsidR="00D13001" w:rsidRPr="005809EA" w:rsidRDefault="00D13001" w:rsidP="005809EA">
            <w:pPr>
              <w:spacing w:after="0"/>
              <w:jc w:val="center"/>
              <w:rPr>
                <w:rFonts w:ascii="Times New Roman" w:hAnsi="Times New Roman"/>
                <w:b/>
                <w:sz w:val="28"/>
                <w:lang w:val="uk-UA"/>
              </w:rPr>
            </w:pPr>
            <w:r w:rsidRPr="005809EA">
              <w:rPr>
                <w:rFonts w:ascii="Times New Roman" w:hAnsi="Times New Roman"/>
                <w:b/>
                <w:sz w:val="28"/>
                <w:lang w:val="uk-UA"/>
              </w:rPr>
              <w:t>2</w:t>
            </w:r>
            <w:r>
              <w:rPr>
                <w:rFonts w:ascii="Times New Roman" w:hAnsi="Times New Roman"/>
                <w:b/>
                <w:sz w:val="28"/>
                <w:lang w:val="uk-UA"/>
              </w:rPr>
              <w:t>.</w:t>
            </w:r>
          </w:p>
        </w:tc>
        <w:tc>
          <w:tcPr>
            <w:tcW w:w="9032" w:type="dxa"/>
            <w:gridSpan w:val="3"/>
          </w:tcPr>
          <w:p w:rsidR="00D13001" w:rsidRPr="009F6431" w:rsidRDefault="00D13001" w:rsidP="005809EA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9F6431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У напрямі</w:t>
            </w:r>
          </w:p>
          <w:p w:rsidR="00D13001" w:rsidRPr="00A2108D" w:rsidRDefault="00D13001" w:rsidP="005809EA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9F6431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«Забезпечення доступу до публічної інформації»:</w:t>
            </w:r>
          </w:p>
        </w:tc>
      </w:tr>
      <w:tr w:rsidR="00D13001" w:rsidRPr="00BB3856" w:rsidTr="005809EA">
        <w:trPr>
          <w:trHeight w:val="1492"/>
        </w:trPr>
        <w:tc>
          <w:tcPr>
            <w:tcW w:w="558" w:type="dxa"/>
            <w:vMerge/>
            <w:vAlign w:val="center"/>
          </w:tcPr>
          <w:p w:rsidR="00D13001" w:rsidRPr="005809EA" w:rsidRDefault="00D13001" w:rsidP="005809EA">
            <w:pPr>
              <w:spacing w:after="0" w:line="240" w:lineRule="auto"/>
              <w:rPr>
                <w:rFonts w:ascii="Times New Roman" w:hAnsi="Times New Roman"/>
                <w:b/>
                <w:sz w:val="28"/>
                <w:lang w:val="uk-UA"/>
              </w:rPr>
            </w:pPr>
          </w:p>
        </w:tc>
        <w:tc>
          <w:tcPr>
            <w:tcW w:w="4637" w:type="dxa"/>
          </w:tcPr>
          <w:p w:rsidR="00D13001" w:rsidRPr="00A2108D" w:rsidRDefault="00D13001" w:rsidP="005809EA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2108D">
              <w:rPr>
                <w:rFonts w:ascii="Times New Roman" w:hAnsi="Times New Roman"/>
                <w:sz w:val="24"/>
                <w:szCs w:val="24"/>
                <w:lang w:val="uk-UA"/>
              </w:rPr>
              <w:t>- оприлюднення проектів нормативно – правових актів та рішень сесій міської ради виконавчого комітету Могилів – Подільської міської ради;</w:t>
            </w:r>
          </w:p>
          <w:p w:rsidR="00D13001" w:rsidRPr="00A2108D" w:rsidRDefault="00D13001" w:rsidP="005809EA">
            <w:pPr>
              <w:spacing w:after="0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843" w:type="dxa"/>
          </w:tcPr>
          <w:p w:rsidR="00D13001" w:rsidRPr="00A2108D" w:rsidRDefault="00D13001" w:rsidP="005809E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D13001" w:rsidRPr="00A2108D" w:rsidRDefault="00D13001" w:rsidP="005809E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п</w:t>
            </w:r>
            <w:r w:rsidRPr="00A2108D">
              <w:rPr>
                <w:rFonts w:ascii="Times New Roman" w:hAnsi="Times New Roman"/>
                <w:sz w:val="24"/>
                <w:szCs w:val="24"/>
                <w:lang w:val="uk-UA"/>
              </w:rPr>
              <w:t>остійно</w:t>
            </w:r>
          </w:p>
          <w:p w:rsidR="00D13001" w:rsidRPr="00A2108D" w:rsidRDefault="00D13001" w:rsidP="005809E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D13001" w:rsidRPr="00A2108D" w:rsidRDefault="00D13001" w:rsidP="005809E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D13001" w:rsidRPr="00A2108D" w:rsidRDefault="00D13001" w:rsidP="005809EA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2552" w:type="dxa"/>
          </w:tcPr>
          <w:p w:rsidR="00D13001" w:rsidRDefault="00D13001" w:rsidP="005809EA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</w:t>
            </w:r>
            <w:r w:rsidRPr="00A2108D">
              <w:rPr>
                <w:rFonts w:ascii="Times New Roman" w:hAnsi="Times New Roman"/>
                <w:sz w:val="24"/>
                <w:szCs w:val="24"/>
                <w:lang w:val="uk-UA"/>
              </w:rPr>
              <w:t>ідділ інформаційної діяльності та комунікацій з громадськістю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апарату міської ради та виконкому,</w:t>
            </w:r>
          </w:p>
          <w:p w:rsidR="00D13001" w:rsidRDefault="00D13001" w:rsidP="005809EA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</w:t>
            </w:r>
            <w:r w:rsidRPr="00A2108D">
              <w:rPr>
                <w:rFonts w:ascii="Times New Roman" w:hAnsi="Times New Roman"/>
                <w:sz w:val="24"/>
                <w:szCs w:val="24"/>
                <w:lang w:val="uk-UA"/>
              </w:rPr>
              <w:t>ідділ організаційно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- </w:t>
            </w:r>
            <w:r w:rsidRPr="00A2108D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кадрової роботи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апарату міської ради та виконкому,</w:t>
            </w:r>
          </w:p>
          <w:p w:rsidR="00D13001" w:rsidRPr="00A2108D" w:rsidRDefault="00D13001" w:rsidP="005809EA">
            <w:pPr>
              <w:spacing w:after="0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структурні підрозділи міської ради</w:t>
            </w:r>
            <w:r w:rsidRPr="00A2108D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та </w:t>
            </w:r>
            <w:r w:rsidRPr="00A2108D">
              <w:rPr>
                <w:rFonts w:ascii="Times New Roman" w:hAnsi="Times New Roman"/>
                <w:sz w:val="24"/>
                <w:szCs w:val="24"/>
                <w:lang w:val="uk-UA"/>
              </w:rPr>
              <w:t>виконавчого комітету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</w:tc>
      </w:tr>
      <w:tr w:rsidR="00D13001" w:rsidRPr="0093209F" w:rsidTr="005809EA">
        <w:trPr>
          <w:trHeight w:val="1297"/>
        </w:trPr>
        <w:tc>
          <w:tcPr>
            <w:tcW w:w="558" w:type="dxa"/>
            <w:vMerge/>
            <w:vAlign w:val="center"/>
          </w:tcPr>
          <w:p w:rsidR="00D13001" w:rsidRPr="005809EA" w:rsidRDefault="00D13001" w:rsidP="005809EA">
            <w:pPr>
              <w:spacing w:after="0" w:line="240" w:lineRule="auto"/>
              <w:rPr>
                <w:rFonts w:ascii="Times New Roman" w:hAnsi="Times New Roman"/>
                <w:b/>
                <w:sz w:val="28"/>
                <w:lang w:val="uk-UA"/>
              </w:rPr>
            </w:pPr>
          </w:p>
        </w:tc>
        <w:tc>
          <w:tcPr>
            <w:tcW w:w="4637" w:type="dxa"/>
          </w:tcPr>
          <w:p w:rsidR="00D13001" w:rsidRPr="00A2108D" w:rsidRDefault="00D13001" w:rsidP="005809EA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2108D">
              <w:rPr>
                <w:rFonts w:ascii="Times New Roman" w:hAnsi="Times New Roman"/>
                <w:sz w:val="24"/>
                <w:szCs w:val="24"/>
                <w:lang w:val="uk-UA"/>
              </w:rPr>
              <w:t>- забезпечення вільного доступу громадськості до містобудівної документації та геоінформаційних даних (у  тому числі в електронній формі);</w:t>
            </w:r>
          </w:p>
          <w:p w:rsidR="00D13001" w:rsidRPr="00A2108D" w:rsidRDefault="00D13001" w:rsidP="005809EA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D13001" w:rsidRPr="00A2108D" w:rsidRDefault="00D13001" w:rsidP="005809EA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D13001" w:rsidRPr="00A2108D" w:rsidRDefault="00D13001" w:rsidP="005809EA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A2108D">
              <w:rPr>
                <w:rFonts w:ascii="Times New Roman" w:hAnsi="Times New Roman"/>
                <w:sz w:val="24"/>
                <w:szCs w:val="24"/>
                <w:lang w:val="uk-UA"/>
              </w:rPr>
              <w:t>- перевірка дотримання чинного законодавства щодо забезпечення доступу до публічної інформації в апараті міської ради та виконавчого комітету;</w:t>
            </w:r>
          </w:p>
        </w:tc>
        <w:tc>
          <w:tcPr>
            <w:tcW w:w="1843" w:type="dxa"/>
          </w:tcPr>
          <w:p w:rsidR="00D13001" w:rsidRPr="00A2108D" w:rsidRDefault="00D13001" w:rsidP="005809EA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D13001" w:rsidRPr="00A2108D" w:rsidRDefault="00D13001" w:rsidP="005809E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п</w:t>
            </w:r>
            <w:r w:rsidRPr="00A2108D">
              <w:rPr>
                <w:rFonts w:ascii="Times New Roman" w:hAnsi="Times New Roman"/>
                <w:sz w:val="24"/>
                <w:szCs w:val="24"/>
                <w:lang w:val="uk-UA"/>
              </w:rPr>
              <w:t>остійно</w:t>
            </w:r>
          </w:p>
          <w:p w:rsidR="00D13001" w:rsidRPr="00A2108D" w:rsidRDefault="00D13001" w:rsidP="005809E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D13001" w:rsidRPr="00A2108D" w:rsidRDefault="00D13001" w:rsidP="005809E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D13001" w:rsidRPr="00A2108D" w:rsidRDefault="00D13001" w:rsidP="005809E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D13001" w:rsidRPr="00A2108D" w:rsidRDefault="00D13001" w:rsidP="005809E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D13001" w:rsidRPr="00A2108D" w:rsidRDefault="00D13001" w:rsidP="005809EA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п</w:t>
            </w:r>
            <w:r w:rsidRPr="00A2108D">
              <w:rPr>
                <w:rFonts w:ascii="Times New Roman" w:hAnsi="Times New Roman"/>
                <w:sz w:val="24"/>
                <w:szCs w:val="24"/>
                <w:lang w:val="uk-UA"/>
              </w:rPr>
              <w:t>остійно</w:t>
            </w:r>
          </w:p>
        </w:tc>
        <w:tc>
          <w:tcPr>
            <w:tcW w:w="2552" w:type="dxa"/>
          </w:tcPr>
          <w:p w:rsidR="00D13001" w:rsidRPr="00A2108D" w:rsidRDefault="00D13001" w:rsidP="005809EA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D13001" w:rsidRPr="00A2108D" w:rsidRDefault="00D13001" w:rsidP="005809EA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у</w:t>
            </w:r>
            <w:r w:rsidRPr="00A2108D">
              <w:rPr>
                <w:rFonts w:ascii="Times New Roman" w:hAnsi="Times New Roman"/>
                <w:sz w:val="24"/>
                <w:szCs w:val="24"/>
                <w:lang w:val="uk-UA"/>
              </w:rPr>
              <w:t>правління містобудування та архітектури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міської ради,</w:t>
            </w:r>
          </w:p>
          <w:p w:rsidR="00D13001" w:rsidRPr="00A2108D" w:rsidRDefault="00D13001" w:rsidP="005809EA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D13001" w:rsidRPr="00A2108D" w:rsidRDefault="00D13001" w:rsidP="005809EA">
            <w:pPr>
              <w:spacing w:after="0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ю</w:t>
            </w:r>
            <w:r w:rsidRPr="00A2108D">
              <w:rPr>
                <w:rFonts w:ascii="Times New Roman" w:hAnsi="Times New Roman"/>
                <w:sz w:val="24"/>
                <w:szCs w:val="24"/>
                <w:lang w:val="uk-UA"/>
              </w:rPr>
              <w:t>ридичний відділ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апарату міської ради та виконкому.</w:t>
            </w:r>
          </w:p>
        </w:tc>
      </w:tr>
      <w:tr w:rsidR="00D13001" w:rsidRPr="0093209F" w:rsidTr="005809EA">
        <w:trPr>
          <w:trHeight w:val="815"/>
        </w:trPr>
        <w:tc>
          <w:tcPr>
            <w:tcW w:w="558" w:type="dxa"/>
            <w:vMerge w:val="restart"/>
          </w:tcPr>
          <w:p w:rsidR="00D13001" w:rsidRPr="005809EA" w:rsidRDefault="00D13001" w:rsidP="005809EA">
            <w:pPr>
              <w:spacing w:after="0"/>
              <w:jc w:val="center"/>
              <w:rPr>
                <w:rFonts w:ascii="Times New Roman" w:hAnsi="Times New Roman"/>
                <w:b/>
                <w:sz w:val="28"/>
                <w:lang w:val="uk-UA"/>
              </w:rPr>
            </w:pPr>
            <w:r w:rsidRPr="005809EA">
              <w:rPr>
                <w:rFonts w:ascii="Times New Roman" w:hAnsi="Times New Roman"/>
                <w:b/>
                <w:sz w:val="28"/>
                <w:lang w:val="uk-UA"/>
              </w:rPr>
              <w:t>3</w:t>
            </w:r>
            <w:r>
              <w:rPr>
                <w:rFonts w:ascii="Times New Roman" w:hAnsi="Times New Roman"/>
                <w:b/>
                <w:sz w:val="28"/>
                <w:lang w:val="uk-UA"/>
              </w:rPr>
              <w:t>.</w:t>
            </w:r>
          </w:p>
        </w:tc>
        <w:tc>
          <w:tcPr>
            <w:tcW w:w="9032" w:type="dxa"/>
            <w:gridSpan w:val="3"/>
          </w:tcPr>
          <w:p w:rsidR="00D13001" w:rsidRPr="00A2108D" w:rsidRDefault="00D13001" w:rsidP="005809EA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A2108D">
              <w:rPr>
                <w:rFonts w:ascii="Times New Roman" w:hAnsi="Times New Roman"/>
                <w:b/>
                <w:sz w:val="24"/>
                <w:szCs w:val="24"/>
              </w:rPr>
              <w:t>У напрямі</w:t>
            </w:r>
          </w:p>
          <w:p w:rsidR="00D13001" w:rsidRPr="00A2108D" w:rsidRDefault="00D13001" w:rsidP="005809EA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A2108D">
              <w:rPr>
                <w:rFonts w:ascii="Times New Roman" w:hAnsi="Times New Roman"/>
                <w:b/>
                <w:sz w:val="24"/>
                <w:szCs w:val="24"/>
              </w:rPr>
              <w:t>«Запобігання і протидія корупції»</w:t>
            </w:r>
            <w:r w:rsidRPr="00A2108D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:</w:t>
            </w:r>
          </w:p>
        </w:tc>
      </w:tr>
      <w:tr w:rsidR="00D13001" w:rsidRPr="0093209F" w:rsidTr="005809EA">
        <w:trPr>
          <w:trHeight w:val="1236"/>
        </w:trPr>
        <w:tc>
          <w:tcPr>
            <w:tcW w:w="558" w:type="dxa"/>
            <w:vMerge/>
            <w:vAlign w:val="center"/>
          </w:tcPr>
          <w:p w:rsidR="00D13001" w:rsidRPr="005809EA" w:rsidRDefault="00D13001" w:rsidP="005809EA">
            <w:pPr>
              <w:spacing w:after="0" w:line="240" w:lineRule="auto"/>
              <w:rPr>
                <w:rFonts w:ascii="Times New Roman" w:hAnsi="Times New Roman"/>
                <w:b/>
                <w:sz w:val="28"/>
                <w:lang w:val="uk-UA"/>
              </w:rPr>
            </w:pPr>
          </w:p>
        </w:tc>
        <w:tc>
          <w:tcPr>
            <w:tcW w:w="4637" w:type="dxa"/>
          </w:tcPr>
          <w:p w:rsidR="00D13001" w:rsidRPr="00A2108D" w:rsidRDefault="00D13001" w:rsidP="005809EA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2108D">
              <w:rPr>
                <w:rFonts w:ascii="Times New Roman" w:hAnsi="Times New Roman"/>
                <w:sz w:val="24"/>
                <w:szCs w:val="24"/>
                <w:lang w:val="uk-UA"/>
              </w:rPr>
              <w:t>- оприлюднення на офіційному веб-сайті декларацій осіб уповноважених на виконання функцій держави та місцевого самоврядування;</w:t>
            </w:r>
          </w:p>
          <w:p w:rsidR="00D13001" w:rsidRPr="00A2108D" w:rsidRDefault="00D13001" w:rsidP="005809EA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D13001" w:rsidRPr="00A2108D" w:rsidRDefault="00D13001" w:rsidP="005809E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щ</w:t>
            </w:r>
            <w:r w:rsidRPr="00A2108D">
              <w:rPr>
                <w:rFonts w:ascii="Times New Roman" w:hAnsi="Times New Roman"/>
                <w:sz w:val="24"/>
                <w:szCs w:val="24"/>
                <w:lang w:val="uk-UA"/>
              </w:rPr>
              <w:t>орічно</w:t>
            </w:r>
          </w:p>
          <w:p w:rsidR="00D13001" w:rsidRPr="00A2108D" w:rsidRDefault="00D13001" w:rsidP="005809E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D13001" w:rsidRPr="00A2108D" w:rsidRDefault="00D13001" w:rsidP="005809E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D13001" w:rsidRPr="00A2108D" w:rsidRDefault="00D13001" w:rsidP="005809E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D13001" w:rsidRPr="00A2108D" w:rsidRDefault="00D13001" w:rsidP="005809EA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2552" w:type="dxa"/>
          </w:tcPr>
          <w:p w:rsidR="00D13001" w:rsidRPr="009F6431" w:rsidRDefault="00D13001" w:rsidP="009F6431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сектор з кадрових питань в</w:t>
            </w:r>
            <w:r w:rsidRPr="00A2108D">
              <w:rPr>
                <w:rFonts w:ascii="Times New Roman" w:hAnsi="Times New Roman"/>
                <w:sz w:val="24"/>
                <w:szCs w:val="24"/>
                <w:lang w:val="uk-UA"/>
              </w:rPr>
              <w:t>ідділ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у</w:t>
            </w:r>
            <w:r w:rsidRPr="00A2108D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організаційно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-</w:t>
            </w:r>
            <w:r w:rsidRPr="00A2108D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кадрової роботи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апарату міської ради та виконкому.</w:t>
            </w:r>
          </w:p>
        </w:tc>
      </w:tr>
      <w:tr w:rsidR="00D13001" w:rsidRPr="00101C73" w:rsidTr="005809EA">
        <w:trPr>
          <w:trHeight w:val="1725"/>
        </w:trPr>
        <w:tc>
          <w:tcPr>
            <w:tcW w:w="558" w:type="dxa"/>
            <w:vMerge/>
            <w:vAlign w:val="center"/>
          </w:tcPr>
          <w:p w:rsidR="00D13001" w:rsidRPr="005809EA" w:rsidRDefault="00D13001" w:rsidP="005809EA">
            <w:pPr>
              <w:spacing w:after="0" w:line="240" w:lineRule="auto"/>
              <w:rPr>
                <w:rFonts w:ascii="Times New Roman" w:hAnsi="Times New Roman"/>
                <w:b/>
                <w:sz w:val="28"/>
                <w:lang w:val="uk-UA"/>
              </w:rPr>
            </w:pPr>
          </w:p>
        </w:tc>
        <w:tc>
          <w:tcPr>
            <w:tcW w:w="4637" w:type="dxa"/>
          </w:tcPr>
          <w:p w:rsidR="00D13001" w:rsidRDefault="00D13001" w:rsidP="005809EA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- виконання статті 19 Закону України  «Про запобігання корупції»</w:t>
            </w:r>
            <w:r w:rsidRPr="00A2108D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, а саме Плану заходів щодо реалізації державної антикорупційної політики (Антикорупційної стратегії) </w:t>
            </w:r>
          </w:p>
          <w:p w:rsidR="00D13001" w:rsidRPr="00A2108D" w:rsidRDefault="00D13001" w:rsidP="005809EA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2108D">
              <w:rPr>
                <w:rFonts w:ascii="Times New Roman" w:hAnsi="Times New Roman"/>
                <w:sz w:val="24"/>
                <w:szCs w:val="24"/>
                <w:lang w:val="uk-UA"/>
              </w:rPr>
              <w:t>на 2015 – 2017 роки;</w:t>
            </w:r>
          </w:p>
        </w:tc>
        <w:tc>
          <w:tcPr>
            <w:tcW w:w="1843" w:type="dxa"/>
          </w:tcPr>
          <w:p w:rsidR="00D13001" w:rsidRPr="00A2108D" w:rsidRDefault="00D13001" w:rsidP="005809E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D13001" w:rsidRPr="00A2108D" w:rsidRDefault="00D13001" w:rsidP="005809E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щ</w:t>
            </w:r>
            <w:r w:rsidRPr="00A2108D">
              <w:rPr>
                <w:rFonts w:ascii="Times New Roman" w:hAnsi="Times New Roman"/>
                <w:sz w:val="24"/>
                <w:szCs w:val="24"/>
                <w:lang w:val="uk-UA"/>
              </w:rPr>
              <w:t>оквартально</w:t>
            </w:r>
          </w:p>
          <w:p w:rsidR="00D13001" w:rsidRPr="00A2108D" w:rsidRDefault="00D13001" w:rsidP="005809E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до1 </w:t>
            </w:r>
            <w:r w:rsidRPr="00A2108D">
              <w:rPr>
                <w:rFonts w:ascii="Times New Roman" w:hAnsi="Times New Roman"/>
                <w:sz w:val="24"/>
                <w:szCs w:val="24"/>
                <w:lang w:val="uk-UA"/>
              </w:rPr>
              <w:t>числа</w:t>
            </w:r>
          </w:p>
          <w:p w:rsidR="00D13001" w:rsidRPr="00A2108D" w:rsidRDefault="00D13001" w:rsidP="005809E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D13001" w:rsidRPr="00A2108D" w:rsidRDefault="00D13001" w:rsidP="005809E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D13001" w:rsidRPr="00A2108D" w:rsidRDefault="00D13001" w:rsidP="005809E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D13001" w:rsidRPr="00A2108D" w:rsidRDefault="00D13001" w:rsidP="005809E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D13001" w:rsidRPr="00A2108D" w:rsidRDefault="00D13001" w:rsidP="005809E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552" w:type="dxa"/>
          </w:tcPr>
          <w:p w:rsidR="00D13001" w:rsidRPr="00A2108D" w:rsidRDefault="00D13001" w:rsidP="005809EA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с</w:t>
            </w:r>
            <w:r w:rsidRPr="00A2108D">
              <w:rPr>
                <w:rFonts w:ascii="Times New Roman" w:hAnsi="Times New Roman"/>
                <w:sz w:val="24"/>
                <w:szCs w:val="24"/>
                <w:lang w:val="uk-UA"/>
              </w:rPr>
              <w:t>труктурні підрозділи міської ради та виконавчого комітету,</w:t>
            </w:r>
          </w:p>
          <w:p w:rsidR="00D13001" w:rsidRPr="00FB68DF" w:rsidRDefault="00D13001" w:rsidP="005809EA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2108D">
              <w:rPr>
                <w:rFonts w:ascii="Times New Roman" w:hAnsi="Times New Roman"/>
                <w:sz w:val="24"/>
                <w:szCs w:val="24"/>
                <w:lang w:val="uk-UA"/>
              </w:rPr>
              <w:t>юридичний відділ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апарату міської ради та виконкому</w:t>
            </w:r>
            <w:r w:rsidRPr="00A2108D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сектор з кадрових питань </w:t>
            </w:r>
            <w:r w:rsidRPr="00A2108D">
              <w:rPr>
                <w:rFonts w:ascii="Times New Roman" w:hAnsi="Times New Roman"/>
                <w:sz w:val="24"/>
                <w:szCs w:val="24"/>
                <w:lang w:val="uk-UA"/>
              </w:rPr>
              <w:t>відділ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у</w:t>
            </w:r>
            <w:r w:rsidRPr="00A2108D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організаційно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-</w:t>
            </w:r>
            <w:r w:rsidRPr="00A2108D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кадрової роботи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апарату міської ради та виконкому.</w:t>
            </w:r>
          </w:p>
        </w:tc>
      </w:tr>
      <w:tr w:rsidR="00D13001" w:rsidRPr="0093209F" w:rsidTr="005809EA">
        <w:trPr>
          <w:trHeight w:val="1390"/>
        </w:trPr>
        <w:tc>
          <w:tcPr>
            <w:tcW w:w="558" w:type="dxa"/>
            <w:vMerge/>
            <w:vAlign w:val="center"/>
          </w:tcPr>
          <w:p w:rsidR="00D13001" w:rsidRPr="005809EA" w:rsidRDefault="00D13001" w:rsidP="005809EA">
            <w:pPr>
              <w:spacing w:after="0" w:line="240" w:lineRule="auto"/>
              <w:rPr>
                <w:rFonts w:ascii="Times New Roman" w:hAnsi="Times New Roman"/>
                <w:b/>
                <w:sz w:val="28"/>
                <w:lang w:val="uk-UA"/>
              </w:rPr>
            </w:pPr>
          </w:p>
        </w:tc>
        <w:tc>
          <w:tcPr>
            <w:tcW w:w="4637" w:type="dxa"/>
          </w:tcPr>
          <w:p w:rsidR="00D13001" w:rsidRPr="00A2108D" w:rsidRDefault="00D13001" w:rsidP="005809EA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2108D">
              <w:rPr>
                <w:rFonts w:ascii="Times New Roman" w:hAnsi="Times New Roman"/>
                <w:sz w:val="24"/>
                <w:szCs w:val="24"/>
                <w:lang w:val="uk-UA"/>
              </w:rPr>
              <w:t>-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A2108D">
              <w:rPr>
                <w:rFonts w:ascii="Times New Roman" w:hAnsi="Times New Roman"/>
                <w:sz w:val="24"/>
                <w:szCs w:val="24"/>
                <w:lang w:val="uk-UA"/>
              </w:rPr>
              <w:t>функціонування та інформаційне наповнення  розділу «Очищення влади» на офіційному веб-сайті міської ради;</w:t>
            </w:r>
          </w:p>
        </w:tc>
        <w:tc>
          <w:tcPr>
            <w:tcW w:w="1843" w:type="dxa"/>
          </w:tcPr>
          <w:p w:rsidR="00D13001" w:rsidRPr="00A2108D" w:rsidRDefault="00D13001" w:rsidP="005809E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D13001" w:rsidRPr="00A2108D" w:rsidRDefault="00D13001" w:rsidP="005809E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п</w:t>
            </w:r>
            <w:r w:rsidRPr="00A2108D">
              <w:rPr>
                <w:rFonts w:ascii="Times New Roman" w:hAnsi="Times New Roman"/>
                <w:sz w:val="24"/>
                <w:szCs w:val="24"/>
                <w:lang w:val="uk-UA"/>
              </w:rPr>
              <w:t>остійно</w:t>
            </w:r>
          </w:p>
        </w:tc>
        <w:tc>
          <w:tcPr>
            <w:tcW w:w="2552" w:type="dxa"/>
          </w:tcPr>
          <w:p w:rsidR="00D13001" w:rsidRPr="00A2108D" w:rsidRDefault="00D13001" w:rsidP="00FB68DF">
            <w:pPr>
              <w:spacing w:after="0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сектор з кадрових питань, </w:t>
            </w:r>
            <w:r w:rsidRPr="00A2108D">
              <w:rPr>
                <w:rFonts w:ascii="Times New Roman" w:hAnsi="Times New Roman"/>
                <w:sz w:val="24"/>
                <w:szCs w:val="24"/>
                <w:lang w:val="uk-UA"/>
              </w:rPr>
              <w:t>відділ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у</w:t>
            </w:r>
            <w:r w:rsidRPr="00A2108D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організаційно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-</w:t>
            </w:r>
            <w:r w:rsidRPr="00A2108D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кадрової роботи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апарату міської ради та виконкому.</w:t>
            </w:r>
          </w:p>
        </w:tc>
      </w:tr>
      <w:tr w:rsidR="00D13001" w:rsidRPr="0093209F" w:rsidTr="005809EA">
        <w:trPr>
          <w:trHeight w:val="882"/>
        </w:trPr>
        <w:tc>
          <w:tcPr>
            <w:tcW w:w="558" w:type="dxa"/>
            <w:vMerge w:val="restart"/>
          </w:tcPr>
          <w:p w:rsidR="00D13001" w:rsidRPr="005809EA" w:rsidRDefault="00D13001" w:rsidP="005809EA">
            <w:pPr>
              <w:spacing w:after="0"/>
              <w:rPr>
                <w:rFonts w:ascii="Times New Roman" w:hAnsi="Times New Roman"/>
                <w:b/>
                <w:sz w:val="28"/>
                <w:lang w:val="uk-UA"/>
              </w:rPr>
            </w:pPr>
            <w:r w:rsidRPr="005809EA">
              <w:rPr>
                <w:rFonts w:ascii="Times New Roman" w:hAnsi="Times New Roman"/>
                <w:b/>
                <w:sz w:val="28"/>
                <w:lang w:val="uk-UA"/>
              </w:rPr>
              <w:t>4.</w:t>
            </w:r>
          </w:p>
          <w:p w:rsidR="00D13001" w:rsidRPr="005809EA" w:rsidRDefault="00D13001" w:rsidP="005809EA">
            <w:pPr>
              <w:spacing w:after="0"/>
              <w:jc w:val="center"/>
              <w:rPr>
                <w:rFonts w:ascii="Times New Roman" w:hAnsi="Times New Roman"/>
                <w:b/>
                <w:sz w:val="28"/>
                <w:lang w:val="uk-UA"/>
              </w:rPr>
            </w:pPr>
          </w:p>
          <w:p w:rsidR="00D13001" w:rsidRPr="005809EA" w:rsidRDefault="00D13001" w:rsidP="005809EA">
            <w:pPr>
              <w:spacing w:after="0"/>
              <w:jc w:val="center"/>
              <w:rPr>
                <w:rFonts w:ascii="Times New Roman" w:hAnsi="Times New Roman"/>
                <w:b/>
                <w:sz w:val="28"/>
                <w:lang w:val="uk-UA"/>
              </w:rPr>
            </w:pPr>
          </w:p>
          <w:p w:rsidR="00D13001" w:rsidRPr="005809EA" w:rsidRDefault="00D13001" w:rsidP="005809EA">
            <w:pPr>
              <w:spacing w:after="0"/>
              <w:jc w:val="center"/>
              <w:rPr>
                <w:rFonts w:ascii="Times New Roman" w:hAnsi="Times New Roman"/>
                <w:b/>
                <w:sz w:val="28"/>
                <w:lang w:val="uk-UA"/>
              </w:rPr>
            </w:pPr>
          </w:p>
          <w:p w:rsidR="00D13001" w:rsidRPr="005809EA" w:rsidRDefault="00D13001" w:rsidP="005809EA">
            <w:pPr>
              <w:spacing w:after="0"/>
              <w:jc w:val="center"/>
              <w:rPr>
                <w:rFonts w:ascii="Times New Roman" w:hAnsi="Times New Roman"/>
                <w:b/>
                <w:sz w:val="28"/>
                <w:lang w:val="uk-UA"/>
              </w:rPr>
            </w:pPr>
          </w:p>
        </w:tc>
        <w:tc>
          <w:tcPr>
            <w:tcW w:w="9032" w:type="dxa"/>
            <w:gridSpan w:val="3"/>
          </w:tcPr>
          <w:p w:rsidR="00D13001" w:rsidRPr="00A2108D" w:rsidRDefault="00D13001" w:rsidP="005809EA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A2108D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У  напрямі</w:t>
            </w:r>
          </w:p>
          <w:p w:rsidR="00D13001" w:rsidRPr="00A2108D" w:rsidRDefault="00D13001" w:rsidP="005809EA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«Підвищення якості  надання адміністративних та </w:t>
            </w:r>
            <w:r w:rsidRPr="00A2108D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соціальних</w:t>
            </w:r>
          </w:p>
          <w:p w:rsidR="00D13001" w:rsidRPr="009F6431" w:rsidRDefault="00D13001" w:rsidP="009F6431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A2108D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послуг»:</w:t>
            </w:r>
          </w:p>
        </w:tc>
      </w:tr>
      <w:tr w:rsidR="00D13001" w:rsidRPr="0093209F" w:rsidTr="005809EA">
        <w:trPr>
          <w:trHeight w:val="549"/>
        </w:trPr>
        <w:tc>
          <w:tcPr>
            <w:tcW w:w="558" w:type="dxa"/>
            <w:vMerge/>
            <w:vAlign w:val="center"/>
          </w:tcPr>
          <w:p w:rsidR="00D13001" w:rsidRPr="005809EA" w:rsidRDefault="00D13001" w:rsidP="005809EA">
            <w:pPr>
              <w:spacing w:after="0" w:line="240" w:lineRule="auto"/>
              <w:rPr>
                <w:rFonts w:ascii="Times New Roman" w:hAnsi="Times New Roman"/>
                <w:b/>
                <w:sz w:val="28"/>
                <w:lang w:val="uk-UA"/>
              </w:rPr>
            </w:pPr>
          </w:p>
        </w:tc>
        <w:tc>
          <w:tcPr>
            <w:tcW w:w="4637" w:type="dxa"/>
          </w:tcPr>
          <w:p w:rsidR="00D13001" w:rsidRPr="00A2108D" w:rsidRDefault="00D13001" w:rsidP="005809EA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2108D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- проведення інформаційно – роз’яснювальної роботи щодо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надання адміністративних послуг;</w:t>
            </w:r>
          </w:p>
        </w:tc>
        <w:tc>
          <w:tcPr>
            <w:tcW w:w="1843" w:type="dxa"/>
          </w:tcPr>
          <w:p w:rsidR="00D13001" w:rsidRPr="00A2108D" w:rsidRDefault="00D13001" w:rsidP="005809E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п</w:t>
            </w:r>
            <w:r w:rsidRPr="00A2108D">
              <w:rPr>
                <w:rFonts w:ascii="Times New Roman" w:hAnsi="Times New Roman"/>
                <w:sz w:val="24"/>
                <w:szCs w:val="24"/>
                <w:lang w:val="uk-UA"/>
              </w:rPr>
              <w:t>остійно</w:t>
            </w:r>
          </w:p>
          <w:p w:rsidR="00D13001" w:rsidRPr="00A2108D" w:rsidRDefault="00D13001" w:rsidP="005809E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552" w:type="dxa"/>
          </w:tcPr>
          <w:p w:rsidR="00D13001" w:rsidRPr="00A2108D" w:rsidRDefault="00D13001" w:rsidP="005809EA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ю</w:t>
            </w:r>
            <w:r w:rsidRPr="00A2108D">
              <w:rPr>
                <w:rFonts w:ascii="Times New Roman" w:hAnsi="Times New Roman"/>
                <w:sz w:val="24"/>
                <w:szCs w:val="24"/>
                <w:lang w:val="uk-UA"/>
              </w:rPr>
              <w:t>ридичний відділ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апарату міської ради та виконкому.</w:t>
            </w:r>
          </w:p>
        </w:tc>
      </w:tr>
      <w:tr w:rsidR="00D13001" w:rsidRPr="0093209F" w:rsidTr="005809EA">
        <w:trPr>
          <w:trHeight w:val="350"/>
        </w:trPr>
        <w:tc>
          <w:tcPr>
            <w:tcW w:w="558" w:type="dxa"/>
            <w:vMerge/>
            <w:vAlign w:val="center"/>
          </w:tcPr>
          <w:p w:rsidR="00D13001" w:rsidRPr="005809EA" w:rsidRDefault="00D13001" w:rsidP="005809EA">
            <w:pPr>
              <w:spacing w:after="0" w:line="240" w:lineRule="auto"/>
              <w:rPr>
                <w:rFonts w:ascii="Times New Roman" w:hAnsi="Times New Roman"/>
                <w:b/>
                <w:sz w:val="28"/>
                <w:lang w:val="uk-UA"/>
              </w:rPr>
            </w:pPr>
          </w:p>
        </w:tc>
        <w:tc>
          <w:tcPr>
            <w:tcW w:w="4637" w:type="dxa"/>
          </w:tcPr>
          <w:p w:rsidR="00D13001" w:rsidRDefault="00D13001" w:rsidP="009F6431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2108D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- поліпшення надання послуг Центром надання адміністративних послуг </w:t>
            </w:r>
          </w:p>
          <w:p w:rsidR="00D13001" w:rsidRPr="00A2108D" w:rsidRDefault="00D13001" w:rsidP="009F6431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2108D">
              <w:rPr>
                <w:rFonts w:ascii="Times New Roman" w:hAnsi="Times New Roman"/>
                <w:sz w:val="24"/>
                <w:szCs w:val="24"/>
                <w:lang w:val="uk-UA"/>
              </w:rPr>
              <w:t>Мог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илів – Подільської міської ради;</w:t>
            </w:r>
          </w:p>
          <w:p w:rsidR="00D13001" w:rsidRPr="00A2108D" w:rsidRDefault="00D13001" w:rsidP="009F6431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843" w:type="dxa"/>
          </w:tcPr>
          <w:p w:rsidR="00D13001" w:rsidRPr="00A2108D" w:rsidRDefault="00D13001" w:rsidP="005809E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п</w:t>
            </w:r>
            <w:r w:rsidRPr="00A2108D">
              <w:rPr>
                <w:rFonts w:ascii="Times New Roman" w:hAnsi="Times New Roman"/>
                <w:sz w:val="24"/>
                <w:szCs w:val="24"/>
                <w:lang w:val="uk-UA"/>
              </w:rPr>
              <w:t>остійно</w:t>
            </w:r>
          </w:p>
        </w:tc>
        <w:tc>
          <w:tcPr>
            <w:tcW w:w="2552" w:type="dxa"/>
          </w:tcPr>
          <w:p w:rsidR="00D13001" w:rsidRPr="00A2108D" w:rsidRDefault="00D13001" w:rsidP="005809EA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</w:t>
            </w:r>
            <w:r w:rsidRPr="00A2108D">
              <w:rPr>
                <w:rFonts w:ascii="Times New Roman" w:hAnsi="Times New Roman"/>
                <w:sz w:val="24"/>
                <w:szCs w:val="24"/>
                <w:lang w:val="uk-UA"/>
              </w:rPr>
              <w:t>ідділ (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Центр) надання </w:t>
            </w:r>
            <w:r w:rsidRPr="00A2108D">
              <w:rPr>
                <w:rFonts w:ascii="Times New Roman" w:hAnsi="Times New Roman"/>
                <w:sz w:val="24"/>
                <w:szCs w:val="24"/>
                <w:lang w:val="uk-UA"/>
              </w:rPr>
              <w:t>адміністративних послуг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міської ради</w:t>
            </w:r>
          </w:p>
        </w:tc>
      </w:tr>
      <w:tr w:rsidR="00D13001" w:rsidRPr="009F6431" w:rsidTr="005809EA">
        <w:trPr>
          <w:trHeight w:val="1534"/>
        </w:trPr>
        <w:tc>
          <w:tcPr>
            <w:tcW w:w="558" w:type="dxa"/>
            <w:vMerge/>
            <w:vAlign w:val="center"/>
          </w:tcPr>
          <w:p w:rsidR="00D13001" w:rsidRPr="005809EA" w:rsidRDefault="00D13001" w:rsidP="005809EA">
            <w:pPr>
              <w:spacing w:after="0" w:line="240" w:lineRule="auto"/>
              <w:rPr>
                <w:rFonts w:ascii="Times New Roman" w:hAnsi="Times New Roman"/>
                <w:b/>
                <w:sz w:val="28"/>
                <w:lang w:val="uk-UA"/>
              </w:rPr>
            </w:pPr>
          </w:p>
        </w:tc>
        <w:tc>
          <w:tcPr>
            <w:tcW w:w="4637" w:type="dxa"/>
          </w:tcPr>
          <w:p w:rsidR="00D13001" w:rsidRPr="00A2108D" w:rsidRDefault="00D13001" w:rsidP="009F6431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- забезпечення широкого інформування  громадян про роботу </w:t>
            </w:r>
            <w:r w:rsidRPr="00A2108D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центрів  надання </w:t>
            </w:r>
          </w:p>
          <w:p w:rsidR="00D13001" w:rsidRPr="00A2108D" w:rsidRDefault="00D13001" w:rsidP="009F6431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2108D">
              <w:rPr>
                <w:rFonts w:ascii="Times New Roman" w:hAnsi="Times New Roman"/>
                <w:sz w:val="24"/>
                <w:szCs w:val="24"/>
                <w:lang w:val="uk-UA"/>
              </w:rPr>
              <w:t>адміністративних послуг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;</w:t>
            </w:r>
          </w:p>
        </w:tc>
        <w:tc>
          <w:tcPr>
            <w:tcW w:w="1843" w:type="dxa"/>
          </w:tcPr>
          <w:p w:rsidR="00D13001" w:rsidRPr="00A2108D" w:rsidRDefault="00D13001" w:rsidP="005809E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п</w:t>
            </w:r>
            <w:r w:rsidRPr="00A2108D">
              <w:rPr>
                <w:rFonts w:ascii="Times New Roman" w:hAnsi="Times New Roman"/>
                <w:sz w:val="24"/>
                <w:szCs w:val="24"/>
                <w:lang w:val="uk-UA"/>
              </w:rPr>
              <w:t>остійно</w:t>
            </w:r>
          </w:p>
        </w:tc>
        <w:tc>
          <w:tcPr>
            <w:tcW w:w="2552" w:type="dxa"/>
          </w:tcPr>
          <w:p w:rsidR="00D13001" w:rsidRPr="00A2108D" w:rsidRDefault="00D13001" w:rsidP="005809EA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2108D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КП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«</w:t>
            </w:r>
            <w:r w:rsidRPr="00A2108D">
              <w:rPr>
                <w:rFonts w:ascii="Times New Roman" w:hAnsi="Times New Roman"/>
                <w:sz w:val="24"/>
                <w:szCs w:val="24"/>
                <w:lang w:val="uk-UA"/>
              </w:rPr>
              <w:t>ПТРЦ «Краяни»,</w:t>
            </w:r>
          </w:p>
          <w:p w:rsidR="00D13001" w:rsidRPr="00A2108D" w:rsidRDefault="00D13001" w:rsidP="005809EA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</w:t>
            </w:r>
            <w:r w:rsidRPr="00A2108D">
              <w:rPr>
                <w:rFonts w:ascii="Times New Roman" w:hAnsi="Times New Roman"/>
                <w:sz w:val="24"/>
                <w:szCs w:val="24"/>
                <w:lang w:val="uk-UA"/>
              </w:rPr>
              <w:t>ідділ інформаційної діяльності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та комунікацій з громадськістю  апарату міської ради та виконкому.</w:t>
            </w:r>
          </w:p>
        </w:tc>
      </w:tr>
      <w:tr w:rsidR="00D13001" w:rsidRPr="00101C73" w:rsidTr="005809EA">
        <w:trPr>
          <w:trHeight w:val="1531"/>
        </w:trPr>
        <w:tc>
          <w:tcPr>
            <w:tcW w:w="558" w:type="dxa"/>
            <w:vMerge/>
            <w:vAlign w:val="center"/>
          </w:tcPr>
          <w:p w:rsidR="00D13001" w:rsidRPr="005809EA" w:rsidRDefault="00D13001" w:rsidP="005809EA">
            <w:pPr>
              <w:spacing w:after="0" w:line="240" w:lineRule="auto"/>
              <w:rPr>
                <w:rFonts w:ascii="Times New Roman" w:hAnsi="Times New Roman"/>
                <w:b/>
                <w:sz w:val="28"/>
                <w:lang w:val="uk-UA"/>
              </w:rPr>
            </w:pPr>
          </w:p>
        </w:tc>
        <w:tc>
          <w:tcPr>
            <w:tcW w:w="4637" w:type="dxa"/>
          </w:tcPr>
          <w:p w:rsidR="00D13001" w:rsidRPr="00A2108D" w:rsidRDefault="00D13001" w:rsidP="009F6431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2108D">
              <w:rPr>
                <w:rFonts w:ascii="Times New Roman" w:hAnsi="Times New Roman"/>
                <w:sz w:val="24"/>
                <w:szCs w:val="24"/>
                <w:lang w:val="uk-UA"/>
              </w:rPr>
              <w:t>-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організація вивчення громадської </w:t>
            </w:r>
            <w:r w:rsidRPr="00A2108D">
              <w:rPr>
                <w:rFonts w:ascii="Times New Roman" w:hAnsi="Times New Roman"/>
                <w:sz w:val="24"/>
                <w:szCs w:val="24"/>
                <w:lang w:val="uk-UA"/>
              </w:rPr>
              <w:t>думки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(анкетування) щодо якості </w:t>
            </w:r>
            <w:r w:rsidRPr="00A2108D">
              <w:rPr>
                <w:rFonts w:ascii="Times New Roman" w:hAnsi="Times New Roman"/>
                <w:sz w:val="24"/>
                <w:szCs w:val="24"/>
                <w:lang w:val="uk-UA"/>
              </w:rPr>
              <w:t>роботи Центру надання адміністративних послуг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та врахування його результатів;</w:t>
            </w:r>
          </w:p>
          <w:p w:rsidR="00D13001" w:rsidRPr="00A2108D" w:rsidRDefault="00D13001" w:rsidP="009F6431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843" w:type="dxa"/>
          </w:tcPr>
          <w:p w:rsidR="00D13001" w:rsidRPr="00A2108D" w:rsidRDefault="00D13001" w:rsidP="00FB68DF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щ</w:t>
            </w:r>
            <w:r w:rsidRPr="00A2108D">
              <w:rPr>
                <w:rFonts w:ascii="Times New Roman" w:hAnsi="Times New Roman"/>
                <w:sz w:val="24"/>
                <w:szCs w:val="24"/>
                <w:lang w:val="uk-UA"/>
              </w:rPr>
              <w:t>оквартально</w:t>
            </w:r>
          </w:p>
          <w:p w:rsidR="00D13001" w:rsidRPr="00A2108D" w:rsidRDefault="00D13001" w:rsidP="005809E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до1 </w:t>
            </w:r>
            <w:r w:rsidRPr="00A2108D">
              <w:rPr>
                <w:rFonts w:ascii="Times New Roman" w:hAnsi="Times New Roman"/>
                <w:sz w:val="24"/>
                <w:szCs w:val="24"/>
                <w:lang w:val="uk-UA"/>
              </w:rPr>
              <w:t>числа</w:t>
            </w:r>
          </w:p>
        </w:tc>
        <w:tc>
          <w:tcPr>
            <w:tcW w:w="2552" w:type="dxa"/>
          </w:tcPr>
          <w:p w:rsidR="00D13001" w:rsidRPr="00A2108D" w:rsidRDefault="00D13001" w:rsidP="005809EA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</w:t>
            </w:r>
            <w:r w:rsidRPr="00A2108D">
              <w:rPr>
                <w:rFonts w:ascii="Times New Roman" w:hAnsi="Times New Roman"/>
                <w:sz w:val="24"/>
                <w:szCs w:val="24"/>
                <w:lang w:val="uk-UA"/>
              </w:rPr>
              <w:t>ідділ інформаційної діяльності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та комунікацій з громадськістю апарату міської ради та виконкому.</w:t>
            </w:r>
          </w:p>
        </w:tc>
      </w:tr>
      <w:tr w:rsidR="00D13001" w:rsidRPr="00101C73" w:rsidTr="005809EA">
        <w:trPr>
          <w:trHeight w:val="675"/>
        </w:trPr>
        <w:tc>
          <w:tcPr>
            <w:tcW w:w="558" w:type="dxa"/>
            <w:vMerge/>
            <w:vAlign w:val="center"/>
          </w:tcPr>
          <w:p w:rsidR="00D13001" w:rsidRPr="005809EA" w:rsidRDefault="00D13001" w:rsidP="005809EA">
            <w:pPr>
              <w:spacing w:after="0" w:line="240" w:lineRule="auto"/>
              <w:rPr>
                <w:rFonts w:ascii="Times New Roman" w:hAnsi="Times New Roman"/>
                <w:b/>
                <w:sz w:val="28"/>
                <w:lang w:val="uk-UA"/>
              </w:rPr>
            </w:pPr>
          </w:p>
        </w:tc>
        <w:tc>
          <w:tcPr>
            <w:tcW w:w="4637" w:type="dxa"/>
          </w:tcPr>
          <w:p w:rsidR="00D13001" w:rsidRPr="00A2108D" w:rsidRDefault="00D13001" w:rsidP="009F6431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2108D">
              <w:rPr>
                <w:rFonts w:ascii="Times New Roman" w:hAnsi="Times New Roman"/>
                <w:sz w:val="24"/>
                <w:szCs w:val="24"/>
                <w:lang w:val="uk-UA"/>
              </w:rPr>
              <w:t>-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A2108D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інформаційне наповнення та постійне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оновлення розділу «</w:t>
            </w:r>
            <w:r w:rsidRPr="00A2108D">
              <w:rPr>
                <w:rFonts w:ascii="Times New Roman" w:hAnsi="Times New Roman"/>
                <w:sz w:val="24"/>
                <w:szCs w:val="24"/>
                <w:lang w:val="uk-UA"/>
              </w:rPr>
              <w:t>Центр надання адміністративних послуг Могилів – Подільської міської ради» на офіційному веб-сайті міської ради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1843" w:type="dxa"/>
          </w:tcPr>
          <w:p w:rsidR="00D13001" w:rsidRPr="00A2108D" w:rsidRDefault="00D13001" w:rsidP="005809E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п</w:t>
            </w:r>
            <w:r w:rsidRPr="00A2108D">
              <w:rPr>
                <w:rFonts w:ascii="Times New Roman" w:hAnsi="Times New Roman"/>
                <w:sz w:val="24"/>
                <w:szCs w:val="24"/>
                <w:lang w:val="uk-UA"/>
              </w:rPr>
              <w:t>остійно</w:t>
            </w:r>
          </w:p>
        </w:tc>
        <w:tc>
          <w:tcPr>
            <w:tcW w:w="2552" w:type="dxa"/>
          </w:tcPr>
          <w:p w:rsidR="00D13001" w:rsidRPr="00A2108D" w:rsidRDefault="00D13001" w:rsidP="005809EA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</w:t>
            </w:r>
            <w:r w:rsidRPr="00A2108D">
              <w:rPr>
                <w:rFonts w:ascii="Times New Roman" w:hAnsi="Times New Roman"/>
                <w:sz w:val="24"/>
                <w:szCs w:val="24"/>
                <w:lang w:val="uk-UA"/>
              </w:rPr>
              <w:t>ідділ інформаційної діяльності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та комунікацій з громадськістю апарату міської ради та виконкому.</w:t>
            </w:r>
          </w:p>
        </w:tc>
      </w:tr>
    </w:tbl>
    <w:p w:rsidR="00D13001" w:rsidRDefault="00D13001" w:rsidP="005809EA">
      <w:pPr>
        <w:spacing w:after="0" w:line="240" w:lineRule="auto"/>
        <w:jc w:val="center"/>
        <w:rPr>
          <w:rFonts w:ascii="Times New Roman" w:hAnsi="Times New Roman"/>
          <w:b/>
          <w:sz w:val="28"/>
          <w:lang w:val="uk-UA"/>
        </w:rPr>
      </w:pPr>
    </w:p>
    <w:p w:rsidR="00D13001" w:rsidRDefault="00D13001" w:rsidP="009F6431">
      <w:pPr>
        <w:spacing w:after="0" w:line="240" w:lineRule="auto"/>
        <w:rPr>
          <w:rFonts w:ascii="Times New Roman" w:hAnsi="Times New Roman"/>
          <w:b/>
          <w:sz w:val="28"/>
          <w:lang w:val="uk-UA"/>
        </w:rPr>
      </w:pPr>
    </w:p>
    <w:p w:rsidR="00D13001" w:rsidRDefault="00D13001" w:rsidP="009F6431">
      <w:pPr>
        <w:spacing w:after="0" w:line="240" w:lineRule="auto"/>
        <w:rPr>
          <w:rFonts w:ascii="Times New Roman" w:hAnsi="Times New Roman"/>
          <w:b/>
          <w:sz w:val="28"/>
          <w:lang w:val="uk-UA"/>
        </w:rPr>
      </w:pPr>
    </w:p>
    <w:p w:rsidR="00D13001" w:rsidRDefault="00D13001" w:rsidP="009F6431">
      <w:pPr>
        <w:spacing w:after="0" w:line="240" w:lineRule="auto"/>
        <w:rPr>
          <w:rFonts w:ascii="Times New Roman" w:hAnsi="Times New Roman"/>
          <w:b/>
          <w:sz w:val="28"/>
          <w:lang w:val="uk-UA"/>
        </w:rPr>
      </w:pPr>
    </w:p>
    <w:p w:rsidR="00D13001" w:rsidRPr="005809EA" w:rsidRDefault="00D13001" w:rsidP="00FB68DF">
      <w:pPr>
        <w:spacing w:after="0" w:line="240" w:lineRule="auto"/>
        <w:rPr>
          <w:rFonts w:ascii="Times New Roman" w:hAnsi="Times New Roman"/>
          <w:b/>
          <w:sz w:val="28"/>
          <w:lang w:val="uk-UA"/>
        </w:rPr>
      </w:pPr>
    </w:p>
    <w:p w:rsidR="00D13001" w:rsidRPr="00670F69" w:rsidRDefault="00D13001" w:rsidP="009F6431">
      <w:pPr>
        <w:spacing w:after="0" w:line="240" w:lineRule="auto"/>
        <w:rPr>
          <w:sz w:val="28"/>
          <w:lang w:val="uk-UA"/>
        </w:rPr>
      </w:pPr>
      <w:r>
        <w:rPr>
          <w:rFonts w:ascii="Times New Roman" w:hAnsi="Times New Roman"/>
          <w:b/>
          <w:sz w:val="28"/>
          <w:lang w:val="uk-UA"/>
        </w:rPr>
        <w:t xml:space="preserve">  </w:t>
      </w:r>
      <w:r w:rsidRPr="00A2108D">
        <w:rPr>
          <w:rFonts w:ascii="Times New Roman" w:hAnsi="Times New Roman"/>
          <w:sz w:val="28"/>
          <w:lang w:val="uk-UA"/>
        </w:rPr>
        <w:t xml:space="preserve">Керуючий справами виконкому                                         </w:t>
      </w:r>
      <w:r>
        <w:rPr>
          <w:rFonts w:ascii="Times New Roman" w:hAnsi="Times New Roman"/>
          <w:sz w:val="28"/>
          <w:lang w:val="uk-UA"/>
        </w:rPr>
        <w:t xml:space="preserve">  </w:t>
      </w:r>
      <w:r w:rsidRPr="00A2108D">
        <w:rPr>
          <w:rFonts w:ascii="Times New Roman" w:hAnsi="Times New Roman"/>
          <w:sz w:val="28"/>
          <w:lang w:val="uk-UA"/>
        </w:rPr>
        <w:t xml:space="preserve">   Р. Горбатюк</w:t>
      </w:r>
    </w:p>
    <w:sectPr w:rsidR="00D13001" w:rsidRPr="00670F69" w:rsidSect="00412839">
      <w:pgSz w:w="11906" w:h="16838"/>
      <w:pgMar w:top="1134" w:right="850" w:bottom="360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D477EA"/>
    <w:multiLevelType w:val="multilevel"/>
    <w:tmpl w:val="1F9619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16CA2"/>
    <w:rsid w:val="0007410E"/>
    <w:rsid w:val="00101C73"/>
    <w:rsid w:val="00126B78"/>
    <w:rsid w:val="001E0736"/>
    <w:rsid w:val="00203101"/>
    <w:rsid w:val="002127A0"/>
    <w:rsid w:val="0025128A"/>
    <w:rsid w:val="00407654"/>
    <w:rsid w:val="00412839"/>
    <w:rsid w:val="004D40B1"/>
    <w:rsid w:val="005809EA"/>
    <w:rsid w:val="00590F3D"/>
    <w:rsid w:val="00645437"/>
    <w:rsid w:val="00670F69"/>
    <w:rsid w:val="00695CAD"/>
    <w:rsid w:val="006D6F67"/>
    <w:rsid w:val="006E550F"/>
    <w:rsid w:val="006F737E"/>
    <w:rsid w:val="00716CA2"/>
    <w:rsid w:val="00786BFC"/>
    <w:rsid w:val="007A4F8C"/>
    <w:rsid w:val="007B65AD"/>
    <w:rsid w:val="007F30F7"/>
    <w:rsid w:val="00845A96"/>
    <w:rsid w:val="00864FBD"/>
    <w:rsid w:val="0089233E"/>
    <w:rsid w:val="0093209F"/>
    <w:rsid w:val="00982C05"/>
    <w:rsid w:val="009F6431"/>
    <w:rsid w:val="00A2108D"/>
    <w:rsid w:val="00A71BFE"/>
    <w:rsid w:val="00A90144"/>
    <w:rsid w:val="00AA413F"/>
    <w:rsid w:val="00AE6FCE"/>
    <w:rsid w:val="00B16A12"/>
    <w:rsid w:val="00B46BA6"/>
    <w:rsid w:val="00BB3856"/>
    <w:rsid w:val="00BC7B3F"/>
    <w:rsid w:val="00C14519"/>
    <w:rsid w:val="00C97EAF"/>
    <w:rsid w:val="00D13001"/>
    <w:rsid w:val="00E65687"/>
    <w:rsid w:val="00EC6C1C"/>
    <w:rsid w:val="00F60B60"/>
    <w:rsid w:val="00FB68DF"/>
    <w:rsid w:val="00FD64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16CA2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716CA2"/>
    <w:pPr>
      <w:ind w:left="720"/>
      <w:contextualSpacing/>
    </w:pPr>
  </w:style>
  <w:style w:type="paragraph" w:styleId="NoSpacing">
    <w:name w:val="No Spacing"/>
    <w:uiPriority w:val="99"/>
    <w:qFormat/>
    <w:rsid w:val="00716CA2"/>
    <w:rPr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80312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4F4F4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75</TotalTime>
  <Pages>4</Pages>
  <Words>925</Words>
  <Characters>5275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Admin</cp:lastModifiedBy>
  <cp:revision>13</cp:revision>
  <cp:lastPrinted>2008-01-03T13:24:00Z</cp:lastPrinted>
  <dcterms:created xsi:type="dcterms:W3CDTF">2017-08-22T09:01:00Z</dcterms:created>
  <dcterms:modified xsi:type="dcterms:W3CDTF">2007-01-04T22:22:00Z</dcterms:modified>
</cp:coreProperties>
</file>