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CE" w:rsidRDefault="00CD47CE" w:rsidP="007A5F3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C97E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649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CD47CE" w:rsidRPr="00AE6FCE" w:rsidRDefault="00CD47CE" w:rsidP="007A5F3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CD47CE" w:rsidRPr="00C97EAF" w:rsidRDefault="00CD47CE" w:rsidP="007A5F3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97EAF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CD47CE" w:rsidRDefault="00CD47CE" w:rsidP="007A5F3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97EAF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  <w:r w:rsidRPr="00C97EAF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266</w:t>
      </w:r>
    </w:p>
    <w:p w:rsidR="00CD47CE" w:rsidRPr="00C97EAF" w:rsidRDefault="00CD47CE" w:rsidP="007A5F3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CD47CE" w:rsidRDefault="00CD47CE" w:rsidP="007A5F3A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C97EAF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CD47CE" w:rsidRDefault="00CD47CE" w:rsidP="007A5F3A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CD47CE" w:rsidRDefault="00CD47CE" w:rsidP="007A5F3A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CD47CE" w:rsidRDefault="00CD47CE" w:rsidP="007A5F3A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CD47CE" w:rsidRPr="00797362" w:rsidRDefault="00CD47CE" w:rsidP="00797362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5AC4">
        <w:rPr>
          <w:rFonts w:ascii="Times New Roman" w:hAnsi="Times New Roman"/>
          <w:b/>
          <w:sz w:val="28"/>
          <w:szCs w:val="28"/>
        </w:rPr>
        <w:t>Про визначення місця проживання малолітньої дитини</w:t>
      </w:r>
    </w:p>
    <w:p w:rsidR="00CD47CE" w:rsidRDefault="00CD47CE" w:rsidP="009C292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5AC4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</w:t>
      </w:r>
      <w:r>
        <w:rPr>
          <w:rFonts w:ascii="Times New Roman" w:hAnsi="Times New Roman"/>
          <w:sz w:val="28"/>
          <w:szCs w:val="28"/>
          <w:lang w:eastAsia="ru-RU"/>
        </w:rPr>
        <w:t>ання в Україні», відповідно до ст.</w:t>
      </w:r>
      <w:r w:rsidRPr="004A5AC4">
        <w:rPr>
          <w:rFonts w:ascii="Times New Roman" w:hAnsi="Times New Roman"/>
          <w:sz w:val="28"/>
          <w:szCs w:val="28"/>
          <w:lang w:eastAsia="ru-RU"/>
        </w:rPr>
        <w:t>ст. 19, 160,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AC4">
        <w:rPr>
          <w:rFonts w:ascii="Times New Roman" w:hAnsi="Times New Roman"/>
          <w:sz w:val="28"/>
          <w:szCs w:val="28"/>
          <w:lang w:eastAsia="ru-RU"/>
        </w:rPr>
        <w:t>161,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AC4">
        <w:rPr>
          <w:rFonts w:ascii="Times New Roman" w:hAnsi="Times New Roman"/>
          <w:sz w:val="28"/>
          <w:szCs w:val="28"/>
          <w:lang w:eastAsia="ru-RU"/>
        </w:rPr>
        <w:t>162 Сімейного кодексу України, постанови Кабінету Міністрів Укр</w:t>
      </w:r>
      <w:r>
        <w:rPr>
          <w:rFonts w:ascii="Times New Roman" w:hAnsi="Times New Roman"/>
          <w:sz w:val="28"/>
          <w:szCs w:val="28"/>
          <w:lang w:eastAsia="ru-RU"/>
        </w:rPr>
        <w:t xml:space="preserve">аїни від 24.09.2008 року №866 </w:t>
      </w:r>
      <w:r w:rsidRPr="004A5AC4">
        <w:rPr>
          <w:rFonts w:ascii="Times New Roman" w:hAnsi="Times New Roman"/>
          <w:sz w:val="28"/>
          <w:szCs w:val="28"/>
          <w:lang w:eastAsia="ru-RU"/>
        </w:rPr>
        <w:t>«Питання діяльності органів опіки та піклування, по</w:t>
      </w:r>
      <w:r>
        <w:rPr>
          <w:rFonts w:ascii="Times New Roman" w:hAnsi="Times New Roman"/>
          <w:sz w:val="28"/>
          <w:szCs w:val="28"/>
          <w:lang w:eastAsia="ru-RU"/>
        </w:rPr>
        <w:t xml:space="preserve">в’язані із захистом прав дітей», рішення комісії з питань захисту прав дитини від 18.08.2017 року </w:t>
      </w:r>
    </w:p>
    <w:p w:rsidR="00CD47CE" w:rsidRPr="004A5AC4" w:rsidRDefault="00CD47CE" w:rsidP="007A5F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№02-28/11-10 «Про визначення місця проживання малолітньої дитини» </w:t>
      </w:r>
      <w:bookmarkStart w:id="0" w:name="_GoBack"/>
      <w:bookmarkEnd w:id="0"/>
      <w:r w:rsidRPr="004A5AC4">
        <w:rPr>
          <w:rFonts w:ascii="Times New Roman" w:hAnsi="Times New Roman"/>
          <w:sz w:val="28"/>
          <w:szCs w:val="28"/>
          <w:lang w:eastAsia="ru-RU"/>
        </w:rPr>
        <w:t xml:space="preserve">та матеріалів, що надійшли до служби у справах дітей, сім’ї та молоді </w:t>
      </w:r>
      <w:r w:rsidRPr="004A5AC4">
        <w:rPr>
          <w:rFonts w:ascii="Times New Roman" w:hAnsi="Times New Roman"/>
          <w:color w:val="000000"/>
          <w:sz w:val="28"/>
          <w:szCs w:val="28"/>
          <w:lang w:eastAsia="ru-RU"/>
        </w:rPr>
        <w:t>міської ради,-</w:t>
      </w:r>
    </w:p>
    <w:p w:rsidR="00CD47CE" w:rsidRPr="007A5F3A" w:rsidRDefault="00CD47CE" w:rsidP="007A5F3A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A5F3A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A5F3A">
        <w:rPr>
          <w:rFonts w:ascii="Times New Roman" w:hAnsi="Times New Roman"/>
          <w:b/>
          <w:sz w:val="28"/>
          <w:szCs w:val="28"/>
          <w:lang w:eastAsia="ru-RU"/>
        </w:rPr>
        <w:t xml:space="preserve"> виконком міської ради ВИРІШИВ:</w:t>
      </w:r>
    </w:p>
    <w:p w:rsidR="00CD47CE" w:rsidRPr="007A5F3A" w:rsidRDefault="00CD47CE" w:rsidP="0047621F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A5F3A">
        <w:rPr>
          <w:rFonts w:ascii="Times New Roman" w:hAnsi="Times New Roman"/>
          <w:sz w:val="28"/>
          <w:szCs w:val="28"/>
          <w:lang w:eastAsia="ru-RU"/>
        </w:rPr>
        <w:t xml:space="preserve">1. Визначити місце проживання малолітньої дитини: </w:t>
      </w:r>
      <w:r>
        <w:rPr>
          <w:rFonts w:ascii="Times New Roman" w:hAnsi="Times New Roman"/>
          <w:sz w:val="28"/>
          <w:szCs w:val="28"/>
          <w:lang w:eastAsia="ru-RU"/>
        </w:rPr>
        <w:t>___________________</w:t>
      </w:r>
      <w:r w:rsidRPr="007A5F3A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Pr="007A5F3A">
        <w:rPr>
          <w:rFonts w:ascii="Times New Roman" w:hAnsi="Times New Roman"/>
          <w:sz w:val="28"/>
          <w:szCs w:val="28"/>
          <w:lang w:eastAsia="ru-RU"/>
        </w:rPr>
        <w:t xml:space="preserve"> року народження, з матір’ю – </w:t>
      </w:r>
      <w:r>
        <w:rPr>
          <w:rFonts w:ascii="Times New Roman" w:hAnsi="Times New Roman"/>
          <w:sz w:val="28"/>
          <w:szCs w:val="28"/>
          <w:lang w:eastAsia="ru-RU"/>
        </w:rPr>
        <w:t>___________________</w:t>
      </w:r>
      <w:r w:rsidRPr="007A5F3A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Pr="007A5F3A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яка зареєстрована за адресою: м. Могилів-Подільський, вул. Острівська,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7A5F3A">
        <w:rPr>
          <w:rFonts w:ascii="Times New Roman" w:hAnsi="Times New Roman"/>
          <w:sz w:val="28"/>
          <w:szCs w:val="28"/>
          <w:lang w:eastAsia="ru-RU"/>
        </w:rPr>
        <w:t>.</w:t>
      </w:r>
    </w:p>
    <w:p w:rsidR="00CD47CE" w:rsidRPr="007A5F3A" w:rsidRDefault="00CD47CE" w:rsidP="0047621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7A5F3A">
        <w:rPr>
          <w:rFonts w:ascii="Times New Roman" w:hAnsi="Times New Roman"/>
          <w:sz w:val="28"/>
          <w:szCs w:val="28"/>
          <w:lang w:eastAsia="ar-SA"/>
        </w:rPr>
        <w:t>2.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A5F3A">
        <w:rPr>
          <w:rFonts w:ascii="Times New Roman" w:hAnsi="Times New Roman"/>
          <w:sz w:val="28"/>
          <w:szCs w:val="28"/>
          <w:lang w:eastAsia="ar-SA"/>
        </w:rPr>
        <w:t xml:space="preserve">Батько дитини </w:t>
      </w:r>
      <w:r>
        <w:rPr>
          <w:rFonts w:ascii="Times New Roman" w:hAnsi="Times New Roman"/>
          <w:sz w:val="28"/>
          <w:szCs w:val="28"/>
          <w:lang w:eastAsia="ar-SA"/>
        </w:rPr>
        <w:t>________________, _____________</w:t>
      </w:r>
      <w:r w:rsidRPr="007A5F3A">
        <w:rPr>
          <w:rFonts w:ascii="Times New Roman" w:hAnsi="Times New Roman"/>
          <w:sz w:val="28"/>
          <w:szCs w:val="28"/>
          <w:lang w:eastAsia="ar-SA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7A5F3A">
        <w:rPr>
          <w:rFonts w:ascii="Times New Roman" w:hAnsi="Times New Roman"/>
          <w:sz w:val="28"/>
          <w:szCs w:val="28"/>
          <w:lang w:eastAsia="ar-SA"/>
        </w:rPr>
        <w:t xml:space="preserve"> має </w:t>
      </w:r>
      <w:r>
        <w:rPr>
          <w:rFonts w:ascii="Times New Roman" w:hAnsi="Times New Roman"/>
          <w:sz w:val="28"/>
          <w:szCs w:val="28"/>
          <w:lang w:eastAsia="ar-SA"/>
        </w:rPr>
        <w:t xml:space="preserve">право на спілкування з дитиною </w:t>
      </w:r>
      <w:r>
        <w:rPr>
          <w:rFonts w:ascii="Times New Roman" w:hAnsi="Times New Roman"/>
          <w:sz w:val="28"/>
          <w:szCs w:val="28"/>
          <w:lang w:eastAsia="ru-RU"/>
        </w:rPr>
        <w:t>___________________</w:t>
      </w:r>
      <w:r w:rsidRPr="007A5F3A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_____________</w:t>
      </w:r>
      <w:r w:rsidRPr="007A5F3A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7A5F3A">
        <w:rPr>
          <w:rFonts w:ascii="Times New Roman" w:hAnsi="Times New Roman"/>
          <w:sz w:val="28"/>
          <w:szCs w:val="28"/>
          <w:lang w:eastAsia="ar-SA"/>
        </w:rPr>
        <w:t>, за попередньою домовленістю з матір'ю дитини, п</w:t>
      </w:r>
      <w:r>
        <w:rPr>
          <w:rFonts w:ascii="Times New Roman" w:hAnsi="Times New Roman"/>
          <w:sz w:val="28"/>
          <w:szCs w:val="28"/>
          <w:lang w:eastAsia="ar-SA"/>
        </w:rPr>
        <w:t xml:space="preserve">ри цьому звернути увагу батька </w:t>
      </w:r>
      <w:r w:rsidRPr="007A5F3A">
        <w:rPr>
          <w:rFonts w:ascii="Times New Roman" w:hAnsi="Times New Roman"/>
          <w:sz w:val="28"/>
          <w:szCs w:val="28"/>
          <w:lang w:eastAsia="ar-SA"/>
        </w:rPr>
        <w:t>на те, щоб не були порушені права дитини на відвідування гуртків та дитячого дошкільного закладу.</w:t>
      </w:r>
    </w:p>
    <w:p w:rsidR="00CD47CE" w:rsidRPr="007A5F3A" w:rsidRDefault="00CD47CE" w:rsidP="0047621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7A5F3A">
        <w:rPr>
          <w:rFonts w:ascii="Times New Roman" w:hAnsi="Times New Roman"/>
          <w:sz w:val="28"/>
          <w:szCs w:val="28"/>
          <w:lang w:eastAsia="ar-SA"/>
        </w:rPr>
        <w:t>3</w:t>
      </w:r>
      <w:r w:rsidRPr="007A5F3A"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7A5F3A">
        <w:rPr>
          <w:rFonts w:ascii="Times New Roman" w:hAnsi="Times New Roman"/>
          <w:sz w:val="28"/>
          <w:szCs w:val="28"/>
          <w:lang w:val="ru-RU" w:eastAsia="ar-SA"/>
        </w:rPr>
        <w:t>Зобов'язати</w:t>
      </w:r>
      <w:r>
        <w:rPr>
          <w:rFonts w:ascii="Times New Roman" w:hAnsi="Times New Roman"/>
          <w:sz w:val="28"/>
          <w:szCs w:val="28"/>
          <w:lang w:eastAsia="ar-SA"/>
        </w:rPr>
        <w:t xml:space="preserve"> батька дитини _____________________</w:t>
      </w:r>
      <w:r w:rsidRPr="007A5F3A">
        <w:rPr>
          <w:rFonts w:ascii="Times New Roman" w:hAnsi="Times New Roman"/>
          <w:sz w:val="28"/>
          <w:szCs w:val="28"/>
          <w:lang w:eastAsia="ar-SA"/>
        </w:rPr>
        <w:t>, після спілкування з донькою, повертати її за місцем її фактичного проживання.</w:t>
      </w:r>
    </w:p>
    <w:p w:rsidR="00CD47CE" w:rsidRPr="007A5F3A" w:rsidRDefault="00CD47CE" w:rsidP="004762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7A5F3A"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A5F3A">
        <w:rPr>
          <w:rFonts w:ascii="Times New Roman" w:hAnsi="Times New Roman"/>
          <w:sz w:val="28"/>
          <w:szCs w:val="28"/>
          <w:lang w:eastAsia="ar-SA"/>
        </w:rPr>
        <w:t>4. На час перебування доньки з батьком, він несе повну в</w:t>
      </w:r>
      <w:r>
        <w:rPr>
          <w:rFonts w:ascii="Times New Roman" w:hAnsi="Times New Roman"/>
          <w:sz w:val="28"/>
          <w:szCs w:val="28"/>
          <w:lang w:eastAsia="ar-SA"/>
        </w:rPr>
        <w:t xml:space="preserve">ідповідальність за її життя та  </w:t>
      </w:r>
      <w:r w:rsidRPr="007A5F3A">
        <w:rPr>
          <w:rFonts w:ascii="Times New Roman" w:hAnsi="Times New Roman"/>
          <w:sz w:val="28"/>
          <w:szCs w:val="28"/>
          <w:lang w:val="ru-RU" w:eastAsia="ar-SA"/>
        </w:rPr>
        <w:t>здоров'я</w:t>
      </w:r>
      <w:r w:rsidRPr="007A5F3A">
        <w:rPr>
          <w:rFonts w:ascii="Times New Roman" w:hAnsi="Times New Roman"/>
          <w:sz w:val="28"/>
          <w:szCs w:val="28"/>
          <w:lang w:eastAsia="ar-SA"/>
        </w:rPr>
        <w:t xml:space="preserve">.  </w:t>
      </w:r>
    </w:p>
    <w:p w:rsidR="00CD47CE" w:rsidRDefault="00CD47CE" w:rsidP="0047621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A5F3A">
        <w:rPr>
          <w:rFonts w:ascii="Times New Roman" w:hAnsi="Times New Roman"/>
          <w:sz w:val="28"/>
          <w:szCs w:val="28"/>
          <w:lang w:eastAsia="ar-SA"/>
        </w:rPr>
        <w:t>5.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A5F3A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797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5F3A">
        <w:rPr>
          <w:rFonts w:ascii="Times New Roman" w:hAnsi="Times New Roman"/>
          <w:sz w:val="28"/>
          <w:szCs w:val="28"/>
          <w:lang w:eastAsia="ru-RU"/>
        </w:rPr>
        <w:t>В.І..</w:t>
      </w:r>
    </w:p>
    <w:p w:rsidR="00CD47CE" w:rsidRDefault="00CD47CE" w:rsidP="0079736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CD47CE" w:rsidRDefault="00CD47CE" w:rsidP="002E1B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47CE" w:rsidRDefault="00CD47CE" w:rsidP="007973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CD47CE" w:rsidRDefault="00CD47CE" w:rsidP="007973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47CE" w:rsidRPr="00797362" w:rsidRDefault="00CD47CE" w:rsidP="007973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Міський голова                                                     П. Бровко</w:t>
      </w:r>
    </w:p>
    <w:p w:rsidR="00CD47CE" w:rsidRDefault="00CD47CE" w:rsidP="007973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D47CE" w:rsidRPr="00763E86" w:rsidRDefault="00CD47CE" w:rsidP="009E498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CD47CE" w:rsidRPr="00763E86" w:rsidSect="00797362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4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73"/>
    <w:rsid w:val="00240CE8"/>
    <w:rsid w:val="00286218"/>
    <w:rsid w:val="002E1B73"/>
    <w:rsid w:val="002E5295"/>
    <w:rsid w:val="002F1649"/>
    <w:rsid w:val="002F31A8"/>
    <w:rsid w:val="00350C1A"/>
    <w:rsid w:val="00383BFE"/>
    <w:rsid w:val="003A463E"/>
    <w:rsid w:val="003A522C"/>
    <w:rsid w:val="0047621F"/>
    <w:rsid w:val="004A5AC4"/>
    <w:rsid w:val="006163A5"/>
    <w:rsid w:val="00697B30"/>
    <w:rsid w:val="006C403E"/>
    <w:rsid w:val="00703E4C"/>
    <w:rsid w:val="00706C8F"/>
    <w:rsid w:val="00763E86"/>
    <w:rsid w:val="0077485B"/>
    <w:rsid w:val="007913BF"/>
    <w:rsid w:val="00797362"/>
    <w:rsid w:val="007A5F3A"/>
    <w:rsid w:val="00806AFD"/>
    <w:rsid w:val="00837C67"/>
    <w:rsid w:val="008474CB"/>
    <w:rsid w:val="008C53F5"/>
    <w:rsid w:val="008E2FE6"/>
    <w:rsid w:val="009C2929"/>
    <w:rsid w:val="009D633A"/>
    <w:rsid w:val="009E4980"/>
    <w:rsid w:val="009E4CEB"/>
    <w:rsid w:val="00AE6FCE"/>
    <w:rsid w:val="00AF5C1D"/>
    <w:rsid w:val="00B3149B"/>
    <w:rsid w:val="00B740C5"/>
    <w:rsid w:val="00C65D00"/>
    <w:rsid w:val="00C97EAF"/>
    <w:rsid w:val="00CB4D3E"/>
    <w:rsid w:val="00CD47CE"/>
    <w:rsid w:val="00CF218C"/>
    <w:rsid w:val="00D26652"/>
    <w:rsid w:val="00D8079F"/>
    <w:rsid w:val="00DA6972"/>
    <w:rsid w:val="00DE421E"/>
    <w:rsid w:val="00EC1243"/>
    <w:rsid w:val="00EC3443"/>
    <w:rsid w:val="00F464D6"/>
    <w:rsid w:val="00F77233"/>
    <w:rsid w:val="00FB146A"/>
    <w:rsid w:val="00FE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CE8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FE0755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0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1</Pages>
  <Words>290</Words>
  <Characters>1655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34</cp:revision>
  <cp:lastPrinted>2008-01-03T06:35:00Z</cp:lastPrinted>
  <dcterms:created xsi:type="dcterms:W3CDTF">2016-09-14T06:13:00Z</dcterms:created>
  <dcterms:modified xsi:type="dcterms:W3CDTF">2007-01-04T22:21:00Z</dcterms:modified>
</cp:coreProperties>
</file>