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BA" w:rsidRPr="00042677" w:rsidRDefault="003100BA" w:rsidP="0004267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42677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C67337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3100BA" w:rsidRPr="00042677" w:rsidRDefault="003100BA" w:rsidP="0004267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042677">
        <w:rPr>
          <w:rFonts w:ascii="Times New Roman" w:hAnsi="Times New Roman"/>
          <w:smallCaps/>
          <w:color w:val="000000"/>
          <w:sz w:val="28"/>
          <w:szCs w:val="28"/>
        </w:rPr>
        <w:t xml:space="preserve">   УКРАЇНА</w:t>
      </w:r>
      <w:r w:rsidRPr="00042677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042677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042677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042677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3100BA" w:rsidRPr="00042677" w:rsidRDefault="003100BA" w:rsidP="00042677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042677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3100BA" w:rsidRPr="00042677" w:rsidRDefault="003100BA" w:rsidP="0004267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042677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262</w:t>
      </w:r>
    </w:p>
    <w:p w:rsidR="003100BA" w:rsidRPr="00042677" w:rsidRDefault="003100BA" w:rsidP="0004267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3100BA" w:rsidRDefault="003100BA" w:rsidP="00042677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042677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3100BA" w:rsidRDefault="003100BA" w:rsidP="00042677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3100BA" w:rsidRPr="00042677" w:rsidRDefault="003100BA" w:rsidP="00042677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3100BA" w:rsidRDefault="003100BA" w:rsidP="00281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867F0">
        <w:rPr>
          <w:rFonts w:ascii="Times New Roman" w:hAnsi="Times New Roman"/>
          <w:b/>
          <w:sz w:val="28"/>
          <w:szCs w:val="28"/>
        </w:rPr>
        <w:t>ро</w:t>
      </w:r>
      <w:r w:rsidRPr="00F61BBE">
        <w:rPr>
          <w:rFonts w:ascii="Times New Roman" w:hAnsi="Times New Roman"/>
          <w:b/>
          <w:sz w:val="28"/>
          <w:szCs w:val="28"/>
        </w:rPr>
        <w:t xml:space="preserve"> участь баби та діда </w:t>
      </w:r>
    </w:p>
    <w:p w:rsidR="003100BA" w:rsidRDefault="003100BA" w:rsidP="00281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BBE">
        <w:rPr>
          <w:rFonts w:ascii="Times New Roman" w:hAnsi="Times New Roman"/>
          <w:b/>
          <w:sz w:val="28"/>
          <w:szCs w:val="28"/>
        </w:rPr>
        <w:t>у спілкуванні та вихованні внучки</w:t>
      </w:r>
    </w:p>
    <w:p w:rsidR="003100BA" w:rsidRDefault="003100BA" w:rsidP="00281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0BA" w:rsidRDefault="003100BA" w:rsidP="0004267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61BBE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</w:t>
      </w:r>
      <w:r>
        <w:rPr>
          <w:rFonts w:ascii="Times New Roman" w:hAnsi="Times New Roman"/>
          <w:sz w:val="28"/>
          <w:szCs w:val="28"/>
          <w:lang w:eastAsia="ru-RU"/>
        </w:rPr>
        <w:t xml:space="preserve">еве самоврядування в Україні», 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відповідно </w:t>
      </w:r>
      <w:r>
        <w:rPr>
          <w:rFonts w:ascii="Times New Roman" w:hAnsi="Times New Roman"/>
          <w:sz w:val="28"/>
          <w:szCs w:val="28"/>
          <w:lang w:eastAsia="ru-RU"/>
        </w:rPr>
        <w:t>ст.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ст. 19, 158, 257, 258 </w:t>
      </w:r>
      <w:r w:rsidRPr="00042677">
        <w:rPr>
          <w:rFonts w:ascii="Times New Roman" w:hAnsi="Times New Roman"/>
          <w:sz w:val="28"/>
          <w:szCs w:val="28"/>
          <w:lang w:eastAsia="ru-RU"/>
        </w:rPr>
        <w:t>Сімейного кодексу України,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42677">
        <w:rPr>
          <w:rFonts w:ascii="Times New Roman" w:hAnsi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постанови Кабінету Міністрів України від 24.09.2008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2677">
        <w:rPr>
          <w:rFonts w:ascii="Times New Roman" w:hAnsi="Times New Roman"/>
          <w:sz w:val="28"/>
          <w:szCs w:val="28"/>
          <w:lang w:eastAsia="ru-RU"/>
        </w:rPr>
        <w:t>р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оку </w:t>
      </w:r>
      <w:r w:rsidRPr="00042677">
        <w:rPr>
          <w:rFonts w:ascii="Times New Roman" w:hAnsi="Times New Roman"/>
          <w:sz w:val="28"/>
          <w:szCs w:val="28"/>
          <w:lang w:eastAsia="ru-RU"/>
        </w:rPr>
        <w:t>№866 «Питання діяльності органів опіки та піклування, пов’язані із захистом прав дітей»,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2677">
        <w:rPr>
          <w:rFonts w:ascii="Times New Roman" w:hAnsi="Times New Roman"/>
          <w:sz w:val="28"/>
          <w:szCs w:val="28"/>
          <w:lang w:eastAsia="ru-RU"/>
        </w:rPr>
        <w:t>матеріал</w:t>
      </w:r>
      <w:r w:rsidRPr="00F61BBE">
        <w:rPr>
          <w:rFonts w:ascii="Times New Roman" w:hAnsi="Times New Roman"/>
          <w:sz w:val="28"/>
          <w:szCs w:val="28"/>
          <w:lang w:eastAsia="ru-RU"/>
        </w:rPr>
        <w:t>ів</w:t>
      </w:r>
      <w:r w:rsidRPr="00042677">
        <w:rPr>
          <w:rFonts w:ascii="Times New Roman" w:hAnsi="Times New Roman"/>
          <w:sz w:val="28"/>
          <w:szCs w:val="28"/>
          <w:lang w:eastAsia="ru-RU"/>
        </w:rPr>
        <w:t xml:space="preserve">, що надійшли </w:t>
      </w:r>
      <w:r w:rsidRPr="00F61BBE">
        <w:rPr>
          <w:rFonts w:ascii="Times New Roman" w:hAnsi="Times New Roman"/>
          <w:sz w:val="28"/>
          <w:szCs w:val="28"/>
          <w:lang w:eastAsia="ru-RU"/>
        </w:rPr>
        <w:t>до служби у справах дітей, сім’ї та молоді міської ради та р</w:t>
      </w:r>
      <w:r>
        <w:rPr>
          <w:rFonts w:ascii="Times New Roman" w:hAnsi="Times New Roman"/>
          <w:sz w:val="28"/>
          <w:szCs w:val="28"/>
          <w:lang w:eastAsia="ru-RU"/>
        </w:rPr>
        <w:t>озглянувши заяву ___________________,-</w:t>
      </w:r>
    </w:p>
    <w:p w:rsidR="003100BA" w:rsidRPr="00F61BBE" w:rsidRDefault="003100BA" w:rsidP="0004267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3100BA" w:rsidRPr="00F46DC6" w:rsidRDefault="003100BA" w:rsidP="00042677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виконком міської ради ВИРІШИ</w:t>
      </w:r>
      <w:r w:rsidRPr="00F46DC6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3100BA" w:rsidRDefault="003100BA" w:rsidP="0004267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Рекомендувати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_________________ - невістка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– баба, 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– дід, налагодити взаємовідносини з метою виконання права брати участь у вихованні</w:t>
      </w:r>
      <w:r>
        <w:rPr>
          <w:rFonts w:ascii="Times New Roman" w:hAnsi="Times New Roman"/>
          <w:sz w:val="28"/>
          <w:szCs w:val="28"/>
          <w:lang w:eastAsia="ru-RU"/>
        </w:rPr>
        <w:t>, матеріальному забезпеченні та спілкуванні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з їх внучкою 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3100BA" w:rsidRPr="00F61BBE" w:rsidRDefault="003100BA" w:rsidP="0004267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61BBE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 xml:space="preserve"> З</w:t>
      </w:r>
      <w:r>
        <w:rPr>
          <w:rFonts w:ascii="Times New Roman" w:hAnsi="Times New Roman"/>
          <w:sz w:val="28"/>
          <w:szCs w:val="28"/>
          <w:lang w:eastAsia="ru-RU"/>
        </w:rPr>
        <w:t>атвердити висновок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щодо участі 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– баби, 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– діда, у спілкуванні та вихованні внучки 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року народження, а саме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61BBE">
        <w:rPr>
          <w:rFonts w:ascii="Times New Roman" w:hAnsi="Times New Roman"/>
          <w:sz w:val="28"/>
          <w:szCs w:val="28"/>
          <w:lang w:eastAsia="ru-RU"/>
        </w:rPr>
        <w:t xml:space="preserve"> за домовленістю та у присутності матері, а також враховуючи режим та </w:t>
      </w:r>
      <w:r>
        <w:rPr>
          <w:rFonts w:ascii="Times New Roman" w:hAnsi="Times New Roman"/>
          <w:sz w:val="28"/>
          <w:szCs w:val="28"/>
          <w:lang w:eastAsia="ru-RU"/>
        </w:rPr>
        <w:t>потреби дитини згідно додатку, що додається.</w:t>
      </w:r>
    </w:p>
    <w:p w:rsidR="003100BA" w:rsidRPr="00F61BBE" w:rsidRDefault="003100BA" w:rsidP="0004267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F61BBE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100BA" w:rsidRDefault="003100BA" w:rsidP="002811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100BA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100BA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100BA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100BA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Міський голова                                                          П. Бровко</w:t>
      </w:r>
    </w:p>
    <w:p w:rsidR="003100BA" w:rsidRDefault="003100BA" w:rsidP="00F46DC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3100BA" w:rsidRDefault="003100BA" w:rsidP="006420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100BA" w:rsidRDefault="003100BA" w:rsidP="006420A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00BA" w:rsidRDefault="003100BA" w:rsidP="006420A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00BA" w:rsidRDefault="003100BA" w:rsidP="006420A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00BA" w:rsidRDefault="003100BA" w:rsidP="006420A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00BA" w:rsidRDefault="003100BA" w:rsidP="006420A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00BA" w:rsidRDefault="003100BA" w:rsidP="006420A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00BA" w:rsidRPr="00281139" w:rsidRDefault="003100BA" w:rsidP="006420AB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Додаток</w:t>
      </w:r>
    </w:p>
    <w:p w:rsidR="003100BA" w:rsidRDefault="003100BA" w:rsidP="006420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до </w:t>
      </w:r>
      <w:r w:rsidRPr="00281139">
        <w:rPr>
          <w:rFonts w:ascii="Times New Roman" w:hAnsi="Times New Roman"/>
          <w:sz w:val="28"/>
          <w:szCs w:val="28"/>
          <w:lang w:eastAsia="ru-RU"/>
        </w:rPr>
        <w:t>рішення викон</w:t>
      </w:r>
      <w:r>
        <w:rPr>
          <w:rFonts w:ascii="Times New Roman" w:hAnsi="Times New Roman"/>
          <w:sz w:val="28"/>
          <w:szCs w:val="28"/>
          <w:lang w:eastAsia="ru-RU"/>
        </w:rPr>
        <w:t>авчого</w:t>
      </w:r>
    </w:p>
    <w:p w:rsidR="003100BA" w:rsidRDefault="003100BA" w:rsidP="006420AB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комітету</w:t>
      </w:r>
      <w:r w:rsidRPr="00281139">
        <w:rPr>
          <w:rFonts w:ascii="Times New Roman" w:hAnsi="Times New Roman"/>
          <w:sz w:val="28"/>
          <w:lang w:eastAsia="ru-RU"/>
        </w:rPr>
        <w:t xml:space="preserve"> </w:t>
      </w:r>
      <w:r>
        <w:rPr>
          <w:rFonts w:ascii="Times New Roman" w:hAnsi="Times New Roman"/>
          <w:sz w:val="28"/>
          <w:lang w:eastAsia="ru-RU"/>
        </w:rPr>
        <w:t>міської ради</w:t>
      </w:r>
    </w:p>
    <w:p w:rsidR="003100BA" w:rsidRPr="00281139" w:rsidRDefault="003100BA" w:rsidP="006420AB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                                                                                       </w:t>
      </w:r>
      <w:r w:rsidRPr="00281139">
        <w:rPr>
          <w:rFonts w:ascii="Times New Roman" w:hAnsi="Times New Roman"/>
          <w:sz w:val="28"/>
          <w:lang w:eastAsia="ru-RU"/>
        </w:rPr>
        <w:t xml:space="preserve">від </w:t>
      </w:r>
      <w:r>
        <w:rPr>
          <w:rFonts w:ascii="Times New Roman" w:hAnsi="Times New Roman"/>
          <w:sz w:val="28"/>
          <w:lang w:eastAsia="ru-RU"/>
        </w:rPr>
        <w:t>31.</w:t>
      </w:r>
      <w:r w:rsidRPr="00281139">
        <w:rPr>
          <w:rFonts w:ascii="Times New Roman" w:hAnsi="Times New Roman"/>
          <w:sz w:val="28"/>
          <w:lang w:eastAsia="ru-RU"/>
        </w:rPr>
        <w:t>08.2017 р</w:t>
      </w:r>
      <w:r>
        <w:rPr>
          <w:rFonts w:ascii="Times New Roman" w:hAnsi="Times New Roman"/>
          <w:sz w:val="28"/>
          <w:lang w:eastAsia="ru-RU"/>
        </w:rPr>
        <w:t>оку № 262</w:t>
      </w:r>
    </w:p>
    <w:p w:rsidR="003100BA" w:rsidRPr="00281139" w:rsidRDefault="003100BA" w:rsidP="00281139">
      <w:pPr>
        <w:spacing w:line="254" w:lineRule="auto"/>
      </w:pPr>
    </w:p>
    <w:p w:rsidR="003100BA" w:rsidRPr="00281139" w:rsidRDefault="003100BA" w:rsidP="00281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ВИСНОВО</w:t>
      </w:r>
      <w:r w:rsidRPr="00281139">
        <w:rPr>
          <w:rFonts w:ascii="Times New Roman" w:hAnsi="Times New Roman"/>
          <w:b/>
          <w:sz w:val="28"/>
          <w:szCs w:val="28"/>
          <w:lang w:eastAsia="ru-RU"/>
        </w:rPr>
        <w:t>К</w:t>
      </w:r>
    </w:p>
    <w:p w:rsidR="003100BA" w:rsidRPr="00281139" w:rsidRDefault="003100BA" w:rsidP="00281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281139">
        <w:rPr>
          <w:rFonts w:ascii="Times New Roman" w:hAnsi="Times New Roman"/>
          <w:b/>
          <w:sz w:val="28"/>
          <w:szCs w:val="28"/>
          <w:lang w:eastAsia="ru-RU"/>
        </w:rPr>
        <w:t>ргану опіки та піклування при виконавчому комітеті</w:t>
      </w:r>
    </w:p>
    <w:p w:rsidR="003100BA" w:rsidRDefault="003100BA" w:rsidP="00D43E0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1139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  <w:r>
        <w:rPr>
          <w:rFonts w:ascii="Times New Roman" w:hAnsi="Times New Roman"/>
          <w:b/>
          <w:sz w:val="28"/>
          <w:szCs w:val="28"/>
        </w:rPr>
        <w:t>п</w:t>
      </w:r>
      <w:r w:rsidRPr="00E867F0">
        <w:rPr>
          <w:rFonts w:ascii="Times New Roman" w:hAnsi="Times New Roman"/>
          <w:b/>
          <w:sz w:val="28"/>
          <w:szCs w:val="28"/>
        </w:rPr>
        <w:t>ро</w:t>
      </w:r>
      <w:r w:rsidRPr="00F61BBE">
        <w:rPr>
          <w:rFonts w:ascii="Times New Roman" w:hAnsi="Times New Roman"/>
          <w:b/>
          <w:sz w:val="28"/>
          <w:szCs w:val="28"/>
        </w:rPr>
        <w:t xml:space="preserve"> участь баби та діда </w:t>
      </w:r>
    </w:p>
    <w:p w:rsidR="003100BA" w:rsidRPr="00D43E0F" w:rsidRDefault="003100BA" w:rsidP="00D43E0F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1BBE">
        <w:rPr>
          <w:rFonts w:ascii="Times New Roman" w:hAnsi="Times New Roman"/>
          <w:b/>
          <w:sz w:val="28"/>
          <w:szCs w:val="28"/>
        </w:rPr>
        <w:t>у спілкуванні та вихованні внучки</w:t>
      </w:r>
    </w:p>
    <w:p w:rsidR="003100BA" w:rsidRDefault="003100BA" w:rsidP="0028113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3100BA" w:rsidRPr="00D43E0F" w:rsidRDefault="003100BA" w:rsidP="0028113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43E0F">
        <w:rPr>
          <w:rFonts w:ascii="Times New Roman" w:hAnsi="Times New Roman"/>
          <w:sz w:val="28"/>
          <w:szCs w:val="28"/>
          <w:lang w:eastAsia="ru-RU"/>
        </w:rPr>
        <w:t>Вивчивши матеріали, що надійшли до Комісії</w:t>
      </w:r>
      <w:r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D43E0F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3100BA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3E0F">
        <w:rPr>
          <w:rFonts w:ascii="Times New Roman" w:hAnsi="Times New Roman"/>
          <w:sz w:val="28"/>
          <w:szCs w:val="28"/>
          <w:lang w:eastAsia="ru-RU"/>
        </w:rPr>
        <w:t xml:space="preserve">     Громадянка, 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, яка проживає по вулиці Покровська, будинок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 звернулась до служби у справах дітей, сім’ї та молоді міської ради з заявою від 11.08.2017 року №11-06/877 – з щодо її участі у вихованні та спілкуванні малолітньої внучки 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3100BA" w:rsidRPr="00D43E0F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  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 року народження.</w:t>
      </w:r>
    </w:p>
    <w:p w:rsidR="003100BA" w:rsidRPr="00D43E0F" w:rsidRDefault="003100BA" w:rsidP="00D43E0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0601BD">
        <w:rPr>
          <w:rFonts w:ascii="Times New Roman" w:hAnsi="Times New Roman"/>
          <w:sz w:val="28"/>
          <w:szCs w:val="28"/>
          <w:lang w:eastAsia="ru-RU"/>
        </w:rPr>
        <w:t xml:space="preserve">Гр. 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  <w:r w:rsidRPr="000601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3E0F">
        <w:rPr>
          <w:rFonts w:ascii="Times New Roman" w:hAnsi="Times New Roman"/>
          <w:sz w:val="28"/>
          <w:szCs w:val="28"/>
          <w:lang w:eastAsia="ru-RU"/>
        </w:rPr>
        <w:t>повідомила, що вона з чоловіком хочуть приймати участь у вихованні своєї внучки. Але у них виник спір з бувшою невісткою, яка категорично заперечує щодо побачень доньки з бувшими родичами.</w:t>
      </w:r>
    </w:p>
    <w:p w:rsidR="003100BA" w:rsidRPr="00D43E0F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3E0F">
        <w:rPr>
          <w:rFonts w:ascii="Times New Roman" w:hAnsi="Times New Roman"/>
          <w:sz w:val="28"/>
          <w:szCs w:val="28"/>
          <w:lang w:eastAsia="ru-RU"/>
        </w:rPr>
        <w:t>Також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3E0F">
        <w:rPr>
          <w:rFonts w:ascii="Times New Roman" w:hAnsi="Times New Roman"/>
          <w:sz w:val="28"/>
          <w:szCs w:val="28"/>
          <w:lang w:eastAsia="ru-RU"/>
        </w:rPr>
        <w:t>повідомила, що вона не одноразово намагалась налагодити взаємовідносини з бувшою невісткою. Постійно цікавилась долею внучки.</w:t>
      </w:r>
    </w:p>
    <w:p w:rsidR="003100BA" w:rsidRPr="00D43E0F" w:rsidRDefault="003100BA" w:rsidP="00D43E0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0601BD">
        <w:rPr>
          <w:rFonts w:ascii="Times New Roman" w:hAnsi="Times New Roman"/>
          <w:sz w:val="28"/>
          <w:szCs w:val="28"/>
          <w:lang w:eastAsia="ru-RU"/>
        </w:rPr>
        <w:t xml:space="preserve">Гр. </w:t>
      </w: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Pr="00D43E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43E0F">
        <w:rPr>
          <w:rFonts w:ascii="Times New Roman" w:hAnsi="Times New Roman"/>
          <w:sz w:val="28"/>
          <w:szCs w:val="28"/>
          <w:lang w:eastAsia="ru-RU"/>
        </w:rPr>
        <w:t>повідомила, що вона не заперечує щодо побачень бувших родичів з дитиною. Розповіла членам Комісії, що має іншу сім’ю, що у них з чоловіком має народитися дитина, теперішній чоловік повністю займається вихованням старшої дівчинки</w:t>
      </w:r>
      <w:r>
        <w:rPr>
          <w:rFonts w:ascii="Times New Roman" w:hAnsi="Times New Roman"/>
          <w:sz w:val="28"/>
          <w:szCs w:val="28"/>
          <w:lang w:eastAsia="ru-RU"/>
        </w:rPr>
        <w:t xml:space="preserve"> з 1</w:t>
      </w:r>
      <w:r w:rsidRPr="00D43E0F">
        <w:rPr>
          <w:rFonts w:ascii="Times New Roman" w:hAnsi="Times New Roman"/>
          <w:sz w:val="28"/>
          <w:szCs w:val="28"/>
          <w:lang w:eastAsia="ru-RU"/>
        </w:rPr>
        <w:t>,5 річного віку, вона називає його батьком, а його батьків бабою та дідом. Також повідомила, що їй було важко самій виховувати доньку без підтримки батька, який повністю самоусунувся від виконання своїх батьківських обов’язків.</w:t>
      </w:r>
    </w:p>
    <w:p w:rsidR="003100BA" w:rsidRPr="00D43E0F" w:rsidRDefault="003100BA" w:rsidP="00281139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43E0F">
        <w:rPr>
          <w:rFonts w:ascii="Times New Roman" w:hAnsi="Times New Roman"/>
          <w:color w:val="000000"/>
          <w:sz w:val="28"/>
          <w:szCs w:val="28"/>
        </w:rPr>
        <w:t xml:space="preserve">Між </w:t>
      </w:r>
      <w:r>
        <w:rPr>
          <w:rFonts w:ascii="Times New Roman" w:hAnsi="Times New Roman"/>
          <w:sz w:val="28"/>
          <w:szCs w:val="28"/>
        </w:rPr>
        <w:t xml:space="preserve">________________________ </w:t>
      </w:r>
      <w:r w:rsidRPr="00D43E0F">
        <w:rPr>
          <w:rFonts w:ascii="Times New Roman" w:hAnsi="Times New Roman"/>
          <w:sz w:val="28"/>
          <w:szCs w:val="28"/>
        </w:rPr>
        <w:t xml:space="preserve"> – баба, 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D43E0F">
        <w:rPr>
          <w:rFonts w:ascii="Times New Roman" w:hAnsi="Times New Roman"/>
          <w:sz w:val="28"/>
          <w:szCs w:val="28"/>
        </w:rPr>
        <w:t>– дід</w:t>
      </w:r>
      <w:r w:rsidRPr="00D43E0F">
        <w:rPr>
          <w:rFonts w:ascii="Times New Roman" w:hAnsi="Times New Roman"/>
          <w:color w:val="000000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_______________________</w:t>
      </w:r>
      <w:r w:rsidRPr="00D43E0F">
        <w:rPr>
          <w:rFonts w:ascii="Times New Roman" w:hAnsi="Times New Roman"/>
          <w:color w:val="000000"/>
          <w:sz w:val="28"/>
          <w:szCs w:val="28"/>
        </w:rPr>
        <w:t xml:space="preserve"> виник спір щодо участі у спілкуванні та вихованні внучки, який регулюється ст.</w:t>
      </w:r>
      <w:r>
        <w:rPr>
          <w:rFonts w:ascii="Times New Roman" w:hAnsi="Times New Roman"/>
          <w:color w:val="000000"/>
          <w:sz w:val="28"/>
          <w:szCs w:val="28"/>
        </w:rPr>
        <w:t>ст.</w:t>
      </w:r>
      <w:r w:rsidRPr="00D43E0F">
        <w:rPr>
          <w:rFonts w:ascii="Times New Roman" w:hAnsi="Times New Roman"/>
          <w:color w:val="000000"/>
          <w:sz w:val="28"/>
          <w:szCs w:val="28"/>
        </w:rPr>
        <w:t xml:space="preserve"> 257, 258 С</w:t>
      </w:r>
      <w:r>
        <w:rPr>
          <w:rFonts w:ascii="Times New Roman" w:hAnsi="Times New Roman"/>
          <w:color w:val="000000"/>
          <w:sz w:val="28"/>
          <w:szCs w:val="28"/>
        </w:rPr>
        <w:t>імейного кодексу</w:t>
      </w:r>
      <w:r w:rsidRPr="00D43E0F">
        <w:rPr>
          <w:rFonts w:ascii="Times New Roman" w:hAnsi="Times New Roman"/>
          <w:color w:val="000000"/>
          <w:sz w:val="28"/>
          <w:szCs w:val="28"/>
        </w:rPr>
        <w:t xml:space="preserve"> України так відповідно до норми зазначеної статті баба, дід мають право спілкуватися зі своїми внуками, брати участь у їх вихованні.</w:t>
      </w:r>
    </w:p>
    <w:p w:rsidR="003100BA" w:rsidRPr="00D43E0F" w:rsidRDefault="003100BA" w:rsidP="002811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3E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D43E0F">
        <w:rPr>
          <w:rFonts w:ascii="Times New Roman" w:hAnsi="Times New Roman"/>
          <w:color w:val="000000"/>
          <w:sz w:val="28"/>
          <w:szCs w:val="28"/>
        </w:rPr>
        <w:t>Отже, комісія з питань захисту прав дитини вирішила порушити клопотання перед виконавчи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D43E0F">
        <w:rPr>
          <w:rFonts w:ascii="Times New Roman" w:hAnsi="Times New Roman"/>
          <w:color w:val="000000"/>
          <w:sz w:val="28"/>
          <w:szCs w:val="28"/>
        </w:rPr>
        <w:t xml:space="preserve"> комітет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D43E0F">
        <w:rPr>
          <w:rFonts w:ascii="Times New Roman" w:hAnsi="Times New Roman"/>
          <w:color w:val="000000"/>
          <w:sz w:val="28"/>
          <w:szCs w:val="28"/>
        </w:rPr>
        <w:t xml:space="preserve"> міської ради про затвердження висновку щодо визначення способу </w:t>
      </w:r>
      <w:r w:rsidRPr="00D43E0F">
        <w:rPr>
          <w:rFonts w:ascii="Times New Roman" w:hAnsi="Times New Roman"/>
          <w:sz w:val="28"/>
          <w:szCs w:val="28"/>
        </w:rPr>
        <w:t xml:space="preserve">участі 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D43E0F">
        <w:rPr>
          <w:rFonts w:ascii="Times New Roman" w:hAnsi="Times New Roman"/>
          <w:sz w:val="28"/>
          <w:szCs w:val="28"/>
        </w:rPr>
        <w:t xml:space="preserve"> – баба,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D43E0F">
        <w:rPr>
          <w:rFonts w:ascii="Times New Roman" w:hAnsi="Times New Roman"/>
          <w:sz w:val="28"/>
          <w:szCs w:val="28"/>
        </w:rPr>
        <w:t xml:space="preserve"> – дід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/>
          <w:sz w:val="28"/>
          <w:szCs w:val="28"/>
          <w:lang w:eastAsia="ru-RU"/>
        </w:rPr>
        <w:t xml:space="preserve">у 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спілкуванні та брати участь у вихованні їх внучки </w:t>
      </w: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Pr="00D43E0F">
        <w:rPr>
          <w:rFonts w:ascii="Times New Roman" w:hAnsi="Times New Roman"/>
          <w:sz w:val="28"/>
          <w:szCs w:val="28"/>
          <w:lang w:eastAsia="ru-RU"/>
        </w:rPr>
        <w:t xml:space="preserve"> року народження, </w:t>
      </w:r>
      <w:r w:rsidRPr="00D43E0F">
        <w:rPr>
          <w:rFonts w:ascii="Times New Roman" w:hAnsi="Times New Roman"/>
          <w:sz w:val="28"/>
          <w:szCs w:val="28"/>
        </w:rPr>
        <w:t>а саме за домовленістю та у присутності матері, а також враховуючи режим та потреби дитини.</w:t>
      </w:r>
    </w:p>
    <w:p w:rsidR="003100BA" w:rsidRPr="00D43E0F" w:rsidRDefault="003100BA" w:rsidP="002811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100BA" w:rsidRDefault="003100BA" w:rsidP="002811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100BA" w:rsidRDefault="003100BA" w:rsidP="002811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100BA" w:rsidRPr="00763E86" w:rsidRDefault="003100BA" w:rsidP="002811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Керуючий справами виконкому                                             Р. Горбатюк</w:t>
      </w:r>
    </w:p>
    <w:sectPr w:rsidR="003100BA" w:rsidRPr="00763E86" w:rsidSect="00464EE8">
      <w:pgSz w:w="11906" w:h="16838"/>
      <w:pgMar w:top="850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4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73"/>
    <w:rsid w:val="00042677"/>
    <w:rsid w:val="000601BD"/>
    <w:rsid w:val="00097873"/>
    <w:rsid w:val="000B2890"/>
    <w:rsid w:val="00156422"/>
    <w:rsid w:val="00281139"/>
    <w:rsid w:val="00286218"/>
    <w:rsid w:val="002E1B73"/>
    <w:rsid w:val="002E5295"/>
    <w:rsid w:val="003100BA"/>
    <w:rsid w:val="00350C1A"/>
    <w:rsid w:val="00464EE8"/>
    <w:rsid w:val="005B11EA"/>
    <w:rsid w:val="006419AA"/>
    <w:rsid w:val="006420AB"/>
    <w:rsid w:val="00697B30"/>
    <w:rsid w:val="006C403E"/>
    <w:rsid w:val="00703E4C"/>
    <w:rsid w:val="00763E86"/>
    <w:rsid w:val="00765CDC"/>
    <w:rsid w:val="0077485B"/>
    <w:rsid w:val="007913BF"/>
    <w:rsid w:val="00841749"/>
    <w:rsid w:val="008474CB"/>
    <w:rsid w:val="008707A7"/>
    <w:rsid w:val="008C73A5"/>
    <w:rsid w:val="008E2FE6"/>
    <w:rsid w:val="009D633A"/>
    <w:rsid w:val="009E4980"/>
    <w:rsid w:val="009E4CEB"/>
    <w:rsid w:val="00A11539"/>
    <w:rsid w:val="00B3149B"/>
    <w:rsid w:val="00B42002"/>
    <w:rsid w:val="00B740C5"/>
    <w:rsid w:val="00C65D00"/>
    <w:rsid w:val="00C67337"/>
    <w:rsid w:val="00C94AAA"/>
    <w:rsid w:val="00CB4D3E"/>
    <w:rsid w:val="00CC06E9"/>
    <w:rsid w:val="00CF218C"/>
    <w:rsid w:val="00D43E0F"/>
    <w:rsid w:val="00D8079F"/>
    <w:rsid w:val="00DA6972"/>
    <w:rsid w:val="00DE421E"/>
    <w:rsid w:val="00E158A7"/>
    <w:rsid w:val="00E867F0"/>
    <w:rsid w:val="00E94AE9"/>
    <w:rsid w:val="00EC3443"/>
    <w:rsid w:val="00F464D6"/>
    <w:rsid w:val="00F46DC6"/>
    <w:rsid w:val="00F61BBE"/>
    <w:rsid w:val="00F77233"/>
    <w:rsid w:val="00FB146A"/>
    <w:rsid w:val="00FB50AD"/>
    <w:rsid w:val="00FE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EA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FE0755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66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2</Pages>
  <Words>646</Words>
  <Characters>3688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37</cp:revision>
  <cp:lastPrinted>2008-01-03T06:55:00Z</cp:lastPrinted>
  <dcterms:created xsi:type="dcterms:W3CDTF">2016-09-14T06:13:00Z</dcterms:created>
  <dcterms:modified xsi:type="dcterms:W3CDTF">2007-01-04T22:07:00Z</dcterms:modified>
</cp:coreProperties>
</file>