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04" w:rsidRDefault="00DC6C04" w:rsidP="00CC444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0" w:name="bookmark1"/>
      <w:r w:rsidRPr="00CC444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C44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6C04" w:rsidRPr="00CC4440" w:rsidRDefault="00DC6C04" w:rsidP="00CC444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</w:t>
      </w:r>
      <w:r w:rsidRPr="00CA0F85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DC6C04" w:rsidRPr="00CC4440" w:rsidRDefault="00DC6C04" w:rsidP="00CC444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C4440">
        <w:rPr>
          <w:rFonts w:ascii="Times New Roman" w:hAnsi="Times New Roman"/>
          <w:smallCaps/>
          <w:color w:val="000000"/>
          <w:sz w:val="28"/>
          <w:szCs w:val="28"/>
        </w:rPr>
        <w:t xml:space="preserve">    УКРАЇНА</w:t>
      </w:r>
      <w:r w:rsidRPr="00CC4440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CC4440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CC4440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CC4440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DC6C04" w:rsidRPr="00CC4440" w:rsidRDefault="00DC6C04" w:rsidP="00CC444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CC4440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DC6C04" w:rsidRPr="00CC4440" w:rsidRDefault="00DC6C04" w:rsidP="00CC4440">
      <w:pPr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CC4440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   </w:t>
      </w:r>
      <w:r w:rsidRPr="00CC4440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РІШЕННЯ№2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51</w:t>
      </w:r>
    </w:p>
    <w:p w:rsidR="00DC6C04" w:rsidRPr="00CC4440" w:rsidRDefault="00DC6C04" w:rsidP="00CC4440">
      <w:pPr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</w:p>
    <w:p w:rsidR="00DC6C04" w:rsidRPr="00CC4440" w:rsidRDefault="00DC6C04" w:rsidP="00CC4440">
      <w:pPr>
        <w:ind w:left="180" w:hanging="180"/>
        <w:rPr>
          <w:rFonts w:ascii="Times New Roman" w:hAnsi="Times New Roman"/>
          <w:bCs/>
          <w:sz w:val="28"/>
          <w:szCs w:val="28"/>
        </w:rPr>
      </w:pPr>
      <w:r w:rsidRPr="00CC4440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DC6C04" w:rsidRDefault="00DC6C04" w:rsidP="006F38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6C04" w:rsidRPr="00CC4440" w:rsidRDefault="00DC6C04" w:rsidP="006F38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6C04" w:rsidRPr="00CC4440" w:rsidRDefault="00DC6C04" w:rsidP="00CC4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440">
        <w:rPr>
          <w:rFonts w:ascii="Times New Roman" w:hAnsi="Times New Roman"/>
          <w:b/>
          <w:sz w:val="28"/>
          <w:szCs w:val="28"/>
        </w:rPr>
        <w:t>Про видачу дублікату свідоцтва про право власності на житло</w:t>
      </w:r>
      <w:bookmarkEnd w:id="0"/>
    </w:p>
    <w:p w:rsidR="00DC6C04" w:rsidRPr="006F387A" w:rsidRDefault="00DC6C04" w:rsidP="00CC44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6C04" w:rsidRPr="006F387A" w:rsidRDefault="00DC6C04" w:rsidP="00CC44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Керуючись ст. 30</w:t>
      </w:r>
      <w:r w:rsidRPr="006F387A">
        <w:rPr>
          <w:rFonts w:ascii="Times New Roman" w:hAnsi="Times New Roman"/>
          <w:sz w:val="28"/>
          <w:szCs w:val="28"/>
        </w:rPr>
        <w:t xml:space="preserve"> Закону України "Про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»,</w:t>
      </w:r>
      <w:r w:rsidRPr="006F387A">
        <w:rPr>
          <w:rFonts w:ascii="Times New Roman" w:hAnsi="Times New Roman"/>
          <w:sz w:val="28"/>
          <w:szCs w:val="28"/>
        </w:rPr>
        <w:t xml:space="preserve">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87A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 8</w:t>
      </w:r>
      <w:r w:rsidRPr="006F387A">
        <w:rPr>
          <w:rFonts w:ascii="Times New Roman" w:hAnsi="Times New Roman"/>
          <w:sz w:val="28"/>
          <w:szCs w:val="28"/>
        </w:rPr>
        <w:t xml:space="preserve"> Закону України "Про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>,</w:t>
      </w:r>
      <w:r w:rsidRPr="006F387A">
        <w:rPr>
          <w:rFonts w:ascii="Times New Roman" w:hAnsi="Times New Roman"/>
          <w:sz w:val="28"/>
          <w:szCs w:val="28"/>
        </w:rPr>
        <w:t xml:space="preserve"> Положенням Державного комітету України по житлово-комунальному госп</w:t>
      </w:r>
      <w:r>
        <w:rPr>
          <w:rFonts w:ascii="Times New Roman" w:hAnsi="Times New Roman"/>
          <w:sz w:val="28"/>
          <w:szCs w:val="28"/>
        </w:rPr>
        <w:t>одарству від 15.09.1992</w:t>
      </w:r>
      <w:r w:rsidRPr="006F387A">
        <w:rPr>
          <w:rFonts w:ascii="Times New Roman" w:hAnsi="Times New Roman"/>
          <w:sz w:val="28"/>
          <w:szCs w:val="28"/>
        </w:rPr>
        <w:t>р. №56 «Про порядок передачі квартир (будинків) у приватну власність громадян», у відповідності з роз’ясненням наданими в листі Державної реєстраційної служби України від 15.01.2013 року №12-06-15-13 «Щодо видачі дублікатів втрачени</w:t>
      </w:r>
      <w:r>
        <w:rPr>
          <w:rFonts w:ascii="Times New Roman" w:hAnsi="Times New Roman"/>
          <w:sz w:val="28"/>
          <w:szCs w:val="28"/>
        </w:rPr>
        <w:t>х або зіпсованих документів»</w:t>
      </w:r>
      <w:r w:rsidRPr="006F387A">
        <w:rPr>
          <w:rFonts w:ascii="Times New Roman" w:hAnsi="Times New Roman"/>
          <w:sz w:val="28"/>
          <w:szCs w:val="28"/>
        </w:rPr>
        <w:t xml:space="preserve">, розглянувши заяву гр. </w:t>
      </w:r>
      <w:r>
        <w:rPr>
          <w:rFonts w:ascii="Times New Roman" w:hAnsi="Times New Roman"/>
          <w:sz w:val="28"/>
          <w:szCs w:val="28"/>
        </w:rPr>
        <w:t>______________________</w:t>
      </w:r>
      <w:r w:rsidRPr="006F387A">
        <w:rPr>
          <w:rFonts w:ascii="Times New Roman" w:hAnsi="Times New Roman"/>
          <w:sz w:val="28"/>
          <w:szCs w:val="28"/>
        </w:rPr>
        <w:t xml:space="preserve">,- </w:t>
      </w:r>
    </w:p>
    <w:p w:rsidR="00DC6C04" w:rsidRPr="006F387A" w:rsidRDefault="00DC6C04" w:rsidP="00CC44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6C04" w:rsidRPr="006F387A" w:rsidRDefault="00DC6C04" w:rsidP="006F387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C4440">
        <w:rPr>
          <w:rFonts w:ascii="Times New Roman" w:hAnsi="Times New Roman"/>
          <w:b/>
          <w:sz w:val="28"/>
          <w:szCs w:val="28"/>
        </w:rPr>
        <w:t xml:space="preserve">                               виконком міської ради</w:t>
      </w:r>
      <w:r w:rsidRPr="006F387A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DC6C04" w:rsidRPr="00CC4440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6C04" w:rsidRPr="00CC4440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4440">
        <w:rPr>
          <w:rFonts w:ascii="Times New Roman" w:hAnsi="Times New Roman"/>
          <w:sz w:val="28"/>
          <w:szCs w:val="28"/>
        </w:rPr>
        <w:t xml:space="preserve">1. Оформити та видати дублікат </w:t>
      </w:r>
      <w:r>
        <w:rPr>
          <w:rFonts w:ascii="Times New Roman" w:hAnsi="Times New Roman"/>
          <w:sz w:val="28"/>
          <w:szCs w:val="28"/>
        </w:rPr>
        <w:t>с</w:t>
      </w:r>
      <w:r w:rsidRPr="00CC4440">
        <w:rPr>
          <w:rFonts w:ascii="Times New Roman" w:hAnsi="Times New Roman"/>
          <w:sz w:val="28"/>
          <w:szCs w:val="28"/>
        </w:rPr>
        <w:t>відоцтв</w:t>
      </w:r>
      <w:r>
        <w:rPr>
          <w:rFonts w:ascii="Times New Roman" w:hAnsi="Times New Roman"/>
          <w:sz w:val="28"/>
          <w:szCs w:val="28"/>
        </w:rPr>
        <w:t>а</w:t>
      </w:r>
      <w:r w:rsidRPr="00CC4440">
        <w:rPr>
          <w:rFonts w:ascii="Times New Roman" w:hAnsi="Times New Roman"/>
          <w:sz w:val="28"/>
          <w:szCs w:val="28"/>
        </w:rPr>
        <w:t xml:space="preserve"> про право власності на житло:</w:t>
      </w:r>
    </w:p>
    <w:p w:rsidR="00DC6C04" w:rsidRDefault="00DC6C04" w:rsidP="00CC444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CC4440">
        <w:rPr>
          <w:rFonts w:ascii="Times New Roman" w:hAnsi="Times New Roman"/>
          <w:sz w:val="28"/>
          <w:szCs w:val="28"/>
        </w:rPr>
        <w:t>- на квартиру №</w:t>
      </w:r>
      <w:r>
        <w:rPr>
          <w:rFonts w:ascii="Times New Roman" w:hAnsi="Times New Roman"/>
          <w:sz w:val="28"/>
          <w:szCs w:val="28"/>
        </w:rPr>
        <w:t>___</w:t>
      </w:r>
      <w:r w:rsidRPr="00CC444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___</w:t>
      </w:r>
      <w:r w:rsidRPr="00CC4440">
        <w:rPr>
          <w:rFonts w:ascii="Times New Roman" w:hAnsi="Times New Roman"/>
          <w:sz w:val="28"/>
          <w:szCs w:val="28"/>
        </w:rPr>
        <w:t>) по</w:t>
      </w:r>
      <w:r w:rsidRPr="00CC4440">
        <w:rPr>
          <w:rFonts w:ascii="Times New Roman" w:hAnsi="Times New Roman"/>
          <w:bCs/>
          <w:sz w:val="28"/>
          <w:szCs w:val="28"/>
        </w:rPr>
        <w:t xml:space="preserve"> вул. </w:t>
      </w:r>
      <w:r>
        <w:rPr>
          <w:rFonts w:ascii="Times New Roman" w:hAnsi="Times New Roman"/>
          <w:bCs/>
          <w:sz w:val="28"/>
          <w:szCs w:val="28"/>
        </w:rPr>
        <w:t>Коцюбинського</w:t>
      </w:r>
      <w:r w:rsidRPr="00CC4440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____</w:t>
      </w:r>
      <w:r w:rsidRPr="00CC4440">
        <w:rPr>
          <w:rFonts w:ascii="Times New Roman" w:hAnsi="Times New Roman"/>
          <w:bCs/>
          <w:sz w:val="28"/>
          <w:szCs w:val="28"/>
        </w:rPr>
        <w:t>, в м. Могилеві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4440">
        <w:rPr>
          <w:rFonts w:ascii="Times New Roman" w:hAnsi="Times New Roman"/>
          <w:bCs/>
          <w:sz w:val="28"/>
          <w:szCs w:val="28"/>
        </w:rPr>
        <w:t>-</w:t>
      </w:r>
    </w:p>
    <w:p w:rsidR="00DC6C04" w:rsidRDefault="00DC6C04" w:rsidP="00CC444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CC4440">
        <w:rPr>
          <w:rFonts w:ascii="Times New Roman" w:hAnsi="Times New Roman"/>
          <w:bCs/>
          <w:sz w:val="28"/>
          <w:szCs w:val="28"/>
        </w:rPr>
        <w:t>Подільському, видане на підставі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4440">
        <w:rPr>
          <w:rFonts w:ascii="Times New Roman" w:hAnsi="Times New Roman"/>
          <w:bCs/>
          <w:sz w:val="28"/>
          <w:szCs w:val="28"/>
        </w:rPr>
        <w:t>розпорядження від 28.01.1998</w:t>
      </w:r>
      <w:r>
        <w:rPr>
          <w:rFonts w:ascii="Times New Roman" w:hAnsi="Times New Roman"/>
          <w:bCs/>
          <w:sz w:val="28"/>
          <w:szCs w:val="28"/>
        </w:rPr>
        <w:t>р.</w:t>
      </w:r>
      <w:r w:rsidRPr="00CC4440">
        <w:rPr>
          <w:rFonts w:ascii="Times New Roman" w:hAnsi="Times New Roman"/>
          <w:bCs/>
          <w:sz w:val="28"/>
          <w:szCs w:val="28"/>
        </w:rPr>
        <w:t xml:space="preserve"> №3224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C6C04" w:rsidRPr="00CC4440" w:rsidRDefault="00DC6C04" w:rsidP="00CC44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CC4440">
        <w:rPr>
          <w:rFonts w:ascii="Times New Roman" w:hAnsi="Times New Roman"/>
          <w:sz w:val="28"/>
          <w:szCs w:val="28"/>
        </w:rPr>
        <w:t xml:space="preserve">громадянці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_____________________________</w:t>
      </w:r>
      <w:r w:rsidRPr="00CC4440">
        <w:rPr>
          <w:rFonts w:ascii="Times New Roman" w:hAnsi="Times New Roman"/>
          <w:bCs/>
          <w:sz w:val="28"/>
          <w:szCs w:val="28"/>
        </w:rPr>
        <w:t>.</w:t>
      </w:r>
    </w:p>
    <w:p w:rsidR="00DC6C04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444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440">
        <w:rPr>
          <w:rFonts w:ascii="Times New Roman" w:hAnsi="Times New Roman"/>
          <w:sz w:val="28"/>
          <w:szCs w:val="28"/>
        </w:rPr>
        <w:t>Головному спеціалісту з житлових питань управління житлово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440">
        <w:rPr>
          <w:rFonts w:ascii="Times New Roman" w:hAnsi="Times New Roman"/>
          <w:sz w:val="28"/>
          <w:szCs w:val="28"/>
        </w:rPr>
        <w:t>-</w:t>
      </w:r>
    </w:p>
    <w:p w:rsidR="00DC6C04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C4440">
        <w:rPr>
          <w:rFonts w:ascii="Times New Roman" w:hAnsi="Times New Roman"/>
          <w:sz w:val="28"/>
          <w:szCs w:val="28"/>
        </w:rPr>
        <w:t>комунального господарства міської рад</w:t>
      </w:r>
      <w:r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CC4440">
        <w:rPr>
          <w:rFonts w:ascii="Times New Roman" w:hAnsi="Times New Roman"/>
          <w:sz w:val="28"/>
          <w:szCs w:val="28"/>
        </w:rPr>
        <w:t xml:space="preserve">, </w:t>
      </w:r>
    </w:p>
    <w:p w:rsidR="00DC6C04" w:rsidRPr="00CC4440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C4440">
        <w:rPr>
          <w:rFonts w:ascii="Times New Roman" w:hAnsi="Times New Roman"/>
          <w:sz w:val="28"/>
          <w:szCs w:val="28"/>
        </w:rPr>
        <w:t>передбачені чинним законодавством.</w:t>
      </w:r>
    </w:p>
    <w:p w:rsidR="00DC6C04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444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44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</w:t>
      </w:r>
    </w:p>
    <w:p w:rsidR="00DC6C04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C4440">
        <w:rPr>
          <w:rFonts w:ascii="Times New Roman" w:hAnsi="Times New Roman"/>
          <w:sz w:val="28"/>
          <w:szCs w:val="28"/>
        </w:rPr>
        <w:t>голови з питань діяльності виконавчих органів Кригана</w:t>
      </w:r>
      <w:bookmarkStart w:id="1" w:name="bookmark2"/>
      <w:r w:rsidRPr="00CC4440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І..</w:t>
      </w:r>
    </w:p>
    <w:p w:rsidR="00DC6C04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6C04" w:rsidRPr="00CC4440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1"/>
    <w:p w:rsidR="00DC6C04" w:rsidRDefault="00DC6C04" w:rsidP="006F38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C6C04" w:rsidRPr="006F387A" w:rsidRDefault="00DC6C04" w:rsidP="006F38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C6C04" w:rsidRPr="00CC4440" w:rsidRDefault="00DC6C04" w:rsidP="00CC44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444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C4440">
        <w:rPr>
          <w:rFonts w:ascii="Times New Roman" w:hAnsi="Times New Roman"/>
          <w:sz w:val="28"/>
          <w:szCs w:val="28"/>
        </w:rPr>
        <w:t>Міський голова</w:t>
      </w:r>
      <w:r w:rsidRPr="00CC4440">
        <w:rPr>
          <w:rFonts w:ascii="Times New Roman" w:hAnsi="Times New Roman"/>
          <w:sz w:val="28"/>
          <w:szCs w:val="28"/>
        </w:rPr>
        <w:tab/>
      </w:r>
      <w:r w:rsidRPr="00CC4440">
        <w:rPr>
          <w:rFonts w:ascii="Times New Roman" w:hAnsi="Times New Roman"/>
          <w:sz w:val="28"/>
          <w:szCs w:val="28"/>
        </w:rPr>
        <w:tab/>
      </w:r>
      <w:r w:rsidRPr="00CC4440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CC4440">
        <w:rPr>
          <w:rFonts w:ascii="Times New Roman" w:hAnsi="Times New Roman"/>
          <w:sz w:val="28"/>
          <w:szCs w:val="28"/>
        </w:rPr>
        <w:tab/>
      </w:r>
      <w:r w:rsidRPr="00CC4440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C4440">
        <w:rPr>
          <w:rFonts w:ascii="Times New Roman" w:hAnsi="Times New Roman"/>
          <w:sz w:val="28"/>
          <w:szCs w:val="28"/>
        </w:rPr>
        <w:t xml:space="preserve">  П. Бровко</w:t>
      </w:r>
    </w:p>
    <w:p w:rsidR="00DC6C04" w:rsidRPr="006F387A" w:rsidRDefault="00DC6C04" w:rsidP="006F38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6C04" w:rsidRPr="006F387A" w:rsidRDefault="00DC6C04" w:rsidP="006F387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C6C04" w:rsidRDefault="00DC6C04" w:rsidP="006F38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6C04" w:rsidRPr="006F387A" w:rsidRDefault="00DC6C04">
      <w:pPr>
        <w:rPr>
          <w:sz w:val="20"/>
          <w:szCs w:val="20"/>
        </w:rPr>
      </w:pPr>
    </w:p>
    <w:sectPr w:rsidR="00DC6C04" w:rsidRPr="006F387A" w:rsidSect="0009103A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D47E2"/>
    <w:multiLevelType w:val="multilevel"/>
    <w:tmpl w:val="B57856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87A"/>
    <w:rsid w:val="00001830"/>
    <w:rsid w:val="0009103A"/>
    <w:rsid w:val="001A15D8"/>
    <w:rsid w:val="004D34AF"/>
    <w:rsid w:val="005270DB"/>
    <w:rsid w:val="006F387A"/>
    <w:rsid w:val="0072737A"/>
    <w:rsid w:val="0086535C"/>
    <w:rsid w:val="008A3C10"/>
    <w:rsid w:val="008B6931"/>
    <w:rsid w:val="008F4351"/>
    <w:rsid w:val="009046DC"/>
    <w:rsid w:val="00A22559"/>
    <w:rsid w:val="00B04A6C"/>
    <w:rsid w:val="00BB2559"/>
    <w:rsid w:val="00BC7DC8"/>
    <w:rsid w:val="00CA0F85"/>
    <w:rsid w:val="00CC4440"/>
    <w:rsid w:val="00D126DA"/>
    <w:rsid w:val="00D51E12"/>
    <w:rsid w:val="00DC6C04"/>
    <w:rsid w:val="00F752B8"/>
    <w:rsid w:val="00FA0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830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F3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3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250</Words>
  <Characters>1428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10</cp:revision>
  <cp:lastPrinted>2007-01-01T06:17:00Z</cp:lastPrinted>
  <dcterms:created xsi:type="dcterms:W3CDTF">2017-09-04T09:17:00Z</dcterms:created>
  <dcterms:modified xsi:type="dcterms:W3CDTF">2007-01-04T20:46:00Z</dcterms:modified>
</cp:coreProperties>
</file>